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56" w:rsidRDefault="00063656" w:rsidP="00325AD4">
      <w:pPr>
        <w:jc w:val="center"/>
      </w:pPr>
      <w:r>
        <w:rPr>
          <w:noProof/>
        </w:rPr>
        <w:t xml:space="preserve"> </w:t>
      </w:r>
    </w:p>
    <w:p w:rsidR="00063656" w:rsidRDefault="00063656" w:rsidP="00325AD4">
      <w:pPr>
        <w:jc w:val="center"/>
        <w:rPr>
          <w:b/>
        </w:rPr>
      </w:pPr>
    </w:p>
    <w:p w:rsidR="00063656" w:rsidRDefault="00063656" w:rsidP="00325AD4">
      <w:pPr>
        <w:jc w:val="center"/>
        <w:rPr>
          <w:b/>
        </w:rPr>
      </w:pPr>
      <w:r w:rsidRPr="006F527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9.5pt">
            <v:imagedata r:id="rId4" o:title=""/>
          </v:shape>
        </w:pict>
      </w:r>
    </w:p>
    <w:p w:rsidR="00063656" w:rsidRDefault="00063656" w:rsidP="00325AD4">
      <w:pPr>
        <w:jc w:val="center"/>
        <w:rPr>
          <w:b/>
        </w:rPr>
      </w:pPr>
      <w:r>
        <w:rPr>
          <w:b/>
        </w:rPr>
        <w:t>СОВЕТ  НОВОПЕТРОВСКОГО СЕЛЬСКОГО ПОСЕЛЕНИЯ</w:t>
      </w:r>
    </w:p>
    <w:p w:rsidR="00063656" w:rsidRDefault="00063656" w:rsidP="00325AD4">
      <w:pPr>
        <w:jc w:val="center"/>
        <w:rPr>
          <w:b/>
        </w:rPr>
      </w:pPr>
      <w:r>
        <w:rPr>
          <w:b/>
        </w:rPr>
        <w:t>ПАВЛОВСКОГО РАЙОНА</w:t>
      </w:r>
    </w:p>
    <w:p w:rsidR="00063656" w:rsidRDefault="00063656" w:rsidP="00325AD4">
      <w:pPr>
        <w:pStyle w:val="Heading1"/>
        <w:rPr>
          <w:sz w:val="32"/>
        </w:rPr>
      </w:pPr>
    </w:p>
    <w:p w:rsidR="00063656" w:rsidRDefault="00063656" w:rsidP="00325AD4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063656" w:rsidRDefault="00063656" w:rsidP="00325AD4">
      <w:pPr>
        <w:rPr>
          <w:b/>
          <w:sz w:val="32"/>
          <w:szCs w:val="32"/>
        </w:rPr>
      </w:pPr>
    </w:p>
    <w:p w:rsidR="00063656" w:rsidRPr="00325AD4" w:rsidRDefault="00063656" w:rsidP="00325AD4">
      <w:r>
        <w:t>от 22.03.2019 г.</w:t>
      </w:r>
      <w:r>
        <w:tab/>
        <w:t xml:space="preserve">                                     </w:t>
      </w:r>
      <w:r>
        <w:tab/>
        <w:t xml:space="preserve">                              № 68/187</w:t>
      </w:r>
    </w:p>
    <w:p w:rsidR="00063656" w:rsidRDefault="00063656" w:rsidP="00325AD4">
      <w:pPr>
        <w:jc w:val="center"/>
      </w:pPr>
      <w:r>
        <w:t xml:space="preserve"> станица Новопетровская</w:t>
      </w:r>
    </w:p>
    <w:p w:rsidR="00063656" w:rsidRDefault="00063656" w:rsidP="00325AD4">
      <w:pPr>
        <w:jc w:val="center"/>
        <w:rPr>
          <w:b/>
        </w:rPr>
      </w:pPr>
    </w:p>
    <w:p w:rsidR="00063656" w:rsidRDefault="00063656" w:rsidP="00325AD4">
      <w:pPr>
        <w:jc w:val="center"/>
        <w:rPr>
          <w:b/>
        </w:rPr>
      </w:pPr>
    </w:p>
    <w:p w:rsidR="00063656" w:rsidRDefault="00063656" w:rsidP="00325AD4">
      <w:pPr>
        <w:suppressAutoHyphens/>
        <w:jc w:val="center"/>
        <w:rPr>
          <w:b/>
        </w:rPr>
      </w:pPr>
      <w:r>
        <w:rPr>
          <w:b/>
        </w:rPr>
        <w:t>Об утверждении структуры администрации Новопетровского сельского поселения Павловского района</w:t>
      </w:r>
    </w:p>
    <w:p w:rsidR="00063656" w:rsidRDefault="00063656" w:rsidP="00325AD4">
      <w:pPr>
        <w:suppressAutoHyphens/>
        <w:rPr>
          <w:b/>
        </w:rPr>
      </w:pPr>
    </w:p>
    <w:p w:rsidR="00063656" w:rsidRDefault="00063656" w:rsidP="00325AD4">
      <w:pPr>
        <w:suppressAutoHyphens/>
        <w:jc w:val="both"/>
      </w:pPr>
    </w:p>
    <w:p w:rsidR="00063656" w:rsidRDefault="00063656" w:rsidP="00325AD4">
      <w:pPr>
        <w:suppressAutoHyphens/>
        <w:jc w:val="both"/>
      </w:pPr>
      <w:r>
        <w:tab/>
        <w:t>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Уставом Новопетровского сельского поселения Павловского района, Совет Новопетровского сельского поселения Павловского района р е ш и л:</w:t>
      </w:r>
    </w:p>
    <w:p w:rsidR="00063656" w:rsidRDefault="00063656" w:rsidP="00325AD4">
      <w:pPr>
        <w:suppressAutoHyphens/>
        <w:jc w:val="both"/>
      </w:pPr>
      <w:r>
        <w:tab/>
        <w:t>1.Утвердить структуру администрации Новопетровского сельского поселения Павловского района (приложение).</w:t>
      </w:r>
    </w:p>
    <w:p w:rsidR="00063656" w:rsidRDefault="00063656" w:rsidP="00325AD4">
      <w:pPr>
        <w:suppressAutoHyphens/>
        <w:jc w:val="both"/>
      </w:pPr>
      <w:r>
        <w:tab/>
        <w:t>2. Признать утратившим силу: решение Совета Новопетровского сельского поселения Павловского района от 18 мая  2017 года № 40/113 «Об утверждении структуры администрации  Новопетровского сельского поселения Павловского района».</w:t>
      </w:r>
    </w:p>
    <w:p w:rsidR="00063656" w:rsidRDefault="00063656" w:rsidP="00325AD4">
      <w:pPr>
        <w:suppressAutoHyphens/>
        <w:ind w:firstLine="700"/>
        <w:jc w:val="both"/>
      </w:pPr>
      <w:r>
        <w:t xml:space="preserve">3. Контроль за выполнением настоящего решения возложить на  комиссию совета  по вопросам местного самоуправления, миграции и     межнациональным отношениям ( В.А.Старикову). </w:t>
      </w:r>
    </w:p>
    <w:p w:rsidR="00063656" w:rsidRDefault="00063656" w:rsidP="00325AD4">
      <w:pPr>
        <w:suppressAutoHyphens/>
        <w:autoSpaceDE w:val="0"/>
        <w:autoSpaceDN w:val="0"/>
        <w:adjustRightInd w:val="0"/>
        <w:ind w:firstLine="708"/>
        <w:jc w:val="both"/>
      </w:pPr>
      <w:r>
        <w:t>4. Настоящее решение вступает в силу со дня его подписания.</w:t>
      </w:r>
    </w:p>
    <w:p w:rsidR="00063656" w:rsidRDefault="00063656" w:rsidP="00325AD4">
      <w:pPr>
        <w:autoSpaceDE w:val="0"/>
        <w:autoSpaceDN w:val="0"/>
        <w:adjustRightInd w:val="0"/>
        <w:ind w:firstLine="840"/>
        <w:jc w:val="both"/>
      </w:pPr>
    </w:p>
    <w:p w:rsidR="00063656" w:rsidRDefault="00063656" w:rsidP="00325AD4">
      <w:pPr>
        <w:autoSpaceDE w:val="0"/>
        <w:autoSpaceDN w:val="0"/>
        <w:adjustRightInd w:val="0"/>
        <w:ind w:firstLine="840"/>
        <w:jc w:val="both"/>
      </w:pPr>
    </w:p>
    <w:p w:rsidR="00063656" w:rsidRDefault="00063656" w:rsidP="00325AD4">
      <w:pPr>
        <w:autoSpaceDE w:val="0"/>
        <w:autoSpaceDN w:val="0"/>
        <w:adjustRightInd w:val="0"/>
        <w:jc w:val="both"/>
      </w:pPr>
      <w:r>
        <w:t xml:space="preserve">Глава Новопетровского сельского </w:t>
      </w:r>
    </w:p>
    <w:p w:rsidR="00063656" w:rsidRDefault="00063656" w:rsidP="00325AD4">
      <w:pPr>
        <w:autoSpaceDE w:val="0"/>
        <w:autoSpaceDN w:val="0"/>
        <w:adjustRightInd w:val="0"/>
        <w:jc w:val="both"/>
      </w:pPr>
      <w:r>
        <w:t xml:space="preserve">поселения Павловского района                                                   Е.А.Бессонов                   </w:t>
      </w:r>
    </w:p>
    <w:p w:rsidR="00063656" w:rsidRDefault="00063656" w:rsidP="00325AD4">
      <w:pPr>
        <w:autoSpaceDE w:val="0"/>
        <w:autoSpaceDN w:val="0"/>
        <w:adjustRightInd w:val="0"/>
        <w:jc w:val="both"/>
      </w:pPr>
    </w:p>
    <w:p w:rsidR="00063656" w:rsidRDefault="00063656" w:rsidP="00325AD4">
      <w:pPr>
        <w:autoSpaceDE w:val="0"/>
        <w:autoSpaceDN w:val="0"/>
        <w:adjustRightInd w:val="0"/>
        <w:jc w:val="both"/>
      </w:pPr>
    </w:p>
    <w:p w:rsidR="00063656" w:rsidRDefault="00063656" w:rsidP="00325AD4">
      <w:pPr>
        <w:autoSpaceDE w:val="0"/>
        <w:autoSpaceDN w:val="0"/>
        <w:adjustRightInd w:val="0"/>
        <w:jc w:val="both"/>
        <w:sectPr w:rsidR="00063656" w:rsidSect="00325AD4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063656" w:rsidRPr="00993FCB" w:rsidRDefault="00063656" w:rsidP="00B31FC8">
      <w:pPr>
        <w:ind w:left="10915" w:firstLine="6"/>
      </w:pPr>
      <w:r w:rsidRPr="00993FCB">
        <w:t>ПРИЛОЖЕНИЕ № 1</w:t>
      </w:r>
    </w:p>
    <w:p w:rsidR="00063656" w:rsidRDefault="00063656" w:rsidP="00B31FC8">
      <w:pPr>
        <w:ind w:left="10915" w:firstLine="6"/>
      </w:pPr>
      <w:r w:rsidRPr="00993FCB">
        <w:t>к решению Совета</w:t>
      </w:r>
      <w:r>
        <w:t xml:space="preserve"> </w:t>
      </w:r>
    </w:p>
    <w:p w:rsidR="00063656" w:rsidRPr="00993FCB" w:rsidRDefault="00063656" w:rsidP="00B31FC8">
      <w:pPr>
        <w:ind w:left="10915" w:firstLine="6"/>
      </w:pPr>
      <w:r>
        <w:t>Новопетровского</w:t>
      </w:r>
      <w:r w:rsidRPr="00993FCB">
        <w:t xml:space="preserve"> сельского поселения </w:t>
      </w:r>
    </w:p>
    <w:p w:rsidR="00063656" w:rsidRPr="00993FCB" w:rsidRDefault="00063656" w:rsidP="00B31FC8">
      <w:pPr>
        <w:ind w:left="10915" w:firstLine="6"/>
      </w:pPr>
      <w:r w:rsidRPr="00993FCB">
        <w:t>Павловск</w:t>
      </w:r>
      <w:r>
        <w:t>ого</w:t>
      </w:r>
      <w:r w:rsidRPr="00993FCB">
        <w:t xml:space="preserve"> район</w:t>
      </w:r>
      <w:r>
        <w:t>а</w:t>
      </w:r>
      <w:r w:rsidRPr="00993FCB">
        <w:t xml:space="preserve"> </w:t>
      </w:r>
    </w:p>
    <w:p w:rsidR="00063656" w:rsidRPr="00993FCB" w:rsidRDefault="00063656" w:rsidP="00B31FC8">
      <w:pPr>
        <w:ind w:left="10915" w:firstLine="6"/>
      </w:pPr>
      <w:r>
        <w:t>о</w:t>
      </w:r>
      <w:r w:rsidRPr="00993FCB">
        <w:t>т</w:t>
      </w:r>
      <w:r>
        <w:t xml:space="preserve"> 22.03.2019</w:t>
      </w:r>
      <w:bookmarkStart w:id="0" w:name="_GoBack"/>
      <w:bookmarkEnd w:id="0"/>
      <w:r>
        <w:t xml:space="preserve"> </w:t>
      </w:r>
      <w:r w:rsidRPr="00993FCB">
        <w:t>№</w:t>
      </w:r>
      <w:r>
        <w:t>68/187</w:t>
      </w:r>
    </w:p>
    <w:p w:rsidR="00063656" w:rsidRPr="00F53271" w:rsidRDefault="00063656" w:rsidP="00325AD4">
      <w:pPr>
        <w:jc w:val="center"/>
        <w:rPr>
          <w:sz w:val="20"/>
          <w:szCs w:val="20"/>
        </w:rPr>
      </w:pPr>
    </w:p>
    <w:p w:rsidR="00063656" w:rsidRDefault="00063656" w:rsidP="00325AD4">
      <w:pPr>
        <w:jc w:val="center"/>
        <w:rPr>
          <w:b/>
          <w:sz w:val="24"/>
          <w:szCs w:val="24"/>
        </w:rPr>
      </w:pPr>
    </w:p>
    <w:p w:rsidR="00063656" w:rsidRDefault="00063656" w:rsidP="00325AD4">
      <w:pPr>
        <w:jc w:val="center"/>
        <w:rPr>
          <w:b/>
          <w:sz w:val="24"/>
          <w:szCs w:val="24"/>
        </w:rPr>
      </w:pPr>
      <w:r w:rsidRPr="00920AD1">
        <w:rPr>
          <w:b/>
          <w:sz w:val="24"/>
          <w:szCs w:val="24"/>
        </w:rPr>
        <w:t xml:space="preserve">СТРУКТУРА АДМИНИСТРАЦИИ </w:t>
      </w:r>
      <w:r>
        <w:rPr>
          <w:b/>
          <w:sz w:val="24"/>
          <w:szCs w:val="24"/>
        </w:rPr>
        <w:t>НОВОПЕТРОВСКОГО СЕЛЬСКОГО ПОСЕЛЕНИЯ ПАВЛОВСКОГО</w:t>
      </w:r>
      <w:r w:rsidRPr="00920AD1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>А</w:t>
      </w:r>
    </w:p>
    <w:p w:rsidR="00063656" w:rsidRDefault="00063656" w:rsidP="00325AD4">
      <w:pPr>
        <w:jc w:val="center"/>
        <w:rPr>
          <w:b/>
          <w:sz w:val="24"/>
          <w:szCs w:val="24"/>
        </w:rPr>
      </w:pPr>
    </w:p>
    <w:p w:rsidR="00063656" w:rsidRDefault="00063656" w:rsidP="00325AD4">
      <w:pPr>
        <w:jc w:val="center"/>
        <w:rPr>
          <w:b/>
          <w:sz w:val="16"/>
          <w:szCs w:val="1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9" o:spid="_x0000_s1026" type="#_x0000_t202" style="position:absolute;left:0;text-align:left;margin-left:266.5pt;margin-top:2.25pt;width:248.6pt;height:47.8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">
            <v:textbox>
              <w:txbxContent>
                <w:p w:rsidR="00063656" w:rsidRPr="00993FCB" w:rsidRDefault="00063656" w:rsidP="00325AD4">
                  <w:pPr>
                    <w:jc w:val="center"/>
                    <w:rPr>
                      <w:sz w:val="24"/>
                      <w:szCs w:val="24"/>
                    </w:rPr>
                  </w:pPr>
                  <w:r w:rsidRPr="00993FCB">
                    <w:rPr>
                      <w:sz w:val="24"/>
                      <w:szCs w:val="24"/>
                    </w:rPr>
                    <w:t>Глава</w:t>
                  </w:r>
                </w:p>
                <w:p w:rsidR="00063656" w:rsidRPr="00993FCB" w:rsidRDefault="00063656" w:rsidP="00325AD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Новопетровского</w:t>
                  </w:r>
                  <w:r w:rsidRPr="00993FCB">
                    <w:rPr>
                      <w:sz w:val="24"/>
                      <w:szCs w:val="24"/>
                    </w:rPr>
                    <w:t xml:space="preserve"> сельского поселения </w:t>
                  </w:r>
                </w:p>
                <w:p w:rsidR="00063656" w:rsidRPr="00993FCB" w:rsidRDefault="00063656" w:rsidP="00325AD4">
                  <w:pPr>
                    <w:jc w:val="center"/>
                    <w:rPr>
                      <w:sz w:val="24"/>
                      <w:szCs w:val="24"/>
                    </w:rPr>
                  </w:pPr>
                  <w:r w:rsidRPr="00993FCB">
                    <w:rPr>
                      <w:sz w:val="24"/>
                      <w:szCs w:val="24"/>
                    </w:rPr>
                    <w:t>Павловского района</w:t>
                  </w:r>
                </w:p>
              </w:txbxContent>
            </v:textbox>
          </v:shape>
        </w:pict>
      </w:r>
    </w:p>
    <w:p w:rsidR="00063656" w:rsidRDefault="00063656" w:rsidP="00325AD4">
      <w:pPr>
        <w:jc w:val="center"/>
        <w:rPr>
          <w:b/>
          <w:sz w:val="16"/>
          <w:szCs w:val="16"/>
        </w:rPr>
      </w:pPr>
    </w:p>
    <w:p w:rsidR="00063656" w:rsidRPr="00BB066D" w:rsidRDefault="00063656" w:rsidP="00325AD4">
      <w:pPr>
        <w:jc w:val="center"/>
        <w:rPr>
          <w:b/>
          <w:sz w:val="16"/>
          <w:szCs w:val="16"/>
        </w:rPr>
      </w:pPr>
      <w:r>
        <w:rPr>
          <w:noProof/>
        </w:rPr>
        <w:pict>
          <v:line id="Прямая соединительная линия 8" o:spid="_x0000_s1027" style="position:absolute;left:0;text-align:left;z-index:251657728;visibility:visible" from="523.55pt,1.6pt" to="523.5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"/>
        </w:pict>
      </w:r>
      <w:r>
        <w:rPr>
          <w:noProof/>
        </w:rPr>
        <w:pict>
          <v:line id="Прямая соединительная линия 7" o:spid="_x0000_s1028" style="position:absolute;left:0;text-align:left;z-index:251659776;visibility:visible" from="254.6pt,1.6pt" to="254.6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"/>
        </w:pict>
      </w:r>
      <w:r>
        <w:rPr>
          <w:noProof/>
        </w:rPr>
        <w:pict>
          <v:line id="Прямая соединительная линия 6" o:spid="_x0000_s1029" style="position:absolute;left:0;text-align:left;flip:x;z-index:251658752;visibility:visible" from="516.1pt,1.6pt" to="523.5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"/>
        </w:pict>
      </w:r>
      <w:r>
        <w:rPr>
          <w:noProof/>
        </w:rPr>
        <w:pict>
          <v:line id="Прямая соединительная линия 5" o:spid="_x0000_s1030" style="position:absolute;left:0;text-align:left;z-index:251660800;visibility:visible" from="254.6pt,1.6pt" to="267.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"/>
        </w:pict>
      </w:r>
    </w:p>
    <w:p w:rsidR="00063656" w:rsidRDefault="00063656" w:rsidP="00325AD4">
      <w:pPr>
        <w:jc w:val="center"/>
        <w:rPr>
          <w:b/>
        </w:rPr>
      </w:pPr>
      <w:r>
        <w:rPr>
          <w:noProof/>
        </w:rPr>
        <w:pict>
          <v:line id="Прямая соединительная линия 4" o:spid="_x0000_s1031" style="position:absolute;left:0;text-align:left;z-index:251661824;visibility:visible" from="303pt,425.55pt" to="303pt,4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"/>
        </w:pict>
      </w:r>
      <w:r>
        <w:rPr>
          <w:noProof/>
        </w:rPr>
        <w:pict>
          <v:line id="Прямая соединительная линия 3" o:spid="_x0000_s1032" style="position:absolute;left:0;text-align:left;z-index:251656704;visibility:visible" from="488.45pt,188.55pt" to="488.45pt,1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" strokecolor="#4579b8"/>
        </w:pict>
      </w:r>
    </w:p>
    <w:p w:rsidR="00063656" w:rsidRPr="00122C79" w:rsidRDefault="00063656" w:rsidP="00325AD4"/>
    <w:p w:rsidR="00063656" w:rsidRPr="00122C79" w:rsidRDefault="00063656" w:rsidP="00325AD4"/>
    <w:p w:rsidR="00063656" w:rsidRPr="00122C79" w:rsidRDefault="00063656" w:rsidP="00325AD4"/>
    <w:p w:rsidR="00063656" w:rsidRPr="00122C79" w:rsidRDefault="00063656" w:rsidP="00325AD4"/>
    <w:p w:rsidR="00063656" w:rsidRPr="00122C79" w:rsidRDefault="00063656" w:rsidP="00325AD4"/>
    <w:p w:rsidR="00063656" w:rsidRDefault="00063656" w:rsidP="00325AD4"/>
    <w:p w:rsidR="00063656" w:rsidRDefault="00063656" w:rsidP="00325AD4"/>
    <w:p w:rsidR="00063656" w:rsidRDefault="00063656" w:rsidP="00325AD4"/>
    <w:p w:rsidR="00063656" w:rsidRDefault="00063656" w:rsidP="00325AD4">
      <w:r>
        <w:rPr>
          <w:noProof/>
        </w:rPr>
        <w:pict>
          <v:shape id="Надпись 2" o:spid="_x0000_s1033" type="#_x0000_t202" style="position:absolute;margin-left:439.55pt;margin-top:7.8pt;width:209.3pt;height:54.7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">
            <v:textbox>
              <w:txbxContent>
                <w:p w:rsidR="00063656" w:rsidRPr="00993FCB" w:rsidRDefault="00063656" w:rsidP="00325AD4">
                  <w:pPr>
                    <w:jc w:val="center"/>
                    <w:rPr>
                      <w:sz w:val="24"/>
                      <w:szCs w:val="24"/>
                    </w:rPr>
                  </w:pPr>
                  <w:r w:rsidRPr="00993FCB">
                    <w:rPr>
                      <w:sz w:val="24"/>
                      <w:szCs w:val="24"/>
                    </w:rPr>
                    <w:t xml:space="preserve">Не муниципальные служащие </w:t>
                  </w:r>
                </w:p>
                <w:p w:rsidR="00063656" w:rsidRPr="00993FCB" w:rsidRDefault="00063656" w:rsidP="00325AD4">
                  <w:pPr>
                    <w:jc w:val="center"/>
                    <w:rPr>
                      <w:sz w:val="24"/>
                      <w:szCs w:val="24"/>
                    </w:rPr>
                  </w:pPr>
                  <w:r w:rsidRPr="00993FCB">
                    <w:rPr>
                      <w:sz w:val="24"/>
                      <w:szCs w:val="24"/>
                    </w:rPr>
                    <w:t xml:space="preserve">администрации </w:t>
                  </w:r>
                  <w:r>
                    <w:rPr>
                      <w:sz w:val="24"/>
                      <w:szCs w:val="24"/>
                    </w:rPr>
                    <w:t>Новопетровского</w:t>
                  </w:r>
                  <w:r w:rsidRPr="00993FCB">
                    <w:rPr>
                      <w:sz w:val="24"/>
                      <w:szCs w:val="24"/>
                    </w:rPr>
                    <w:t xml:space="preserve"> сельского поселения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19" o:spid="_x0000_s1034" type="#_x0000_t202" style="position:absolute;margin-left:162.8pt;margin-top:7.8pt;width:173.6pt;height:54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">
            <v:textbox>
              <w:txbxContent>
                <w:p w:rsidR="00063656" w:rsidRPr="00993FCB" w:rsidRDefault="00063656" w:rsidP="00325AD4">
                  <w:pPr>
                    <w:jc w:val="center"/>
                    <w:rPr>
                      <w:sz w:val="24"/>
                      <w:szCs w:val="24"/>
                    </w:rPr>
                  </w:pPr>
                  <w:r w:rsidRPr="00993FCB">
                    <w:rPr>
                      <w:sz w:val="24"/>
                      <w:szCs w:val="24"/>
                    </w:rPr>
                    <w:t xml:space="preserve">Муниципальные служащие администрации </w:t>
                  </w:r>
                  <w:r>
                    <w:rPr>
                      <w:sz w:val="24"/>
                      <w:szCs w:val="24"/>
                    </w:rPr>
                    <w:t>Новопетровского</w:t>
                  </w:r>
                  <w:r w:rsidRPr="00993FCB">
                    <w:rPr>
                      <w:sz w:val="24"/>
                      <w:szCs w:val="24"/>
                    </w:rPr>
                    <w:t xml:space="preserve"> сельского</w:t>
                  </w:r>
                </w:p>
                <w:p w:rsidR="00063656" w:rsidRPr="00993FCB" w:rsidRDefault="00063656" w:rsidP="00325AD4">
                  <w:pPr>
                    <w:jc w:val="center"/>
                    <w:rPr>
                      <w:sz w:val="24"/>
                      <w:szCs w:val="24"/>
                    </w:rPr>
                  </w:pPr>
                  <w:r w:rsidRPr="00993FCB">
                    <w:rPr>
                      <w:sz w:val="24"/>
                      <w:szCs w:val="24"/>
                    </w:rPr>
                    <w:t>поселения</w:t>
                  </w:r>
                </w:p>
              </w:txbxContent>
            </v:textbox>
          </v:shape>
        </w:pict>
      </w:r>
    </w:p>
    <w:p w:rsidR="00063656" w:rsidRDefault="00063656" w:rsidP="00325AD4"/>
    <w:p w:rsidR="00063656" w:rsidRDefault="00063656" w:rsidP="00325AD4"/>
    <w:p w:rsidR="00063656" w:rsidRDefault="00063656" w:rsidP="00325AD4">
      <w:pPr>
        <w:ind w:firstLine="993"/>
      </w:pPr>
    </w:p>
    <w:p w:rsidR="00063656" w:rsidRDefault="00063656" w:rsidP="00325AD4">
      <w:pPr>
        <w:ind w:firstLine="993"/>
      </w:pPr>
    </w:p>
    <w:p w:rsidR="00063656" w:rsidRDefault="00063656" w:rsidP="00325AD4">
      <w:pPr>
        <w:ind w:firstLine="993"/>
      </w:pPr>
    </w:p>
    <w:p w:rsidR="00063656" w:rsidRDefault="00063656" w:rsidP="00325AD4">
      <w:pPr>
        <w:ind w:firstLine="993"/>
      </w:pPr>
    </w:p>
    <w:p w:rsidR="00063656" w:rsidRDefault="00063656" w:rsidP="00325AD4">
      <w:pPr>
        <w:ind w:firstLine="993"/>
      </w:pPr>
      <w:r>
        <w:t xml:space="preserve">Глава Новопетровского сельского </w:t>
      </w:r>
    </w:p>
    <w:p w:rsidR="00063656" w:rsidRDefault="00063656" w:rsidP="00FA7237">
      <w:pPr>
        <w:ind w:firstLine="993"/>
      </w:pPr>
      <w:r>
        <w:t>поселения  Павловского района                                                                                                                      Е.А.Бессонов</w:t>
      </w:r>
    </w:p>
    <w:p w:rsidR="00063656" w:rsidRDefault="00063656" w:rsidP="00325AD4">
      <w:pPr>
        <w:jc w:val="center"/>
      </w:pPr>
    </w:p>
    <w:p w:rsidR="00063656" w:rsidRDefault="00063656" w:rsidP="00325AD4">
      <w:pPr>
        <w:jc w:val="center"/>
      </w:pPr>
    </w:p>
    <w:p w:rsidR="00063656" w:rsidRDefault="00063656"/>
    <w:sectPr w:rsidR="00063656" w:rsidSect="00325AD4">
      <w:pgSz w:w="16838" w:h="11906" w:orient="landscape"/>
      <w:pgMar w:top="567" w:right="1134" w:bottom="170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173"/>
    <w:rsid w:val="00063656"/>
    <w:rsid w:val="00083F6E"/>
    <w:rsid w:val="00122C79"/>
    <w:rsid w:val="001A565A"/>
    <w:rsid w:val="00306064"/>
    <w:rsid w:val="00325AD4"/>
    <w:rsid w:val="00437BF3"/>
    <w:rsid w:val="004D1319"/>
    <w:rsid w:val="005F1817"/>
    <w:rsid w:val="006F5278"/>
    <w:rsid w:val="00712128"/>
    <w:rsid w:val="00796B8F"/>
    <w:rsid w:val="00815772"/>
    <w:rsid w:val="00906279"/>
    <w:rsid w:val="00920AD1"/>
    <w:rsid w:val="00993FCB"/>
    <w:rsid w:val="009E3DC6"/>
    <w:rsid w:val="00AD3BFF"/>
    <w:rsid w:val="00B31FC8"/>
    <w:rsid w:val="00B62173"/>
    <w:rsid w:val="00BB066D"/>
    <w:rsid w:val="00DB5EF3"/>
    <w:rsid w:val="00E40A77"/>
    <w:rsid w:val="00F058A3"/>
    <w:rsid w:val="00F45C10"/>
    <w:rsid w:val="00F53271"/>
    <w:rsid w:val="00FA7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AD4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5AD4"/>
    <w:pPr>
      <w:keepNext/>
      <w:jc w:val="center"/>
      <w:outlineLvl w:val="0"/>
    </w:pPr>
    <w:rPr>
      <w:b/>
      <w:bCs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5AD4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25A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5AD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3</Pages>
  <Words>259</Words>
  <Characters>1479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</dc:creator>
  <cp:keywords/>
  <dc:description/>
  <cp:lastModifiedBy>1</cp:lastModifiedBy>
  <cp:revision>5</cp:revision>
  <cp:lastPrinted>2019-03-28T13:06:00Z</cp:lastPrinted>
  <dcterms:created xsi:type="dcterms:W3CDTF">2019-03-28T08:28:00Z</dcterms:created>
  <dcterms:modified xsi:type="dcterms:W3CDTF">2019-03-28T13:10:00Z</dcterms:modified>
</cp:coreProperties>
</file>