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D2" w:rsidRDefault="004A75D2" w:rsidP="00DE209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4A75D2" w:rsidRDefault="004A75D2" w:rsidP="00DE209C">
      <w:pPr>
        <w:ind w:firstLine="709"/>
        <w:jc w:val="right"/>
        <w:rPr>
          <w:rStyle w:val="highlight"/>
          <w:sz w:val="28"/>
          <w:szCs w:val="28"/>
        </w:rPr>
      </w:pPr>
      <w:r>
        <w:rPr>
          <w:sz w:val="28"/>
          <w:szCs w:val="28"/>
        </w:rPr>
        <w:t xml:space="preserve">к положению о </w:t>
      </w:r>
      <w:r>
        <w:rPr>
          <w:rStyle w:val="highlight"/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оказания</w:t>
      </w:r>
    </w:p>
    <w:p w:rsidR="004A75D2" w:rsidRDefault="004A75D2" w:rsidP="00DE209C">
      <w:pPr>
        <w:ind w:firstLine="709"/>
        <w:jc w:val="right"/>
        <w:rPr>
          <w:rStyle w:val="highlight"/>
          <w:sz w:val="28"/>
          <w:szCs w:val="28"/>
        </w:rPr>
      </w:pPr>
      <w:r>
        <w:rPr>
          <w:rStyle w:val="highlight"/>
          <w:sz w:val="28"/>
          <w:szCs w:val="28"/>
        </w:rPr>
        <w:t>поддержки субъектам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малого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и</w:t>
      </w:r>
    </w:p>
    <w:p w:rsidR="004A75D2" w:rsidRDefault="004A75D2" w:rsidP="00DE209C">
      <w:pPr>
        <w:ind w:firstLine="709"/>
        <w:jc w:val="right"/>
        <w:rPr>
          <w:sz w:val="28"/>
          <w:szCs w:val="28"/>
        </w:rPr>
      </w:pPr>
      <w:r>
        <w:rPr>
          <w:rStyle w:val="highlight"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 xml:space="preserve">предпринимательства </w:t>
      </w:r>
      <w:r>
        <w:rPr>
          <w:sz w:val="28"/>
          <w:szCs w:val="28"/>
        </w:rPr>
        <w:t>на</w:t>
      </w:r>
    </w:p>
    <w:p w:rsidR="004A75D2" w:rsidRDefault="004A75D2" w:rsidP="00DE209C">
      <w:pPr>
        <w:jc w:val="right"/>
        <w:rPr>
          <w:sz w:val="28"/>
          <w:szCs w:val="28"/>
        </w:rPr>
      </w:pPr>
      <w:r>
        <w:rPr>
          <w:sz w:val="28"/>
          <w:szCs w:val="28"/>
        </w:rPr>
        <w:t>территории Новопетровского сельского</w:t>
      </w:r>
    </w:p>
    <w:p w:rsidR="004A75D2" w:rsidRDefault="004A75D2" w:rsidP="00DE209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поселения Павловского района</w:t>
      </w:r>
    </w:p>
    <w:p w:rsidR="004A75D2" w:rsidRDefault="004A75D2" w:rsidP="00DE209C">
      <w:pPr>
        <w:pStyle w:val="western"/>
        <w:spacing w:before="0" w:after="0"/>
        <w:ind w:firstLine="547"/>
        <w:rPr>
          <w:rFonts w:ascii="Times New Roman" w:hAnsi="Times New Roman"/>
          <w:bCs/>
          <w:sz w:val="28"/>
          <w:szCs w:val="28"/>
        </w:rPr>
      </w:pPr>
      <w:bookmarkStart w:id="0" w:name="RANGE!A1"/>
      <w:bookmarkEnd w:id="0"/>
    </w:p>
    <w:p w:rsidR="004A75D2" w:rsidRDefault="004A75D2" w:rsidP="00DE209C">
      <w:pPr>
        <w:pStyle w:val="western"/>
        <w:spacing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Реестр субъектов малого и среднего предпринимательства, образующих инфраструктуру поддержки субъектов малого и среднего предпринимательства - получателей муниципальной поддержки на территории Новопетровского сельского поселения Павловского района</w:t>
      </w:r>
    </w:p>
    <w:p w:rsidR="004A75D2" w:rsidRDefault="004A75D2" w:rsidP="00DE209C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93"/>
        <w:gridCol w:w="992"/>
        <w:gridCol w:w="1843"/>
        <w:gridCol w:w="2836"/>
        <w:gridCol w:w="1841"/>
        <w:gridCol w:w="1133"/>
        <w:gridCol w:w="677"/>
        <w:gridCol w:w="937"/>
        <w:gridCol w:w="850"/>
        <w:gridCol w:w="992"/>
        <w:gridCol w:w="1620"/>
      </w:tblGrid>
      <w:tr w:rsidR="004A75D2" w:rsidTr="00441121">
        <w:trPr>
          <w:trHeight w:val="55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Номер реестровой записи и дата включения сведений в реестр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 для включения (исключения) сведения в реестр</w:t>
            </w:r>
          </w:p>
        </w:tc>
        <w:tc>
          <w:tcPr>
            <w:tcW w:w="7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3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предоставленной поддержке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Информация о нарушении порядка и условий предоставления поддержки (если имеется), в т.ч. о нецелевом использовании средств</w:t>
            </w:r>
          </w:p>
        </w:tc>
      </w:tr>
      <w:tr w:rsidR="004A75D2" w:rsidTr="00441121">
        <w:trPr>
          <w:trHeight w:val="1989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юридического лица или фамилия, имя и отчество (если имеется) индивидуального предпринимателя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- получателя поддержки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Основной гос. рег. номер записи о гос. регистрации юридического лица (ОГРН) или индивидуального предпринимателя (ОГРНИП)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поддержки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поддержки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Размер поддержки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оказания поддержки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A75D2" w:rsidTr="00441121">
        <w:trPr>
          <w:trHeight w:val="141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</w:tr>
      <w:tr w:rsidR="004A75D2" w:rsidTr="00441121">
        <w:trPr>
          <w:trHeight w:val="300"/>
        </w:trPr>
        <w:tc>
          <w:tcPr>
            <w:tcW w:w="14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A75D2" w:rsidTr="00441121">
        <w:trPr>
          <w:trHeight w:val="2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4A75D2" w:rsidTr="00441121">
        <w:trPr>
          <w:trHeight w:val="2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75D2" w:rsidRDefault="004A75D2" w:rsidP="00441121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4A75D2" w:rsidRDefault="004A75D2" w:rsidP="00DE209C">
      <w:pPr>
        <w:pStyle w:val="western"/>
        <w:spacing w:before="0" w:after="0"/>
        <w:ind w:firstLine="547"/>
      </w:pPr>
    </w:p>
    <w:p w:rsidR="004A75D2" w:rsidRDefault="004A75D2" w:rsidP="00DE209C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</w:t>
      </w:r>
    </w:p>
    <w:p w:rsidR="004A75D2" w:rsidRPr="00C25747" w:rsidRDefault="004A75D2" w:rsidP="00C25747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25747">
        <w:rPr>
          <w:rFonts w:ascii="Times New Roman" w:hAnsi="Times New Roman" w:cs="Times New Roman"/>
          <w:sz w:val="28"/>
          <w:szCs w:val="28"/>
        </w:rPr>
        <w:t xml:space="preserve">Телефон </w:t>
      </w:r>
    </w:p>
    <w:p w:rsidR="004A75D2" w:rsidRDefault="004A75D2" w:rsidP="00C25747">
      <w:pPr>
        <w:pStyle w:val="western"/>
        <w:spacing w:before="0" w:after="0"/>
        <w:ind w:firstLine="0"/>
      </w:pPr>
      <w:r w:rsidRPr="00C25747">
        <w:rPr>
          <w:rFonts w:ascii="Times New Roman" w:hAnsi="Times New Roman" w:cs="Times New Roman"/>
          <w:sz w:val="28"/>
          <w:szCs w:val="28"/>
        </w:rPr>
        <w:t>Специалист 1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5D2" w:rsidRDefault="004A75D2" w:rsidP="00DE209C">
      <w:pPr>
        <w:pStyle w:val="consplusnormal"/>
        <w:tabs>
          <w:tab w:val="left" w:pos="851"/>
        </w:tabs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>администрации Новопетровского</w:t>
      </w:r>
    </w:p>
    <w:p w:rsidR="004A75D2" w:rsidRDefault="004A75D2" w:rsidP="00DE209C">
      <w:pPr>
        <w:pStyle w:val="consplusnormal"/>
        <w:tabs>
          <w:tab w:val="left" w:pos="851"/>
        </w:tabs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                                                                   Т.Б. Панченко        </w:t>
      </w:r>
    </w:p>
    <w:p w:rsidR="004A75D2" w:rsidRDefault="004A75D2" w:rsidP="00DE209C">
      <w:pPr>
        <w:pStyle w:val="consplusnormal"/>
        <w:tabs>
          <w:tab w:val="left" w:pos="851"/>
        </w:tabs>
        <w:spacing w:before="0" w:after="0"/>
        <w:ind w:firstLine="0"/>
        <w:rPr>
          <w:sz w:val="28"/>
          <w:szCs w:val="28"/>
        </w:rPr>
        <w:sectPr w:rsidR="004A75D2">
          <w:pgSz w:w="16838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A75D2" w:rsidRDefault="004A75D2"/>
    <w:sectPr w:rsidR="004A75D2" w:rsidSect="00DE20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09C"/>
    <w:rsid w:val="000002F2"/>
    <w:rsid w:val="000004F1"/>
    <w:rsid w:val="00002994"/>
    <w:rsid w:val="00003094"/>
    <w:rsid w:val="00003BC0"/>
    <w:rsid w:val="000046FA"/>
    <w:rsid w:val="00004950"/>
    <w:rsid w:val="000054F5"/>
    <w:rsid w:val="000067BE"/>
    <w:rsid w:val="000104F7"/>
    <w:rsid w:val="00010B49"/>
    <w:rsid w:val="000113BF"/>
    <w:rsid w:val="00011B83"/>
    <w:rsid w:val="00011DAD"/>
    <w:rsid w:val="000159D1"/>
    <w:rsid w:val="00016F58"/>
    <w:rsid w:val="00020884"/>
    <w:rsid w:val="000215FA"/>
    <w:rsid w:val="000220CB"/>
    <w:rsid w:val="00022A33"/>
    <w:rsid w:val="00022EA5"/>
    <w:rsid w:val="000249F6"/>
    <w:rsid w:val="00024E2E"/>
    <w:rsid w:val="00024EF2"/>
    <w:rsid w:val="00026341"/>
    <w:rsid w:val="00026465"/>
    <w:rsid w:val="00027127"/>
    <w:rsid w:val="000271DB"/>
    <w:rsid w:val="0002725F"/>
    <w:rsid w:val="0003010D"/>
    <w:rsid w:val="000301FE"/>
    <w:rsid w:val="00030CF7"/>
    <w:rsid w:val="00031A5A"/>
    <w:rsid w:val="00031F46"/>
    <w:rsid w:val="0003222D"/>
    <w:rsid w:val="00034164"/>
    <w:rsid w:val="00034E81"/>
    <w:rsid w:val="000362BE"/>
    <w:rsid w:val="0003742D"/>
    <w:rsid w:val="00040A99"/>
    <w:rsid w:val="00040E33"/>
    <w:rsid w:val="00042F5B"/>
    <w:rsid w:val="00043D83"/>
    <w:rsid w:val="0004487F"/>
    <w:rsid w:val="00046E35"/>
    <w:rsid w:val="00047469"/>
    <w:rsid w:val="00047EB0"/>
    <w:rsid w:val="00051F91"/>
    <w:rsid w:val="00052248"/>
    <w:rsid w:val="00052A0D"/>
    <w:rsid w:val="0005411C"/>
    <w:rsid w:val="00054614"/>
    <w:rsid w:val="000548DA"/>
    <w:rsid w:val="000549F1"/>
    <w:rsid w:val="000567C6"/>
    <w:rsid w:val="0005712B"/>
    <w:rsid w:val="000576AD"/>
    <w:rsid w:val="00057F35"/>
    <w:rsid w:val="00061344"/>
    <w:rsid w:val="00063945"/>
    <w:rsid w:val="000648B8"/>
    <w:rsid w:val="0006499D"/>
    <w:rsid w:val="0006547C"/>
    <w:rsid w:val="0006556F"/>
    <w:rsid w:val="0006588F"/>
    <w:rsid w:val="00065B54"/>
    <w:rsid w:val="00065D78"/>
    <w:rsid w:val="00066197"/>
    <w:rsid w:val="00066741"/>
    <w:rsid w:val="00066CE2"/>
    <w:rsid w:val="000679CB"/>
    <w:rsid w:val="00070283"/>
    <w:rsid w:val="00070769"/>
    <w:rsid w:val="00071202"/>
    <w:rsid w:val="00071624"/>
    <w:rsid w:val="00071A82"/>
    <w:rsid w:val="00071B21"/>
    <w:rsid w:val="000741CB"/>
    <w:rsid w:val="000742FE"/>
    <w:rsid w:val="00074747"/>
    <w:rsid w:val="00074997"/>
    <w:rsid w:val="0007573E"/>
    <w:rsid w:val="00076644"/>
    <w:rsid w:val="00076652"/>
    <w:rsid w:val="00077F56"/>
    <w:rsid w:val="00077FF0"/>
    <w:rsid w:val="0008004F"/>
    <w:rsid w:val="000807EF"/>
    <w:rsid w:val="000818B8"/>
    <w:rsid w:val="00082921"/>
    <w:rsid w:val="00082A18"/>
    <w:rsid w:val="00083160"/>
    <w:rsid w:val="00084745"/>
    <w:rsid w:val="0008493B"/>
    <w:rsid w:val="00084D06"/>
    <w:rsid w:val="00085266"/>
    <w:rsid w:val="00085892"/>
    <w:rsid w:val="00085B42"/>
    <w:rsid w:val="00086541"/>
    <w:rsid w:val="000865B2"/>
    <w:rsid w:val="0008666C"/>
    <w:rsid w:val="000879A6"/>
    <w:rsid w:val="00090301"/>
    <w:rsid w:val="000905C1"/>
    <w:rsid w:val="000924DB"/>
    <w:rsid w:val="000925B9"/>
    <w:rsid w:val="0009359C"/>
    <w:rsid w:val="00093CC0"/>
    <w:rsid w:val="00093D0D"/>
    <w:rsid w:val="000943B3"/>
    <w:rsid w:val="00094684"/>
    <w:rsid w:val="000972B3"/>
    <w:rsid w:val="00097596"/>
    <w:rsid w:val="000A00F5"/>
    <w:rsid w:val="000A08BF"/>
    <w:rsid w:val="000A0F32"/>
    <w:rsid w:val="000A1241"/>
    <w:rsid w:val="000A186A"/>
    <w:rsid w:val="000A2CCA"/>
    <w:rsid w:val="000A2D90"/>
    <w:rsid w:val="000A3A6B"/>
    <w:rsid w:val="000A4C13"/>
    <w:rsid w:val="000A5459"/>
    <w:rsid w:val="000A5510"/>
    <w:rsid w:val="000A581F"/>
    <w:rsid w:val="000A5958"/>
    <w:rsid w:val="000A6101"/>
    <w:rsid w:val="000A62E8"/>
    <w:rsid w:val="000A784B"/>
    <w:rsid w:val="000B078A"/>
    <w:rsid w:val="000B0D10"/>
    <w:rsid w:val="000B108D"/>
    <w:rsid w:val="000B1E45"/>
    <w:rsid w:val="000B2BB6"/>
    <w:rsid w:val="000B3332"/>
    <w:rsid w:val="000B4396"/>
    <w:rsid w:val="000B4680"/>
    <w:rsid w:val="000B4AAE"/>
    <w:rsid w:val="000B4D95"/>
    <w:rsid w:val="000B578E"/>
    <w:rsid w:val="000B6F2E"/>
    <w:rsid w:val="000C10F8"/>
    <w:rsid w:val="000C1C2E"/>
    <w:rsid w:val="000C1F0E"/>
    <w:rsid w:val="000C2877"/>
    <w:rsid w:val="000C2DF2"/>
    <w:rsid w:val="000C382F"/>
    <w:rsid w:val="000C3950"/>
    <w:rsid w:val="000C4520"/>
    <w:rsid w:val="000C54B8"/>
    <w:rsid w:val="000C55C9"/>
    <w:rsid w:val="000C7039"/>
    <w:rsid w:val="000C7058"/>
    <w:rsid w:val="000D0CD5"/>
    <w:rsid w:val="000D39B0"/>
    <w:rsid w:val="000D39B5"/>
    <w:rsid w:val="000D400C"/>
    <w:rsid w:val="000D40E4"/>
    <w:rsid w:val="000D49C3"/>
    <w:rsid w:val="000D705E"/>
    <w:rsid w:val="000D7291"/>
    <w:rsid w:val="000E1390"/>
    <w:rsid w:val="000E1762"/>
    <w:rsid w:val="000E2A38"/>
    <w:rsid w:val="000E32B7"/>
    <w:rsid w:val="000E3FEE"/>
    <w:rsid w:val="000E58F4"/>
    <w:rsid w:val="000F0563"/>
    <w:rsid w:val="000F10A9"/>
    <w:rsid w:val="000F14D9"/>
    <w:rsid w:val="000F1CEF"/>
    <w:rsid w:val="000F2FBE"/>
    <w:rsid w:val="000F3836"/>
    <w:rsid w:val="000F394A"/>
    <w:rsid w:val="000F4196"/>
    <w:rsid w:val="000F4327"/>
    <w:rsid w:val="000F46D6"/>
    <w:rsid w:val="000F4ED3"/>
    <w:rsid w:val="000F516D"/>
    <w:rsid w:val="000F56EB"/>
    <w:rsid w:val="000F662B"/>
    <w:rsid w:val="000F72EA"/>
    <w:rsid w:val="000F79EA"/>
    <w:rsid w:val="0010005A"/>
    <w:rsid w:val="00100422"/>
    <w:rsid w:val="001007A0"/>
    <w:rsid w:val="00101020"/>
    <w:rsid w:val="00102658"/>
    <w:rsid w:val="00102B3D"/>
    <w:rsid w:val="00102D2C"/>
    <w:rsid w:val="0010316D"/>
    <w:rsid w:val="00105814"/>
    <w:rsid w:val="00105D73"/>
    <w:rsid w:val="00105E9F"/>
    <w:rsid w:val="0010744F"/>
    <w:rsid w:val="00107EB0"/>
    <w:rsid w:val="00110B56"/>
    <w:rsid w:val="00110EB6"/>
    <w:rsid w:val="0011140A"/>
    <w:rsid w:val="00112DE3"/>
    <w:rsid w:val="00113185"/>
    <w:rsid w:val="00113904"/>
    <w:rsid w:val="00114D42"/>
    <w:rsid w:val="00116AE0"/>
    <w:rsid w:val="00116E64"/>
    <w:rsid w:val="001170FE"/>
    <w:rsid w:val="00117D19"/>
    <w:rsid w:val="0012083F"/>
    <w:rsid w:val="00120FD8"/>
    <w:rsid w:val="00122D71"/>
    <w:rsid w:val="001231B3"/>
    <w:rsid w:val="00124176"/>
    <w:rsid w:val="00125555"/>
    <w:rsid w:val="001260FA"/>
    <w:rsid w:val="0012629E"/>
    <w:rsid w:val="00127CBE"/>
    <w:rsid w:val="00131518"/>
    <w:rsid w:val="001316D5"/>
    <w:rsid w:val="001317B0"/>
    <w:rsid w:val="001324D3"/>
    <w:rsid w:val="00133085"/>
    <w:rsid w:val="00133A78"/>
    <w:rsid w:val="00140DC7"/>
    <w:rsid w:val="00143204"/>
    <w:rsid w:val="00144316"/>
    <w:rsid w:val="001444A5"/>
    <w:rsid w:val="00144AE7"/>
    <w:rsid w:val="00144DD9"/>
    <w:rsid w:val="00147243"/>
    <w:rsid w:val="00150354"/>
    <w:rsid w:val="00150B24"/>
    <w:rsid w:val="001517DE"/>
    <w:rsid w:val="00151F24"/>
    <w:rsid w:val="00152F4B"/>
    <w:rsid w:val="00154A47"/>
    <w:rsid w:val="00154A7C"/>
    <w:rsid w:val="001572B9"/>
    <w:rsid w:val="00157BDA"/>
    <w:rsid w:val="00160784"/>
    <w:rsid w:val="001616D4"/>
    <w:rsid w:val="00161808"/>
    <w:rsid w:val="00161DDE"/>
    <w:rsid w:val="001625D6"/>
    <w:rsid w:val="001627C5"/>
    <w:rsid w:val="00162ABD"/>
    <w:rsid w:val="00162E3D"/>
    <w:rsid w:val="001631DC"/>
    <w:rsid w:val="00163DFF"/>
    <w:rsid w:val="0016578E"/>
    <w:rsid w:val="00165E13"/>
    <w:rsid w:val="00166A24"/>
    <w:rsid w:val="00170D98"/>
    <w:rsid w:val="00170EED"/>
    <w:rsid w:val="00171287"/>
    <w:rsid w:val="00171736"/>
    <w:rsid w:val="00171EEB"/>
    <w:rsid w:val="0017240D"/>
    <w:rsid w:val="00174C84"/>
    <w:rsid w:val="0017527A"/>
    <w:rsid w:val="00175662"/>
    <w:rsid w:val="001765DA"/>
    <w:rsid w:val="00176B07"/>
    <w:rsid w:val="0017744A"/>
    <w:rsid w:val="001811D3"/>
    <w:rsid w:val="00181A20"/>
    <w:rsid w:val="00182047"/>
    <w:rsid w:val="00183273"/>
    <w:rsid w:val="001838F4"/>
    <w:rsid w:val="0018393D"/>
    <w:rsid w:val="0018410C"/>
    <w:rsid w:val="00185F03"/>
    <w:rsid w:val="00186683"/>
    <w:rsid w:val="001875A4"/>
    <w:rsid w:val="001879DB"/>
    <w:rsid w:val="00187FEB"/>
    <w:rsid w:val="001902EE"/>
    <w:rsid w:val="0019050C"/>
    <w:rsid w:val="00190C17"/>
    <w:rsid w:val="001918E1"/>
    <w:rsid w:val="00191D24"/>
    <w:rsid w:val="00192053"/>
    <w:rsid w:val="001926EF"/>
    <w:rsid w:val="001929C2"/>
    <w:rsid w:val="001930A9"/>
    <w:rsid w:val="00193530"/>
    <w:rsid w:val="00193F7E"/>
    <w:rsid w:val="00195AA3"/>
    <w:rsid w:val="00196A7A"/>
    <w:rsid w:val="00196BBC"/>
    <w:rsid w:val="00196D7D"/>
    <w:rsid w:val="00197DCD"/>
    <w:rsid w:val="001A1191"/>
    <w:rsid w:val="001A18D2"/>
    <w:rsid w:val="001A1BC5"/>
    <w:rsid w:val="001A2997"/>
    <w:rsid w:val="001A3AED"/>
    <w:rsid w:val="001A4091"/>
    <w:rsid w:val="001A5E5B"/>
    <w:rsid w:val="001A60C1"/>
    <w:rsid w:val="001A68C6"/>
    <w:rsid w:val="001B00B7"/>
    <w:rsid w:val="001B098B"/>
    <w:rsid w:val="001B1587"/>
    <w:rsid w:val="001B2A6D"/>
    <w:rsid w:val="001B2CB2"/>
    <w:rsid w:val="001B36A3"/>
    <w:rsid w:val="001B3F36"/>
    <w:rsid w:val="001B68BB"/>
    <w:rsid w:val="001B6A55"/>
    <w:rsid w:val="001B6C21"/>
    <w:rsid w:val="001B7A63"/>
    <w:rsid w:val="001B7D9C"/>
    <w:rsid w:val="001C0531"/>
    <w:rsid w:val="001C0B3D"/>
    <w:rsid w:val="001C3573"/>
    <w:rsid w:val="001C397E"/>
    <w:rsid w:val="001C3B98"/>
    <w:rsid w:val="001C48F1"/>
    <w:rsid w:val="001C4907"/>
    <w:rsid w:val="001C4A83"/>
    <w:rsid w:val="001C5391"/>
    <w:rsid w:val="001C54A2"/>
    <w:rsid w:val="001C66D1"/>
    <w:rsid w:val="001C7002"/>
    <w:rsid w:val="001C7231"/>
    <w:rsid w:val="001C785D"/>
    <w:rsid w:val="001C79AF"/>
    <w:rsid w:val="001D05ED"/>
    <w:rsid w:val="001D062B"/>
    <w:rsid w:val="001D07D1"/>
    <w:rsid w:val="001D0E12"/>
    <w:rsid w:val="001D115F"/>
    <w:rsid w:val="001D1646"/>
    <w:rsid w:val="001D1E4F"/>
    <w:rsid w:val="001D20C9"/>
    <w:rsid w:val="001D2757"/>
    <w:rsid w:val="001D4E9E"/>
    <w:rsid w:val="001D5960"/>
    <w:rsid w:val="001D5C24"/>
    <w:rsid w:val="001D653A"/>
    <w:rsid w:val="001E00B0"/>
    <w:rsid w:val="001E00FC"/>
    <w:rsid w:val="001E0DE2"/>
    <w:rsid w:val="001E1B24"/>
    <w:rsid w:val="001E2659"/>
    <w:rsid w:val="001E34D3"/>
    <w:rsid w:val="001E45A7"/>
    <w:rsid w:val="001E6082"/>
    <w:rsid w:val="001E7C9E"/>
    <w:rsid w:val="001F2BC3"/>
    <w:rsid w:val="001F3207"/>
    <w:rsid w:val="001F4441"/>
    <w:rsid w:val="001F47B4"/>
    <w:rsid w:val="001F4CBE"/>
    <w:rsid w:val="001F4E53"/>
    <w:rsid w:val="001F4F82"/>
    <w:rsid w:val="001F5790"/>
    <w:rsid w:val="001F5A0F"/>
    <w:rsid w:val="001F5BD8"/>
    <w:rsid w:val="001F673B"/>
    <w:rsid w:val="001F74E6"/>
    <w:rsid w:val="0020058D"/>
    <w:rsid w:val="0020083E"/>
    <w:rsid w:val="00200F3A"/>
    <w:rsid w:val="00201B41"/>
    <w:rsid w:val="0020242C"/>
    <w:rsid w:val="00202B78"/>
    <w:rsid w:val="00203D6C"/>
    <w:rsid w:val="00204764"/>
    <w:rsid w:val="002049A4"/>
    <w:rsid w:val="002052D5"/>
    <w:rsid w:val="00206343"/>
    <w:rsid w:val="00206EF8"/>
    <w:rsid w:val="0021017B"/>
    <w:rsid w:val="0021068E"/>
    <w:rsid w:val="00210BF1"/>
    <w:rsid w:val="00211C73"/>
    <w:rsid w:val="002122D6"/>
    <w:rsid w:val="00212791"/>
    <w:rsid w:val="00214202"/>
    <w:rsid w:val="002151DA"/>
    <w:rsid w:val="002153D0"/>
    <w:rsid w:val="00216345"/>
    <w:rsid w:val="00216519"/>
    <w:rsid w:val="00216F7D"/>
    <w:rsid w:val="002176D8"/>
    <w:rsid w:val="0021779A"/>
    <w:rsid w:val="00217E92"/>
    <w:rsid w:val="00220558"/>
    <w:rsid w:val="00220C4C"/>
    <w:rsid w:val="00220D74"/>
    <w:rsid w:val="00220FD4"/>
    <w:rsid w:val="0022161A"/>
    <w:rsid w:val="00222811"/>
    <w:rsid w:val="00222F23"/>
    <w:rsid w:val="002236DA"/>
    <w:rsid w:val="002239DB"/>
    <w:rsid w:val="00226810"/>
    <w:rsid w:val="00226D5A"/>
    <w:rsid w:val="00227152"/>
    <w:rsid w:val="0022799D"/>
    <w:rsid w:val="00230B8A"/>
    <w:rsid w:val="00231E9F"/>
    <w:rsid w:val="002338A1"/>
    <w:rsid w:val="00234A66"/>
    <w:rsid w:val="00234FC2"/>
    <w:rsid w:val="0023542E"/>
    <w:rsid w:val="00236FEC"/>
    <w:rsid w:val="00241392"/>
    <w:rsid w:val="002417BA"/>
    <w:rsid w:val="0024195C"/>
    <w:rsid w:val="00242806"/>
    <w:rsid w:val="00242F36"/>
    <w:rsid w:val="002435B7"/>
    <w:rsid w:val="0024374A"/>
    <w:rsid w:val="00243F71"/>
    <w:rsid w:val="00251303"/>
    <w:rsid w:val="0025204D"/>
    <w:rsid w:val="00252AA3"/>
    <w:rsid w:val="00252E34"/>
    <w:rsid w:val="0025316D"/>
    <w:rsid w:val="00253912"/>
    <w:rsid w:val="00253F2B"/>
    <w:rsid w:val="00254480"/>
    <w:rsid w:val="002546FE"/>
    <w:rsid w:val="002567DE"/>
    <w:rsid w:val="002570DE"/>
    <w:rsid w:val="00257E03"/>
    <w:rsid w:val="00257FB4"/>
    <w:rsid w:val="0026034D"/>
    <w:rsid w:val="00260A86"/>
    <w:rsid w:val="00261E8E"/>
    <w:rsid w:val="002624AA"/>
    <w:rsid w:val="002628D4"/>
    <w:rsid w:val="0026360E"/>
    <w:rsid w:val="002649FF"/>
    <w:rsid w:val="002654E5"/>
    <w:rsid w:val="00265D4F"/>
    <w:rsid w:val="00265E42"/>
    <w:rsid w:val="0026614B"/>
    <w:rsid w:val="00266E52"/>
    <w:rsid w:val="0027051C"/>
    <w:rsid w:val="00270636"/>
    <w:rsid w:val="00270876"/>
    <w:rsid w:val="00270A35"/>
    <w:rsid w:val="00271853"/>
    <w:rsid w:val="0027376A"/>
    <w:rsid w:val="00274D02"/>
    <w:rsid w:val="00274E65"/>
    <w:rsid w:val="00276877"/>
    <w:rsid w:val="00276A32"/>
    <w:rsid w:val="002773FB"/>
    <w:rsid w:val="00277707"/>
    <w:rsid w:val="0028167C"/>
    <w:rsid w:val="002816FD"/>
    <w:rsid w:val="00283827"/>
    <w:rsid w:val="00285A1B"/>
    <w:rsid w:val="00285B1C"/>
    <w:rsid w:val="00285F09"/>
    <w:rsid w:val="002871E1"/>
    <w:rsid w:val="00287B6D"/>
    <w:rsid w:val="002901A5"/>
    <w:rsid w:val="0029203C"/>
    <w:rsid w:val="0029493D"/>
    <w:rsid w:val="00295A83"/>
    <w:rsid w:val="00296011"/>
    <w:rsid w:val="00296259"/>
    <w:rsid w:val="002965F4"/>
    <w:rsid w:val="00296AFC"/>
    <w:rsid w:val="002A0448"/>
    <w:rsid w:val="002A1A4C"/>
    <w:rsid w:val="002A27CE"/>
    <w:rsid w:val="002A35D6"/>
    <w:rsid w:val="002A3845"/>
    <w:rsid w:val="002A4071"/>
    <w:rsid w:val="002A4533"/>
    <w:rsid w:val="002A468D"/>
    <w:rsid w:val="002A47F0"/>
    <w:rsid w:val="002A4945"/>
    <w:rsid w:val="002A6348"/>
    <w:rsid w:val="002A68BA"/>
    <w:rsid w:val="002A70FF"/>
    <w:rsid w:val="002A7E48"/>
    <w:rsid w:val="002B0234"/>
    <w:rsid w:val="002B0308"/>
    <w:rsid w:val="002B0A6C"/>
    <w:rsid w:val="002B21CF"/>
    <w:rsid w:val="002B2891"/>
    <w:rsid w:val="002B3354"/>
    <w:rsid w:val="002B3B74"/>
    <w:rsid w:val="002B4D46"/>
    <w:rsid w:val="002B4E36"/>
    <w:rsid w:val="002B5497"/>
    <w:rsid w:val="002B5AA8"/>
    <w:rsid w:val="002B6268"/>
    <w:rsid w:val="002B6332"/>
    <w:rsid w:val="002B65A8"/>
    <w:rsid w:val="002C052B"/>
    <w:rsid w:val="002C11BB"/>
    <w:rsid w:val="002C167C"/>
    <w:rsid w:val="002C2A65"/>
    <w:rsid w:val="002C3175"/>
    <w:rsid w:val="002C57DD"/>
    <w:rsid w:val="002C6230"/>
    <w:rsid w:val="002C757D"/>
    <w:rsid w:val="002C7B9E"/>
    <w:rsid w:val="002C7DDE"/>
    <w:rsid w:val="002C7E8C"/>
    <w:rsid w:val="002D03AE"/>
    <w:rsid w:val="002D0A17"/>
    <w:rsid w:val="002D14ED"/>
    <w:rsid w:val="002D16C7"/>
    <w:rsid w:val="002D1CB9"/>
    <w:rsid w:val="002D222F"/>
    <w:rsid w:val="002D2372"/>
    <w:rsid w:val="002D2440"/>
    <w:rsid w:val="002D2634"/>
    <w:rsid w:val="002D31B3"/>
    <w:rsid w:val="002D3E1C"/>
    <w:rsid w:val="002D494C"/>
    <w:rsid w:val="002D4C29"/>
    <w:rsid w:val="002E01DF"/>
    <w:rsid w:val="002E0B84"/>
    <w:rsid w:val="002E13E9"/>
    <w:rsid w:val="002E24BB"/>
    <w:rsid w:val="002E3586"/>
    <w:rsid w:val="002E3DD9"/>
    <w:rsid w:val="002E4E62"/>
    <w:rsid w:val="002E56A4"/>
    <w:rsid w:val="002E6CAD"/>
    <w:rsid w:val="002E6F91"/>
    <w:rsid w:val="002E6FC5"/>
    <w:rsid w:val="002E7C69"/>
    <w:rsid w:val="002F19A8"/>
    <w:rsid w:val="002F30F2"/>
    <w:rsid w:val="002F45D0"/>
    <w:rsid w:val="002F46E7"/>
    <w:rsid w:val="002F4D60"/>
    <w:rsid w:val="002F5D1F"/>
    <w:rsid w:val="002F66A7"/>
    <w:rsid w:val="002F7701"/>
    <w:rsid w:val="002F77F6"/>
    <w:rsid w:val="003000A6"/>
    <w:rsid w:val="0030035A"/>
    <w:rsid w:val="0030056C"/>
    <w:rsid w:val="003026D9"/>
    <w:rsid w:val="00302A5C"/>
    <w:rsid w:val="00302B99"/>
    <w:rsid w:val="0030345C"/>
    <w:rsid w:val="00304C69"/>
    <w:rsid w:val="00304C6F"/>
    <w:rsid w:val="00304DD3"/>
    <w:rsid w:val="00305843"/>
    <w:rsid w:val="00306219"/>
    <w:rsid w:val="00307230"/>
    <w:rsid w:val="003075E1"/>
    <w:rsid w:val="003100F9"/>
    <w:rsid w:val="003116AC"/>
    <w:rsid w:val="00311D38"/>
    <w:rsid w:val="0031330B"/>
    <w:rsid w:val="00316254"/>
    <w:rsid w:val="003205B4"/>
    <w:rsid w:val="00320E5D"/>
    <w:rsid w:val="003214C8"/>
    <w:rsid w:val="00321747"/>
    <w:rsid w:val="00321AC7"/>
    <w:rsid w:val="00321C91"/>
    <w:rsid w:val="00321CE0"/>
    <w:rsid w:val="00321F0B"/>
    <w:rsid w:val="003220DE"/>
    <w:rsid w:val="0032225E"/>
    <w:rsid w:val="003234CD"/>
    <w:rsid w:val="00323564"/>
    <w:rsid w:val="003235D7"/>
    <w:rsid w:val="00324A9F"/>
    <w:rsid w:val="003256D7"/>
    <w:rsid w:val="00326157"/>
    <w:rsid w:val="00326F2C"/>
    <w:rsid w:val="00327487"/>
    <w:rsid w:val="00330E4E"/>
    <w:rsid w:val="003317CE"/>
    <w:rsid w:val="00332F34"/>
    <w:rsid w:val="0033381F"/>
    <w:rsid w:val="0033383F"/>
    <w:rsid w:val="00333B42"/>
    <w:rsid w:val="00334077"/>
    <w:rsid w:val="0033574F"/>
    <w:rsid w:val="0033721D"/>
    <w:rsid w:val="00337F7B"/>
    <w:rsid w:val="003403CE"/>
    <w:rsid w:val="00340437"/>
    <w:rsid w:val="00341069"/>
    <w:rsid w:val="0034117F"/>
    <w:rsid w:val="00341D94"/>
    <w:rsid w:val="00342991"/>
    <w:rsid w:val="00342EDF"/>
    <w:rsid w:val="0034325E"/>
    <w:rsid w:val="0034377A"/>
    <w:rsid w:val="00344DD8"/>
    <w:rsid w:val="0034591E"/>
    <w:rsid w:val="00345F0B"/>
    <w:rsid w:val="00346840"/>
    <w:rsid w:val="00346B4F"/>
    <w:rsid w:val="003472E9"/>
    <w:rsid w:val="00347ED1"/>
    <w:rsid w:val="003502E6"/>
    <w:rsid w:val="00350401"/>
    <w:rsid w:val="00351CE6"/>
    <w:rsid w:val="00352D13"/>
    <w:rsid w:val="00354472"/>
    <w:rsid w:val="00354533"/>
    <w:rsid w:val="00356088"/>
    <w:rsid w:val="0036097A"/>
    <w:rsid w:val="00362E16"/>
    <w:rsid w:val="0036478D"/>
    <w:rsid w:val="0036536C"/>
    <w:rsid w:val="00365D13"/>
    <w:rsid w:val="003700A6"/>
    <w:rsid w:val="00370C31"/>
    <w:rsid w:val="00370FB8"/>
    <w:rsid w:val="00371B1A"/>
    <w:rsid w:val="00373FD2"/>
    <w:rsid w:val="00375C09"/>
    <w:rsid w:val="00377DE7"/>
    <w:rsid w:val="00380689"/>
    <w:rsid w:val="003828CB"/>
    <w:rsid w:val="0038377F"/>
    <w:rsid w:val="0038440B"/>
    <w:rsid w:val="003845D9"/>
    <w:rsid w:val="00384B8C"/>
    <w:rsid w:val="00384E46"/>
    <w:rsid w:val="00385D06"/>
    <w:rsid w:val="00386D9B"/>
    <w:rsid w:val="00390F26"/>
    <w:rsid w:val="00391A4C"/>
    <w:rsid w:val="003923A4"/>
    <w:rsid w:val="00392761"/>
    <w:rsid w:val="003929F8"/>
    <w:rsid w:val="00392DF4"/>
    <w:rsid w:val="003934AE"/>
    <w:rsid w:val="003934B8"/>
    <w:rsid w:val="003936EF"/>
    <w:rsid w:val="0039477D"/>
    <w:rsid w:val="003953E0"/>
    <w:rsid w:val="00395856"/>
    <w:rsid w:val="0039689E"/>
    <w:rsid w:val="00397315"/>
    <w:rsid w:val="003976FC"/>
    <w:rsid w:val="00397D3A"/>
    <w:rsid w:val="00397DEA"/>
    <w:rsid w:val="003A2225"/>
    <w:rsid w:val="003A32BA"/>
    <w:rsid w:val="003A3427"/>
    <w:rsid w:val="003A3D1C"/>
    <w:rsid w:val="003A5261"/>
    <w:rsid w:val="003A5DC2"/>
    <w:rsid w:val="003A5F5E"/>
    <w:rsid w:val="003A624F"/>
    <w:rsid w:val="003A73FA"/>
    <w:rsid w:val="003B0297"/>
    <w:rsid w:val="003B16A6"/>
    <w:rsid w:val="003B1CC1"/>
    <w:rsid w:val="003B1E47"/>
    <w:rsid w:val="003B23C5"/>
    <w:rsid w:val="003B576A"/>
    <w:rsid w:val="003B6CD5"/>
    <w:rsid w:val="003B73FE"/>
    <w:rsid w:val="003B77CC"/>
    <w:rsid w:val="003C19D6"/>
    <w:rsid w:val="003C1E47"/>
    <w:rsid w:val="003C22F2"/>
    <w:rsid w:val="003C273F"/>
    <w:rsid w:val="003C29EB"/>
    <w:rsid w:val="003C2B5E"/>
    <w:rsid w:val="003C4D70"/>
    <w:rsid w:val="003C507B"/>
    <w:rsid w:val="003C5869"/>
    <w:rsid w:val="003C61A5"/>
    <w:rsid w:val="003C7ABD"/>
    <w:rsid w:val="003D0231"/>
    <w:rsid w:val="003D0DBD"/>
    <w:rsid w:val="003D0E82"/>
    <w:rsid w:val="003D1887"/>
    <w:rsid w:val="003D235D"/>
    <w:rsid w:val="003D2E73"/>
    <w:rsid w:val="003D3948"/>
    <w:rsid w:val="003D4842"/>
    <w:rsid w:val="003D588D"/>
    <w:rsid w:val="003D6178"/>
    <w:rsid w:val="003D625C"/>
    <w:rsid w:val="003D657C"/>
    <w:rsid w:val="003E2009"/>
    <w:rsid w:val="003E2D4A"/>
    <w:rsid w:val="003E3433"/>
    <w:rsid w:val="003E446E"/>
    <w:rsid w:val="003E48B3"/>
    <w:rsid w:val="003E51E6"/>
    <w:rsid w:val="003E52D8"/>
    <w:rsid w:val="003E66FF"/>
    <w:rsid w:val="003E7398"/>
    <w:rsid w:val="003E7CB3"/>
    <w:rsid w:val="003F03D7"/>
    <w:rsid w:val="003F0B8B"/>
    <w:rsid w:val="003F0D8F"/>
    <w:rsid w:val="003F0FDD"/>
    <w:rsid w:val="003F1318"/>
    <w:rsid w:val="003F16A9"/>
    <w:rsid w:val="003F319C"/>
    <w:rsid w:val="003F4528"/>
    <w:rsid w:val="003F4D21"/>
    <w:rsid w:val="003F5432"/>
    <w:rsid w:val="003F6BD7"/>
    <w:rsid w:val="003F6EFC"/>
    <w:rsid w:val="003F6FB6"/>
    <w:rsid w:val="003F72C1"/>
    <w:rsid w:val="003F7552"/>
    <w:rsid w:val="003F7E80"/>
    <w:rsid w:val="004001BA"/>
    <w:rsid w:val="00402D1B"/>
    <w:rsid w:val="00406354"/>
    <w:rsid w:val="004069F5"/>
    <w:rsid w:val="00407072"/>
    <w:rsid w:val="004106C5"/>
    <w:rsid w:val="004119D2"/>
    <w:rsid w:val="00411BEE"/>
    <w:rsid w:val="00412FCE"/>
    <w:rsid w:val="00413531"/>
    <w:rsid w:val="004139B5"/>
    <w:rsid w:val="00413E8C"/>
    <w:rsid w:val="004147A8"/>
    <w:rsid w:val="00415788"/>
    <w:rsid w:val="004160FB"/>
    <w:rsid w:val="00416A1B"/>
    <w:rsid w:val="0041725F"/>
    <w:rsid w:val="00420202"/>
    <w:rsid w:val="00420623"/>
    <w:rsid w:val="00421C48"/>
    <w:rsid w:val="004227A9"/>
    <w:rsid w:val="0042311A"/>
    <w:rsid w:val="00423798"/>
    <w:rsid w:val="00424CCC"/>
    <w:rsid w:val="00425CC9"/>
    <w:rsid w:val="00426280"/>
    <w:rsid w:val="004329E5"/>
    <w:rsid w:val="0043329B"/>
    <w:rsid w:val="00433B8E"/>
    <w:rsid w:val="00433F23"/>
    <w:rsid w:val="0043505E"/>
    <w:rsid w:val="004365FC"/>
    <w:rsid w:val="0043741A"/>
    <w:rsid w:val="00437C6B"/>
    <w:rsid w:val="00441121"/>
    <w:rsid w:val="0044292A"/>
    <w:rsid w:val="004431D9"/>
    <w:rsid w:val="00443544"/>
    <w:rsid w:val="00446338"/>
    <w:rsid w:val="004464B4"/>
    <w:rsid w:val="00446E3C"/>
    <w:rsid w:val="004472DF"/>
    <w:rsid w:val="004507AF"/>
    <w:rsid w:val="00450928"/>
    <w:rsid w:val="00450FE0"/>
    <w:rsid w:val="00451F5E"/>
    <w:rsid w:val="004522E5"/>
    <w:rsid w:val="00452B6F"/>
    <w:rsid w:val="00452CB6"/>
    <w:rsid w:val="00455ABA"/>
    <w:rsid w:val="00456209"/>
    <w:rsid w:val="004567DA"/>
    <w:rsid w:val="00456D77"/>
    <w:rsid w:val="00463AC4"/>
    <w:rsid w:val="00464AE1"/>
    <w:rsid w:val="00467438"/>
    <w:rsid w:val="00467598"/>
    <w:rsid w:val="0046790F"/>
    <w:rsid w:val="00467C80"/>
    <w:rsid w:val="004713D0"/>
    <w:rsid w:val="00471D8B"/>
    <w:rsid w:val="0047232E"/>
    <w:rsid w:val="0047332F"/>
    <w:rsid w:val="00473444"/>
    <w:rsid w:val="00473591"/>
    <w:rsid w:val="0047465E"/>
    <w:rsid w:val="004747C0"/>
    <w:rsid w:val="00474FA0"/>
    <w:rsid w:val="00475AC7"/>
    <w:rsid w:val="00476443"/>
    <w:rsid w:val="0047676A"/>
    <w:rsid w:val="0048024F"/>
    <w:rsid w:val="00480B84"/>
    <w:rsid w:val="0048132D"/>
    <w:rsid w:val="00481C41"/>
    <w:rsid w:val="00482125"/>
    <w:rsid w:val="00483864"/>
    <w:rsid w:val="0048387F"/>
    <w:rsid w:val="00483F44"/>
    <w:rsid w:val="004845D4"/>
    <w:rsid w:val="004848A9"/>
    <w:rsid w:val="0048591D"/>
    <w:rsid w:val="004860BB"/>
    <w:rsid w:val="004861BA"/>
    <w:rsid w:val="00490365"/>
    <w:rsid w:val="004906BA"/>
    <w:rsid w:val="0049112D"/>
    <w:rsid w:val="004922E1"/>
    <w:rsid w:val="004923D9"/>
    <w:rsid w:val="00492BA1"/>
    <w:rsid w:val="0049309C"/>
    <w:rsid w:val="00493259"/>
    <w:rsid w:val="004937AF"/>
    <w:rsid w:val="004938D2"/>
    <w:rsid w:val="00493E22"/>
    <w:rsid w:val="00494F66"/>
    <w:rsid w:val="004950E1"/>
    <w:rsid w:val="00495382"/>
    <w:rsid w:val="0049579A"/>
    <w:rsid w:val="00495F72"/>
    <w:rsid w:val="0049708B"/>
    <w:rsid w:val="004970D4"/>
    <w:rsid w:val="00497450"/>
    <w:rsid w:val="00497CD2"/>
    <w:rsid w:val="004A05EB"/>
    <w:rsid w:val="004A0A18"/>
    <w:rsid w:val="004A1C9E"/>
    <w:rsid w:val="004A1F8C"/>
    <w:rsid w:val="004A22B5"/>
    <w:rsid w:val="004A2509"/>
    <w:rsid w:val="004A2B62"/>
    <w:rsid w:val="004A33CB"/>
    <w:rsid w:val="004A38C0"/>
    <w:rsid w:val="004A51A1"/>
    <w:rsid w:val="004A51E7"/>
    <w:rsid w:val="004A5C43"/>
    <w:rsid w:val="004A75D2"/>
    <w:rsid w:val="004B2169"/>
    <w:rsid w:val="004B575B"/>
    <w:rsid w:val="004B58F4"/>
    <w:rsid w:val="004B6E8A"/>
    <w:rsid w:val="004B7007"/>
    <w:rsid w:val="004C1527"/>
    <w:rsid w:val="004C1E3D"/>
    <w:rsid w:val="004C1E74"/>
    <w:rsid w:val="004C2735"/>
    <w:rsid w:val="004C320B"/>
    <w:rsid w:val="004C4561"/>
    <w:rsid w:val="004C4CE2"/>
    <w:rsid w:val="004C500E"/>
    <w:rsid w:val="004C53EB"/>
    <w:rsid w:val="004C59A9"/>
    <w:rsid w:val="004C5A18"/>
    <w:rsid w:val="004C5A21"/>
    <w:rsid w:val="004C5D6E"/>
    <w:rsid w:val="004C658A"/>
    <w:rsid w:val="004C70B8"/>
    <w:rsid w:val="004C718D"/>
    <w:rsid w:val="004C7B5C"/>
    <w:rsid w:val="004D0594"/>
    <w:rsid w:val="004D0D95"/>
    <w:rsid w:val="004D1365"/>
    <w:rsid w:val="004D1E4D"/>
    <w:rsid w:val="004D1F0D"/>
    <w:rsid w:val="004D2817"/>
    <w:rsid w:val="004D2841"/>
    <w:rsid w:val="004D49B3"/>
    <w:rsid w:val="004D4B20"/>
    <w:rsid w:val="004D4D71"/>
    <w:rsid w:val="004D4E60"/>
    <w:rsid w:val="004D4F95"/>
    <w:rsid w:val="004D7908"/>
    <w:rsid w:val="004D7DB4"/>
    <w:rsid w:val="004E019A"/>
    <w:rsid w:val="004E09C3"/>
    <w:rsid w:val="004E1516"/>
    <w:rsid w:val="004E196C"/>
    <w:rsid w:val="004E2A6C"/>
    <w:rsid w:val="004E40C2"/>
    <w:rsid w:val="004E50FC"/>
    <w:rsid w:val="004E7128"/>
    <w:rsid w:val="004E7136"/>
    <w:rsid w:val="004E73CD"/>
    <w:rsid w:val="004F12DD"/>
    <w:rsid w:val="004F24A6"/>
    <w:rsid w:val="004F28AE"/>
    <w:rsid w:val="004F3128"/>
    <w:rsid w:val="004F493B"/>
    <w:rsid w:val="004F59A1"/>
    <w:rsid w:val="004F6666"/>
    <w:rsid w:val="004F733C"/>
    <w:rsid w:val="004F7572"/>
    <w:rsid w:val="004F7614"/>
    <w:rsid w:val="004F7CC5"/>
    <w:rsid w:val="005021A3"/>
    <w:rsid w:val="005024E5"/>
    <w:rsid w:val="00502D87"/>
    <w:rsid w:val="00502F5B"/>
    <w:rsid w:val="0050319E"/>
    <w:rsid w:val="00503978"/>
    <w:rsid w:val="00504930"/>
    <w:rsid w:val="005057B7"/>
    <w:rsid w:val="0050681A"/>
    <w:rsid w:val="00510911"/>
    <w:rsid w:val="00511C92"/>
    <w:rsid w:val="00511EC9"/>
    <w:rsid w:val="00512FD7"/>
    <w:rsid w:val="005138D8"/>
    <w:rsid w:val="00514DAB"/>
    <w:rsid w:val="00514E2A"/>
    <w:rsid w:val="00516D2C"/>
    <w:rsid w:val="005177CE"/>
    <w:rsid w:val="00520C5C"/>
    <w:rsid w:val="005236A9"/>
    <w:rsid w:val="005254E5"/>
    <w:rsid w:val="005263AF"/>
    <w:rsid w:val="00526B17"/>
    <w:rsid w:val="00527627"/>
    <w:rsid w:val="00531042"/>
    <w:rsid w:val="00531908"/>
    <w:rsid w:val="00531FEC"/>
    <w:rsid w:val="00532623"/>
    <w:rsid w:val="00532A0B"/>
    <w:rsid w:val="00532B29"/>
    <w:rsid w:val="00533415"/>
    <w:rsid w:val="005337E5"/>
    <w:rsid w:val="00533CB3"/>
    <w:rsid w:val="00536D95"/>
    <w:rsid w:val="00536F6F"/>
    <w:rsid w:val="005374FC"/>
    <w:rsid w:val="00541C96"/>
    <w:rsid w:val="00541E70"/>
    <w:rsid w:val="0054200C"/>
    <w:rsid w:val="0054254F"/>
    <w:rsid w:val="00543928"/>
    <w:rsid w:val="0054404C"/>
    <w:rsid w:val="00545A0A"/>
    <w:rsid w:val="00545CE6"/>
    <w:rsid w:val="00547291"/>
    <w:rsid w:val="00547900"/>
    <w:rsid w:val="0055028B"/>
    <w:rsid w:val="00550293"/>
    <w:rsid w:val="00550E0C"/>
    <w:rsid w:val="005515B3"/>
    <w:rsid w:val="005516F1"/>
    <w:rsid w:val="00551BCE"/>
    <w:rsid w:val="00553E12"/>
    <w:rsid w:val="00553F65"/>
    <w:rsid w:val="0055406A"/>
    <w:rsid w:val="0055621C"/>
    <w:rsid w:val="00556A47"/>
    <w:rsid w:val="00556E8C"/>
    <w:rsid w:val="0056073C"/>
    <w:rsid w:val="0056153B"/>
    <w:rsid w:val="00561C74"/>
    <w:rsid w:val="00561DCD"/>
    <w:rsid w:val="00564D5C"/>
    <w:rsid w:val="00564F58"/>
    <w:rsid w:val="00565CCD"/>
    <w:rsid w:val="00567F11"/>
    <w:rsid w:val="0057074D"/>
    <w:rsid w:val="0057088E"/>
    <w:rsid w:val="00571090"/>
    <w:rsid w:val="00571950"/>
    <w:rsid w:val="005719FE"/>
    <w:rsid w:val="005722C8"/>
    <w:rsid w:val="00572F8B"/>
    <w:rsid w:val="00573241"/>
    <w:rsid w:val="00574669"/>
    <w:rsid w:val="00575D3F"/>
    <w:rsid w:val="00576C40"/>
    <w:rsid w:val="00576EA5"/>
    <w:rsid w:val="005777DB"/>
    <w:rsid w:val="00580318"/>
    <w:rsid w:val="00580D2E"/>
    <w:rsid w:val="00582D6A"/>
    <w:rsid w:val="005845D3"/>
    <w:rsid w:val="005846F0"/>
    <w:rsid w:val="00584C76"/>
    <w:rsid w:val="00584DF0"/>
    <w:rsid w:val="00584E8D"/>
    <w:rsid w:val="00584F43"/>
    <w:rsid w:val="00585CB8"/>
    <w:rsid w:val="00592FC6"/>
    <w:rsid w:val="00593E61"/>
    <w:rsid w:val="00594580"/>
    <w:rsid w:val="0059598D"/>
    <w:rsid w:val="00597FD6"/>
    <w:rsid w:val="005A0235"/>
    <w:rsid w:val="005A180D"/>
    <w:rsid w:val="005A396E"/>
    <w:rsid w:val="005A4B16"/>
    <w:rsid w:val="005A4BBA"/>
    <w:rsid w:val="005A57F1"/>
    <w:rsid w:val="005A6326"/>
    <w:rsid w:val="005A6580"/>
    <w:rsid w:val="005B106A"/>
    <w:rsid w:val="005B284E"/>
    <w:rsid w:val="005B2CF1"/>
    <w:rsid w:val="005B3597"/>
    <w:rsid w:val="005B3989"/>
    <w:rsid w:val="005B3AF5"/>
    <w:rsid w:val="005B431E"/>
    <w:rsid w:val="005B4A8A"/>
    <w:rsid w:val="005B6FA5"/>
    <w:rsid w:val="005B784A"/>
    <w:rsid w:val="005B7C46"/>
    <w:rsid w:val="005C01C5"/>
    <w:rsid w:val="005C1AB3"/>
    <w:rsid w:val="005C25A1"/>
    <w:rsid w:val="005C3273"/>
    <w:rsid w:val="005C3AED"/>
    <w:rsid w:val="005C4342"/>
    <w:rsid w:val="005C4755"/>
    <w:rsid w:val="005C4AC2"/>
    <w:rsid w:val="005C5110"/>
    <w:rsid w:val="005C55CD"/>
    <w:rsid w:val="005D0D51"/>
    <w:rsid w:val="005D0F87"/>
    <w:rsid w:val="005D10F2"/>
    <w:rsid w:val="005D1282"/>
    <w:rsid w:val="005D1874"/>
    <w:rsid w:val="005D1F32"/>
    <w:rsid w:val="005D368A"/>
    <w:rsid w:val="005D36EF"/>
    <w:rsid w:val="005D4A46"/>
    <w:rsid w:val="005D4BCC"/>
    <w:rsid w:val="005D4EB7"/>
    <w:rsid w:val="005D5FAA"/>
    <w:rsid w:val="005D7498"/>
    <w:rsid w:val="005D7F53"/>
    <w:rsid w:val="005E1791"/>
    <w:rsid w:val="005E1A5D"/>
    <w:rsid w:val="005E5E03"/>
    <w:rsid w:val="005E6F61"/>
    <w:rsid w:val="005F0014"/>
    <w:rsid w:val="005F1491"/>
    <w:rsid w:val="005F28DD"/>
    <w:rsid w:val="005F2AC1"/>
    <w:rsid w:val="005F3166"/>
    <w:rsid w:val="005F3D00"/>
    <w:rsid w:val="005F662E"/>
    <w:rsid w:val="005F6CF3"/>
    <w:rsid w:val="005F7652"/>
    <w:rsid w:val="005F791C"/>
    <w:rsid w:val="005F7F85"/>
    <w:rsid w:val="00600DA0"/>
    <w:rsid w:val="00601621"/>
    <w:rsid w:val="00601F5E"/>
    <w:rsid w:val="00602BBC"/>
    <w:rsid w:val="006036E8"/>
    <w:rsid w:val="006041C8"/>
    <w:rsid w:val="0060584A"/>
    <w:rsid w:val="00605E8F"/>
    <w:rsid w:val="00606F7D"/>
    <w:rsid w:val="00607119"/>
    <w:rsid w:val="006107FE"/>
    <w:rsid w:val="00610A82"/>
    <w:rsid w:val="006128F3"/>
    <w:rsid w:val="00612AEE"/>
    <w:rsid w:val="006155C5"/>
    <w:rsid w:val="00616392"/>
    <w:rsid w:val="00616A39"/>
    <w:rsid w:val="00617CF5"/>
    <w:rsid w:val="0062033D"/>
    <w:rsid w:val="006207A9"/>
    <w:rsid w:val="00620800"/>
    <w:rsid w:val="006212B2"/>
    <w:rsid w:val="006213A4"/>
    <w:rsid w:val="00622415"/>
    <w:rsid w:val="00622ED6"/>
    <w:rsid w:val="00623A27"/>
    <w:rsid w:val="00624091"/>
    <w:rsid w:val="00624192"/>
    <w:rsid w:val="006249BA"/>
    <w:rsid w:val="00624CD5"/>
    <w:rsid w:val="00625D6C"/>
    <w:rsid w:val="0062614F"/>
    <w:rsid w:val="00626AFC"/>
    <w:rsid w:val="00627EB7"/>
    <w:rsid w:val="0063243A"/>
    <w:rsid w:val="006326DC"/>
    <w:rsid w:val="00632953"/>
    <w:rsid w:val="0063334B"/>
    <w:rsid w:val="006333B4"/>
    <w:rsid w:val="006335B5"/>
    <w:rsid w:val="0063364B"/>
    <w:rsid w:val="0063603E"/>
    <w:rsid w:val="00636614"/>
    <w:rsid w:val="006368C3"/>
    <w:rsid w:val="00637EAE"/>
    <w:rsid w:val="00640252"/>
    <w:rsid w:val="00640D31"/>
    <w:rsid w:val="00641AF2"/>
    <w:rsid w:val="0064220D"/>
    <w:rsid w:val="006426BA"/>
    <w:rsid w:val="00642A6A"/>
    <w:rsid w:val="00643AB6"/>
    <w:rsid w:val="00643D53"/>
    <w:rsid w:val="00644270"/>
    <w:rsid w:val="0064558E"/>
    <w:rsid w:val="00646C37"/>
    <w:rsid w:val="00647527"/>
    <w:rsid w:val="0064796B"/>
    <w:rsid w:val="00647CDE"/>
    <w:rsid w:val="00647D75"/>
    <w:rsid w:val="00650D1D"/>
    <w:rsid w:val="00652518"/>
    <w:rsid w:val="0065271C"/>
    <w:rsid w:val="00652B96"/>
    <w:rsid w:val="00652BA9"/>
    <w:rsid w:val="00652C3B"/>
    <w:rsid w:val="0065495D"/>
    <w:rsid w:val="00655CD2"/>
    <w:rsid w:val="006561ED"/>
    <w:rsid w:val="00657BC0"/>
    <w:rsid w:val="0066262B"/>
    <w:rsid w:val="00663B59"/>
    <w:rsid w:val="00663E05"/>
    <w:rsid w:val="00664073"/>
    <w:rsid w:val="006647B2"/>
    <w:rsid w:val="00665C63"/>
    <w:rsid w:val="006678AA"/>
    <w:rsid w:val="006703CE"/>
    <w:rsid w:val="00670510"/>
    <w:rsid w:val="006706A0"/>
    <w:rsid w:val="00670EB0"/>
    <w:rsid w:val="00671797"/>
    <w:rsid w:val="00671D27"/>
    <w:rsid w:val="0067272E"/>
    <w:rsid w:val="00676167"/>
    <w:rsid w:val="006777BC"/>
    <w:rsid w:val="00677A9D"/>
    <w:rsid w:val="00680AA9"/>
    <w:rsid w:val="00680C00"/>
    <w:rsid w:val="00683B9B"/>
    <w:rsid w:val="00685ADB"/>
    <w:rsid w:val="00685BD6"/>
    <w:rsid w:val="006860AA"/>
    <w:rsid w:val="00686111"/>
    <w:rsid w:val="00686916"/>
    <w:rsid w:val="00687521"/>
    <w:rsid w:val="0068774E"/>
    <w:rsid w:val="006903DF"/>
    <w:rsid w:val="00692040"/>
    <w:rsid w:val="00693D2F"/>
    <w:rsid w:val="00694D35"/>
    <w:rsid w:val="006960FF"/>
    <w:rsid w:val="00697004"/>
    <w:rsid w:val="00697713"/>
    <w:rsid w:val="00697F69"/>
    <w:rsid w:val="006A04E8"/>
    <w:rsid w:val="006A0730"/>
    <w:rsid w:val="006A08EE"/>
    <w:rsid w:val="006A1497"/>
    <w:rsid w:val="006A170F"/>
    <w:rsid w:val="006A260B"/>
    <w:rsid w:val="006A31A5"/>
    <w:rsid w:val="006A3982"/>
    <w:rsid w:val="006A55D6"/>
    <w:rsid w:val="006A5863"/>
    <w:rsid w:val="006A7055"/>
    <w:rsid w:val="006B097D"/>
    <w:rsid w:val="006B0F76"/>
    <w:rsid w:val="006B2439"/>
    <w:rsid w:val="006B3F7E"/>
    <w:rsid w:val="006B3FD2"/>
    <w:rsid w:val="006B4DAD"/>
    <w:rsid w:val="006B6545"/>
    <w:rsid w:val="006B6CD5"/>
    <w:rsid w:val="006C0A6E"/>
    <w:rsid w:val="006C1473"/>
    <w:rsid w:val="006C163B"/>
    <w:rsid w:val="006C244E"/>
    <w:rsid w:val="006C56E6"/>
    <w:rsid w:val="006C5EB6"/>
    <w:rsid w:val="006C60B0"/>
    <w:rsid w:val="006C6BAF"/>
    <w:rsid w:val="006C6FEC"/>
    <w:rsid w:val="006C79BB"/>
    <w:rsid w:val="006C7CF5"/>
    <w:rsid w:val="006D01CC"/>
    <w:rsid w:val="006D0844"/>
    <w:rsid w:val="006D0CFF"/>
    <w:rsid w:val="006D19B3"/>
    <w:rsid w:val="006D1B4B"/>
    <w:rsid w:val="006D25D9"/>
    <w:rsid w:val="006D35A7"/>
    <w:rsid w:val="006D4AD0"/>
    <w:rsid w:val="006D4BF1"/>
    <w:rsid w:val="006D4BFD"/>
    <w:rsid w:val="006D5F08"/>
    <w:rsid w:val="006E0BDF"/>
    <w:rsid w:val="006E17A1"/>
    <w:rsid w:val="006E28EA"/>
    <w:rsid w:val="006E314A"/>
    <w:rsid w:val="006E33FB"/>
    <w:rsid w:val="006E53A6"/>
    <w:rsid w:val="006E728F"/>
    <w:rsid w:val="006E7496"/>
    <w:rsid w:val="006E7D51"/>
    <w:rsid w:val="006F12B5"/>
    <w:rsid w:val="006F19B9"/>
    <w:rsid w:val="006F1CDB"/>
    <w:rsid w:val="006F227E"/>
    <w:rsid w:val="006F2E04"/>
    <w:rsid w:val="006F2FF6"/>
    <w:rsid w:val="006F45ED"/>
    <w:rsid w:val="006F5A97"/>
    <w:rsid w:val="006F5FD1"/>
    <w:rsid w:val="006F6B98"/>
    <w:rsid w:val="006F7239"/>
    <w:rsid w:val="006F7A69"/>
    <w:rsid w:val="0070041E"/>
    <w:rsid w:val="0070161E"/>
    <w:rsid w:val="007037C4"/>
    <w:rsid w:val="00704304"/>
    <w:rsid w:val="00704862"/>
    <w:rsid w:val="00705BEA"/>
    <w:rsid w:val="00706799"/>
    <w:rsid w:val="007071E2"/>
    <w:rsid w:val="00707275"/>
    <w:rsid w:val="00710354"/>
    <w:rsid w:val="007109B3"/>
    <w:rsid w:val="007109DB"/>
    <w:rsid w:val="00710B5A"/>
    <w:rsid w:val="00710C28"/>
    <w:rsid w:val="00711354"/>
    <w:rsid w:val="00712294"/>
    <w:rsid w:val="007124C6"/>
    <w:rsid w:val="007126CC"/>
    <w:rsid w:val="00712C8C"/>
    <w:rsid w:val="00716E3E"/>
    <w:rsid w:val="00717701"/>
    <w:rsid w:val="00720CED"/>
    <w:rsid w:val="00721850"/>
    <w:rsid w:val="00722450"/>
    <w:rsid w:val="00722A78"/>
    <w:rsid w:val="00722BE7"/>
    <w:rsid w:val="007232F3"/>
    <w:rsid w:val="007239FC"/>
    <w:rsid w:val="00723B25"/>
    <w:rsid w:val="00725C8F"/>
    <w:rsid w:val="00725FDC"/>
    <w:rsid w:val="007260E0"/>
    <w:rsid w:val="0072683C"/>
    <w:rsid w:val="00730456"/>
    <w:rsid w:val="0073108E"/>
    <w:rsid w:val="00731709"/>
    <w:rsid w:val="00732E3F"/>
    <w:rsid w:val="00733A4C"/>
    <w:rsid w:val="00733C37"/>
    <w:rsid w:val="0073402A"/>
    <w:rsid w:val="00734875"/>
    <w:rsid w:val="00734E6E"/>
    <w:rsid w:val="00735BAA"/>
    <w:rsid w:val="00736036"/>
    <w:rsid w:val="007369ED"/>
    <w:rsid w:val="00736B50"/>
    <w:rsid w:val="00737329"/>
    <w:rsid w:val="007379D2"/>
    <w:rsid w:val="00737E43"/>
    <w:rsid w:val="00740E3D"/>
    <w:rsid w:val="00741761"/>
    <w:rsid w:val="00741E60"/>
    <w:rsid w:val="007421BC"/>
    <w:rsid w:val="00742AD7"/>
    <w:rsid w:val="00742BEC"/>
    <w:rsid w:val="00743E1F"/>
    <w:rsid w:val="00744483"/>
    <w:rsid w:val="00745142"/>
    <w:rsid w:val="00750D3F"/>
    <w:rsid w:val="00751319"/>
    <w:rsid w:val="00751585"/>
    <w:rsid w:val="00751AC4"/>
    <w:rsid w:val="00755CF1"/>
    <w:rsid w:val="007560F8"/>
    <w:rsid w:val="00756905"/>
    <w:rsid w:val="00757C8F"/>
    <w:rsid w:val="00757F09"/>
    <w:rsid w:val="00760E16"/>
    <w:rsid w:val="0076174F"/>
    <w:rsid w:val="0076193C"/>
    <w:rsid w:val="00762BA6"/>
    <w:rsid w:val="00763BB7"/>
    <w:rsid w:val="00765181"/>
    <w:rsid w:val="00765797"/>
    <w:rsid w:val="0076601D"/>
    <w:rsid w:val="00766B55"/>
    <w:rsid w:val="0077047E"/>
    <w:rsid w:val="00770672"/>
    <w:rsid w:val="00770E9D"/>
    <w:rsid w:val="007716E0"/>
    <w:rsid w:val="00772A39"/>
    <w:rsid w:val="00773666"/>
    <w:rsid w:val="00773D4C"/>
    <w:rsid w:val="00774B3E"/>
    <w:rsid w:val="00775447"/>
    <w:rsid w:val="007809CB"/>
    <w:rsid w:val="00781533"/>
    <w:rsid w:val="007828FF"/>
    <w:rsid w:val="00784199"/>
    <w:rsid w:val="007841C6"/>
    <w:rsid w:val="0078469B"/>
    <w:rsid w:val="00785532"/>
    <w:rsid w:val="007856F1"/>
    <w:rsid w:val="00785F31"/>
    <w:rsid w:val="00787490"/>
    <w:rsid w:val="0079024C"/>
    <w:rsid w:val="0079062A"/>
    <w:rsid w:val="00791521"/>
    <w:rsid w:val="007920E4"/>
    <w:rsid w:val="00792747"/>
    <w:rsid w:val="00792F34"/>
    <w:rsid w:val="00793D11"/>
    <w:rsid w:val="007967DB"/>
    <w:rsid w:val="00797567"/>
    <w:rsid w:val="007A0900"/>
    <w:rsid w:val="007A1353"/>
    <w:rsid w:val="007A1D01"/>
    <w:rsid w:val="007A1D0E"/>
    <w:rsid w:val="007A1F25"/>
    <w:rsid w:val="007A2CFE"/>
    <w:rsid w:val="007A3455"/>
    <w:rsid w:val="007A433B"/>
    <w:rsid w:val="007A69A3"/>
    <w:rsid w:val="007A6D13"/>
    <w:rsid w:val="007B0AA8"/>
    <w:rsid w:val="007B0FD3"/>
    <w:rsid w:val="007B1216"/>
    <w:rsid w:val="007B2191"/>
    <w:rsid w:val="007B279D"/>
    <w:rsid w:val="007B2A13"/>
    <w:rsid w:val="007B2C81"/>
    <w:rsid w:val="007B4096"/>
    <w:rsid w:val="007B5B9B"/>
    <w:rsid w:val="007B5FFA"/>
    <w:rsid w:val="007B78AC"/>
    <w:rsid w:val="007B7D6C"/>
    <w:rsid w:val="007C02A3"/>
    <w:rsid w:val="007C1AD7"/>
    <w:rsid w:val="007C2AD4"/>
    <w:rsid w:val="007C3F10"/>
    <w:rsid w:val="007C43BF"/>
    <w:rsid w:val="007C5587"/>
    <w:rsid w:val="007C5E73"/>
    <w:rsid w:val="007C684F"/>
    <w:rsid w:val="007D1D3D"/>
    <w:rsid w:val="007D2FD1"/>
    <w:rsid w:val="007D321A"/>
    <w:rsid w:val="007D3A0B"/>
    <w:rsid w:val="007D5070"/>
    <w:rsid w:val="007D53AA"/>
    <w:rsid w:val="007D64C2"/>
    <w:rsid w:val="007D766A"/>
    <w:rsid w:val="007E1330"/>
    <w:rsid w:val="007E1616"/>
    <w:rsid w:val="007E1D72"/>
    <w:rsid w:val="007E4575"/>
    <w:rsid w:val="007E608E"/>
    <w:rsid w:val="007E678A"/>
    <w:rsid w:val="007E75B0"/>
    <w:rsid w:val="007F106A"/>
    <w:rsid w:val="007F1D65"/>
    <w:rsid w:val="007F272C"/>
    <w:rsid w:val="007F35EA"/>
    <w:rsid w:val="007F414B"/>
    <w:rsid w:val="007F41FF"/>
    <w:rsid w:val="007F421B"/>
    <w:rsid w:val="007F44F6"/>
    <w:rsid w:val="007F5EEC"/>
    <w:rsid w:val="007F6A4E"/>
    <w:rsid w:val="007F6A61"/>
    <w:rsid w:val="007F6C24"/>
    <w:rsid w:val="007F7144"/>
    <w:rsid w:val="0080035E"/>
    <w:rsid w:val="008008FC"/>
    <w:rsid w:val="00801387"/>
    <w:rsid w:val="008013BC"/>
    <w:rsid w:val="008023BB"/>
    <w:rsid w:val="0080254F"/>
    <w:rsid w:val="00802876"/>
    <w:rsid w:val="0080493E"/>
    <w:rsid w:val="00804E8B"/>
    <w:rsid w:val="00806375"/>
    <w:rsid w:val="00806962"/>
    <w:rsid w:val="00806975"/>
    <w:rsid w:val="00806DB1"/>
    <w:rsid w:val="00806F78"/>
    <w:rsid w:val="00807A7E"/>
    <w:rsid w:val="00807CFB"/>
    <w:rsid w:val="00810315"/>
    <w:rsid w:val="00810DAD"/>
    <w:rsid w:val="0081111A"/>
    <w:rsid w:val="00813987"/>
    <w:rsid w:val="00814286"/>
    <w:rsid w:val="00814867"/>
    <w:rsid w:val="00814F76"/>
    <w:rsid w:val="008156D7"/>
    <w:rsid w:val="00815B13"/>
    <w:rsid w:val="00816EA8"/>
    <w:rsid w:val="0082070E"/>
    <w:rsid w:val="00820FEE"/>
    <w:rsid w:val="00821AA3"/>
    <w:rsid w:val="00821FDB"/>
    <w:rsid w:val="00822BB1"/>
    <w:rsid w:val="00822EF0"/>
    <w:rsid w:val="00823DCB"/>
    <w:rsid w:val="00824B2F"/>
    <w:rsid w:val="00824E72"/>
    <w:rsid w:val="00825330"/>
    <w:rsid w:val="00825B05"/>
    <w:rsid w:val="008266B4"/>
    <w:rsid w:val="008269BA"/>
    <w:rsid w:val="0083164B"/>
    <w:rsid w:val="0083217D"/>
    <w:rsid w:val="008325CD"/>
    <w:rsid w:val="0083262B"/>
    <w:rsid w:val="0083304A"/>
    <w:rsid w:val="00833B36"/>
    <w:rsid w:val="008370B9"/>
    <w:rsid w:val="0084074C"/>
    <w:rsid w:val="00840AB4"/>
    <w:rsid w:val="00845FB5"/>
    <w:rsid w:val="008464C0"/>
    <w:rsid w:val="00850AB1"/>
    <w:rsid w:val="00850FBB"/>
    <w:rsid w:val="008513B8"/>
    <w:rsid w:val="00851893"/>
    <w:rsid w:val="00852806"/>
    <w:rsid w:val="00853C31"/>
    <w:rsid w:val="0085621B"/>
    <w:rsid w:val="00857126"/>
    <w:rsid w:val="0085780F"/>
    <w:rsid w:val="00860363"/>
    <w:rsid w:val="008616CD"/>
    <w:rsid w:val="008622E1"/>
    <w:rsid w:val="008644CB"/>
    <w:rsid w:val="00864738"/>
    <w:rsid w:val="00865CFF"/>
    <w:rsid w:val="008660F3"/>
    <w:rsid w:val="00866823"/>
    <w:rsid w:val="00866865"/>
    <w:rsid w:val="008674E2"/>
    <w:rsid w:val="00867A51"/>
    <w:rsid w:val="00867BAB"/>
    <w:rsid w:val="00867C90"/>
    <w:rsid w:val="008709E1"/>
    <w:rsid w:val="0087254E"/>
    <w:rsid w:val="00872B53"/>
    <w:rsid w:val="00874E26"/>
    <w:rsid w:val="00874F6E"/>
    <w:rsid w:val="00875A1D"/>
    <w:rsid w:val="008778A5"/>
    <w:rsid w:val="008802D5"/>
    <w:rsid w:val="008804F1"/>
    <w:rsid w:val="0088125F"/>
    <w:rsid w:val="00881BDF"/>
    <w:rsid w:val="00882DD7"/>
    <w:rsid w:val="00884044"/>
    <w:rsid w:val="00884394"/>
    <w:rsid w:val="00885010"/>
    <w:rsid w:val="00885707"/>
    <w:rsid w:val="00886F06"/>
    <w:rsid w:val="008870F5"/>
    <w:rsid w:val="0088786D"/>
    <w:rsid w:val="00893D95"/>
    <w:rsid w:val="0089448E"/>
    <w:rsid w:val="008951C0"/>
    <w:rsid w:val="008956ED"/>
    <w:rsid w:val="0089648A"/>
    <w:rsid w:val="0089651E"/>
    <w:rsid w:val="0089676E"/>
    <w:rsid w:val="008972CA"/>
    <w:rsid w:val="0089743B"/>
    <w:rsid w:val="00897F0A"/>
    <w:rsid w:val="008A04C4"/>
    <w:rsid w:val="008A0EB9"/>
    <w:rsid w:val="008A3268"/>
    <w:rsid w:val="008A3C91"/>
    <w:rsid w:val="008A4DE8"/>
    <w:rsid w:val="008A5E41"/>
    <w:rsid w:val="008A71E5"/>
    <w:rsid w:val="008A74F4"/>
    <w:rsid w:val="008A774E"/>
    <w:rsid w:val="008A7D07"/>
    <w:rsid w:val="008B019E"/>
    <w:rsid w:val="008B0275"/>
    <w:rsid w:val="008B08FC"/>
    <w:rsid w:val="008B25B3"/>
    <w:rsid w:val="008B4BB5"/>
    <w:rsid w:val="008B699F"/>
    <w:rsid w:val="008B6A08"/>
    <w:rsid w:val="008B6EC0"/>
    <w:rsid w:val="008C2547"/>
    <w:rsid w:val="008C2EE8"/>
    <w:rsid w:val="008C422D"/>
    <w:rsid w:val="008C46C9"/>
    <w:rsid w:val="008C4F2D"/>
    <w:rsid w:val="008C6AEE"/>
    <w:rsid w:val="008C6E46"/>
    <w:rsid w:val="008C7633"/>
    <w:rsid w:val="008D07F2"/>
    <w:rsid w:val="008D157F"/>
    <w:rsid w:val="008D16E1"/>
    <w:rsid w:val="008D18FC"/>
    <w:rsid w:val="008D35E2"/>
    <w:rsid w:val="008D36B8"/>
    <w:rsid w:val="008D3B78"/>
    <w:rsid w:val="008D3E93"/>
    <w:rsid w:val="008D4709"/>
    <w:rsid w:val="008D470D"/>
    <w:rsid w:val="008D6C72"/>
    <w:rsid w:val="008D7AA4"/>
    <w:rsid w:val="008D7FFC"/>
    <w:rsid w:val="008E0234"/>
    <w:rsid w:val="008E1B5A"/>
    <w:rsid w:val="008E1CBB"/>
    <w:rsid w:val="008E29A1"/>
    <w:rsid w:val="008E3E09"/>
    <w:rsid w:val="008E46B4"/>
    <w:rsid w:val="008E5C83"/>
    <w:rsid w:val="008E5D1D"/>
    <w:rsid w:val="008E630C"/>
    <w:rsid w:val="008E73C6"/>
    <w:rsid w:val="008E75E3"/>
    <w:rsid w:val="008E7AE3"/>
    <w:rsid w:val="008F18BB"/>
    <w:rsid w:val="008F36A2"/>
    <w:rsid w:val="008F42F9"/>
    <w:rsid w:val="008F453B"/>
    <w:rsid w:val="008F476A"/>
    <w:rsid w:val="008F4A15"/>
    <w:rsid w:val="008F5DE2"/>
    <w:rsid w:val="008F6A00"/>
    <w:rsid w:val="00900A35"/>
    <w:rsid w:val="009024F3"/>
    <w:rsid w:val="00902DC3"/>
    <w:rsid w:val="009032BD"/>
    <w:rsid w:val="0090472A"/>
    <w:rsid w:val="00905772"/>
    <w:rsid w:val="00905B87"/>
    <w:rsid w:val="00906F39"/>
    <w:rsid w:val="009076F1"/>
    <w:rsid w:val="009078ED"/>
    <w:rsid w:val="00910113"/>
    <w:rsid w:val="00910E23"/>
    <w:rsid w:val="00912EA5"/>
    <w:rsid w:val="00912FC9"/>
    <w:rsid w:val="00913C2C"/>
    <w:rsid w:val="0091481A"/>
    <w:rsid w:val="00914DCC"/>
    <w:rsid w:val="00915773"/>
    <w:rsid w:val="00916A68"/>
    <w:rsid w:val="00916E5F"/>
    <w:rsid w:val="00917728"/>
    <w:rsid w:val="0091790C"/>
    <w:rsid w:val="00920470"/>
    <w:rsid w:val="009205A3"/>
    <w:rsid w:val="00921BAC"/>
    <w:rsid w:val="009220F1"/>
    <w:rsid w:val="0092253F"/>
    <w:rsid w:val="00922F68"/>
    <w:rsid w:val="009249CD"/>
    <w:rsid w:val="00924E12"/>
    <w:rsid w:val="00925E01"/>
    <w:rsid w:val="00926736"/>
    <w:rsid w:val="0092687D"/>
    <w:rsid w:val="00931162"/>
    <w:rsid w:val="00932250"/>
    <w:rsid w:val="0093289C"/>
    <w:rsid w:val="009330DB"/>
    <w:rsid w:val="00935020"/>
    <w:rsid w:val="00935256"/>
    <w:rsid w:val="009377EE"/>
    <w:rsid w:val="00937E36"/>
    <w:rsid w:val="00937FE3"/>
    <w:rsid w:val="009405F9"/>
    <w:rsid w:val="00940902"/>
    <w:rsid w:val="00941B5E"/>
    <w:rsid w:val="00941F29"/>
    <w:rsid w:val="009443A9"/>
    <w:rsid w:val="009443C2"/>
    <w:rsid w:val="009454E8"/>
    <w:rsid w:val="00946753"/>
    <w:rsid w:val="00946A37"/>
    <w:rsid w:val="00946D8D"/>
    <w:rsid w:val="00947A1D"/>
    <w:rsid w:val="00947D31"/>
    <w:rsid w:val="00951120"/>
    <w:rsid w:val="00953D82"/>
    <w:rsid w:val="009540FC"/>
    <w:rsid w:val="00954367"/>
    <w:rsid w:val="00954640"/>
    <w:rsid w:val="00954677"/>
    <w:rsid w:val="00954D3A"/>
    <w:rsid w:val="0095547C"/>
    <w:rsid w:val="00955B3F"/>
    <w:rsid w:val="00956257"/>
    <w:rsid w:val="00957343"/>
    <w:rsid w:val="00957BCC"/>
    <w:rsid w:val="0096079E"/>
    <w:rsid w:val="00960D67"/>
    <w:rsid w:val="00960E46"/>
    <w:rsid w:val="00961EB0"/>
    <w:rsid w:val="009631FD"/>
    <w:rsid w:val="00963EA4"/>
    <w:rsid w:val="0096487E"/>
    <w:rsid w:val="0096499D"/>
    <w:rsid w:val="009650D5"/>
    <w:rsid w:val="00965780"/>
    <w:rsid w:val="00966562"/>
    <w:rsid w:val="00967BBF"/>
    <w:rsid w:val="0097042F"/>
    <w:rsid w:val="00971B3C"/>
    <w:rsid w:val="00971CEC"/>
    <w:rsid w:val="00971DE5"/>
    <w:rsid w:val="00972D62"/>
    <w:rsid w:val="0097342A"/>
    <w:rsid w:val="00973AC5"/>
    <w:rsid w:val="00973D75"/>
    <w:rsid w:val="0097487D"/>
    <w:rsid w:val="00975A27"/>
    <w:rsid w:val="00975C31"/>
    <w:rsid w:val="0097694B"/>
    <w:rsid w:val="00980CB5"/>
    <w:rsid w:val="00980D03"/>
    <w:rsid w:val="00980EDC"/>
    <w:rsid w:val="0098122B"/>
    <w:rsid w:val="009820E7"/>
    <w:rsid w:val="009830D6"/>
    <w:rsid w:val="0098349B"/>
    <w:rsid w:val="00984795"/>
    <w:rsid w:val="009847B5"/>
    <w:rsid w:val="00984FA2"/>
    <w:rsid w:val="0098580F"/>
    <w:rsid w:val="00986041"/>
    <w:rsid w:val="00987324"/>
    <w:rsid w:val="009877F0"/>
    <w:rsid w:val="00987807"/>
    <w:rsid w:val="00990003"/>
    <w:rsid w:val="009908A8"/>
    <w:rsid w:val="00990AA9"/>
    <w:rsid w:val="00991598"/>
    <w:rsid w:val="0099189D"/>
    <w:rsid w:val="00992337"/>
    <w:rsid w:val="009925E5"/>
    <w:rsid w:val="009943B4"/>
    <w:rsid w:val="009944C4"/>
    <w:rsid w:val="00995D91"/>
    <w:rsid w:val="009A02E2"/>
    <w:rsid w:val="009A0606"/>
    <w:rsid w:val="009A1DAC"/>
    <w:rsid w:val="009A23FC"/>
    <w:rsid w:val="009A2C4A"/>
    <w:rsid w:val="009A2CA3"/>
    <w:rsid w:val="009A2EF9"/>
    <w:rsid w:val="009A2FE9"/>
    <w:rsid w:val="009A432C"/>
    <w:rsid w:val="009A4AA9"/>
    <w:rsid w:val="009A4F80"/>
    <w:rsid w:val="009A5190"/>
    <w:rsid w:val="009A6D99"/>
    <w:rsid w:val="009A7B0A"/>
    <w:rsid w:val="009A7F39"/>
    <w:rsid w:val="009B1109"/>
    <w:rsid w:val="009B152A"/>
    <w:rsid w:val="009B2D53"/>
    <w:rsid w:val="009B4750"/>
    <w:rsid w:val="009B4BBF"/>
    <w:rsid w:val="009B4E98"/>
    <w:rsid w:val="009B6078"/>
    <w:rsid w:val="009B6195"/>
    <w:rsid w:val="009B6D8A"/>
    <w:rsid w:val="009C1C0A"/>
    <w:rsid w:val="009C1DD1"/>
    <w:rsid w:val="009C22D2"/>
    <w:rsid w:val="009C2C14"/>
    <w:rsid w:val="009C375E"/>
    <w:rsid w:val="009C3BC3"/>
    <w:rsid w:val="009C4074"/>
    <w:rsid w:val="009C43AF"/>
    <w:rsid w:val="009C499A"/>
    <w:rsid w:val="009C4F7D"/>
    <w:rsid w:val="009C5BB3"/>
    <w:rsid w:val="009C6997"/>
    <w:rsid w:val="009C7333"/>
    <w:rsid w:val="009D0483"/>
    <w:rsid w:val="009D0696"/>
    <w:rsid w:val="009D0AA3"/>
    <w:rsid w:val="009D193A"/>
    <w:rsid w:val="009D396D"/>
    <w:rsid w:val="009D3CC5"/>
    <w:rsid w:val="009D4111"/>
    <w:rsid w:val="009D4814"/>
    <w:rsid w:val="009D4960"/>
    <w:rsid w:val="009D5419"/>
    <w:rsid w:val="009D6F7F"/>
    <w:rsid w:val="009D7824"/>
    <w:rsid w:val="009E06FB"/>
    <w:rsid w:val="009E2B24"/>
    <w:rsid w:val="009E37C7"/>
    <w:rsid w:val="009E5F4F"/>
    <w:rsid w:val="009E63A1"/>
    <w:rsid w:val="009E64E8"/>
    <w:rsid w:val="009E7A20"/>
    <w:rsid w:val="009F046A"/>
    <w:rsid w:val="009F1937"/>
    <w:rsid w:val="009F2155"/>
    <w:rsid w:val="009F2228"/>
    <w:rsid w:val="009F2CA1"/>
    <w:rsid w:val="009F4D78"/>
    <w:rsid w:val="009F52C8"/>
    <w:rsid w:val="009F55E4"/>
    <w:rsid w:val="009F5EAE"/>
    <w:rsid w:val="009F6458"/>
    <w:rsid w:val="009F6CF2"/>
    <w:rsid w:val="009F6D7C"/>
    <w:rsid w:val="009F7882"/>
    <w:rsid w:val="009F7BFD"/>
    <w:rsid w:val="00A00307"/>
    <w:rsid w:val="00A013CA"/>
    <w:rsid w:val="00A016E8"/>
    <w:rsid w:val="00A01F4F"/>
    <w:rsid w:val="00A02425"/>
    <w:rsid w:val="00A028D7"/>
    <w:rsid w:val="00A02CEF"/>
    <w:rsid w:val="00A04177"/>
    <w:rsid w:val="00A04401"/>
    <w:rsid w:val="00A04721"/>
    <w:rsid w:val="00A04AFB"/>
    <w:rsid w:val="00A04E1B"/>
    <w:rsid w:val="00A06F05"/>
    <w:rsid w:val="00A079C7"/>
    <w:rsid w:val="00A07AFA"/>
    <w:rsid w:val="00A1077C"/>
    <w:rsid w:val="00A1085A"/>
    <w:rsid w:val="00A10DCD"/>
    <w:rsid w:val="00A11230"/>
    <w:rsid w:val="00A113B3"/>
    <w:rsid w:val="00A11CA1"/>
    <w:rsid w:val="00A12273"/>
    <w:rsid w:val="00A14178"/>
    <w:rsid w:val="00A169BE"/>
    <w:rsid w:val="00A16DEA"/>
    <w:rsid w:val="00A203C5"/>
    <w:rsid w:val="00A20C44"/>
    <w:rsid w:val="00A21693"/>
    <w:rsid w:val="00A227D3"/>
    <w:rsid w:val="00A22889"/>
    <w:rsid w:val="00A229C7"/>
    <w:rsid w:val="00A22F74"/>
    <w:rsid w:val="00A23AE7"/>
    <w:rsid w:val="00A24A24"/>
    <w:rsid w:val="00A2545D"/>
    <w:rsid w:val="00A26C4B"/>
    <w:rsid w:val="00A26E1E"/>
    <w:rsid w:val="00A27BA6"/>
    <w:rsid w:val="00A306EE"/>
    <w:rsid w:val="00A31656"/>
    <w:rsid w:val="00A31D3C"/>
    <w:rsid w:val="00A3318D"/>
    <w:rsid w:val="00A33859"/>
    <w:rsid w:val="00A3418E"/>
    <w:rsid w:val="00A350B1"/>
    <w:rsid w:val="00A3531F"/>
    <w:rsid w:val="00A35437"/>
    <w:rsid w:val="00A35E45"/>
    <w:rsid w:val="00A36A84"/>
    <w:rsid w:val="00A371CC"/>
    <w:rsid w:val="00A375E0"/>
    <w:rsid w:val="00A37AE4"/>
    <w:rsid w:val="00A410A5"/>
    <w:rsid w:val="00A42278"/>
    <w:rsid w:val="00A42659"/>
    <w:rsid w:val="00A43262"/>
    <w:rsid w:val="00A439A6"/>
    <w:rsid w:val="00A45186"/>
    <w:rsid w:val="00A47152"/>
    <w:rsid w:val="00A509D7"/>
    <w:rsid w:val="00A50C70"/>
    <w:rsid w:val="00A5231F"/>
    <w:rsid w:val="00A52DAE"/>
    <w:rsid w:val="00A52FBB"/>
    <w:rsid w:val="00A5338E"/>
    <w:rsid w:val="00A53CD6"/>
    <w:rsid w:val="00A55572"/>
    <w:rsid w:val="00A56C1D"/>
    <w:rsid w:val="00A56E9D"/>
    <w:rsid w:val="00A572C3"/>
    <w:rsid w:val="00A6037B"/>
    <w:rsid w:val="00A60742"/>
    <w:rsid w:val="00A61367"/>
    <w:rsid w:val="00A6298B"/>
    <w:rsid w:val="00A62B2A"/>
    <w:rsid w:val="00A63CF1"/>
    <w:rsid w:val="00A6449C"/>
    <w:rsid w:val="00A65059"/>
    <w:rsid w:val="00A65380"/>
    <w:rsid w:val="00A65647"/>
    <w:rsid w:val="00A6648D"/>
    <w:rsid w:val="00A67910"/>
    <w:rsid w:val="00A67D30"/>
    <w:rsid w:val="00A70E5F"/>
    <w:rsid w:val="00A719E4"/>
    <w:rsid w:val="00A73B02"/>
    <w:rsid w:val="00A73ED2"/>
    <w:rsid w:val="00A74015"/>
    <w:rsid w:val="00A74D5D"/>
    <w:rsid w:val="00A76E12"/>
    <w:rsid w:val="00A803F7"/>
    <w:rsid w:val="00A80790"/>
    <w:rsid w:val="00A80DC2"/>
    <w:rsid w:val="00A81211"/>
    <w:rsid w:val="00A8176C"/>
    <w:rsid w:val="00A82855"/>
    <w:rsid w:val="00A82D45"/>
    <w:rsid w:val="00A855B8"/>
    <w:rsid w:val="00A85B4E"/>
    <w:rsid w:val="00A86C98"/>
    <w:rsid w:val="00A870AE"/>
    <w:rsid w:val="00A87C44"/>
    <w:rsid w:val="00A9062B"/>
    <w:rsid w:val="00A9118A"/>
    <w:rsid w:val="00A92ACC"/>
    <w:rsid w:val="00A92F7F"/>
    <w:rsid w:val="00A933E2"/>
    <w:rsid w:val="00A939AD"/>
    <w:rsid w:val="00A94BEA"/>
    <w:rsid w:val="00A95D89"/>
    <w:rsid w:val="00A96BA2"/>
    <w:rsid w:val="00A9748B"/>
    <w:rsid w:val="00AA0A5D"/>
    <w:rsid w:val="00AA1565"/>
    <w:rsid w:val="00AA382E"/>
    <w:rsid w:val="00AA458B"/>
    <w:rsid w:val="00AA4832"/>
    <w:rsid w:val="00AA50DD"/>
    <w:rsid w:val="00AA5BBA"/>
    <w:rsid w:val="00AA5D72"/>
    <w:rsid w:val="00AA76B8"/>
    <w:rsid w:val="00AA77C8"/>
    <w:rsid w:val="00AA7E19"/>
    <w:rsid w:val="00AB09E1"/>
    <w:rsid w:val="00AB16C7"/>
    <w:rsid w:val="00AB1D6C"/>
    <w:rsid w:val="00AB1D9E"/>
    <w:rsid w:val="00AB246E"/>
    <w:rsid w:val="00AB2CBE"/>
    <w:rsid w:val="00AB2EB0"/>
    <w:rsid w:val="00AB2EF9"/>
    <w:rsid w:val="00AB32BE"/>
    <w:rsid w:val="00AB4C00"/>
    <w:rsid w:val="00AB5807"/>
    <w:rsid w:val="00AB5E18"/>
    <w:rsid w:val="00AB6FC3"/>
    <w:rsid w:val="00AB7CB9"/>
    <w:rsid w:val="00AC108A"/>
    <w:rsid w:val="00AC1687"/>
    <w:rsid w:val="00AC18F1"/>
    <w:rsid w:val="00AC20E4"/>
    <w:rsid w:val="00AC2627"/>
    <w:rsid w:val="00AC2F22"/>
    <w:rsid w:val="00AC3817"/>
    <w:rsid w:val="00AC509F"/>
    <w:rsid w:val="00AC6AF9"/>
    <w:rsid w:val="00AC6BF3"/>
    <w:rsid w:val="00AD044E"/>
    <w:rsid w:val="00AD1568"/>
    <w:rsid w:val="00AD2831"/>
    <w:rsid w:val="00AD28AC"/>
    <w:rsid w:val="00AD463C"/>
    <w:rsid w:val="00AD5CF0"/>
    <w:rsid w:val="00AD6E81"/>
    <w:rsid w:val="00AE0B3C"/>
    <w:rsid w:val="00AE1229"/>
    <w:rsid w:val="00AE4F06"/>
    <w:rsid w:val="00AE523A"/>
    <w:rsid w:val="00AE7D9D"/>
    <w:rsid w:val="00AF0007"/>
    <w:rsid w:val="00AF019A"/>
    <w:rsid w:val="00AF04AB"/>
    <w:rsid w:val="00AF0D96"/>
    <w:rsid w:val="00AF10C3"/>
    <w:rsid w:val="00AF1265"/>
    <w:rsid w:val="00AF16A6"/>
    <w:rsid w:val="00AF2151"/>
    <w:rsid w:val="00AF22D2"/>
    <w:rsid w:val="00AF35AC"/>
    <w:rsid w:val="00AF3991"/>
    <w:rsid w:val="00AF4C02"/>
    <w:rsid w:val="00AF645D"/>
    <w:rsid w:val="00AF72AB"/>
    <w:rsid w:val="00AF767C"/>
    <w:rsid w:val="00B04711"/>
    <w:rsid w:val="00B0646A"/>
    <w:rsid w:val="00B06CE7"/>
    <w:rsid w:val="00B06DFE"/>
    <w:rsid w:val="00B06E86"/>
    <w:rsid w:val="00B07692"/>
    <w:rsid w:val="00B10562"/>
    <w:rsid w:val="00B10704"/>
    <w:rsid w:val="00B1087E"/>
    <w:rsid w:val="00B114CF"/>
    <w:rsid w:val="00B1162D"/>
    <w:rsid w:val="00B13592"/>
    <w:rsid w:val="00B14B2F"/>
    <w:rsid w:val="00B17C9C"/>
    <w:rsid w:val="00B200FB"/>
    <w:rsid w:val="00B203B6"/>
    <w:rsid w:val="00B20486"/>
    <w:rsid w:val="00B20F44"/>
    <w:rsid w:val="00B22099"/>
    <w:rsid w:val="00B22922"/>
    <w:rsid w:val="00B231CE"/>
    <w:rsid w:val="00B24065"/>
    <w:rsid w:val="00B24F86"/>
    <w:rsid w:val="00B25031"/>
    <w:rsid w:val="00B250C2"/>
    <w:rsid w:val="00B2575F"/>
    <w:rsid w:val="00B26A1A"/>
    <w:rsid w:val="00B3094D"/>
    <w:rsid w:val="00B30A63"/>
    <w:rsid w:val="00B30C8B"/>
    <w:rsid w:val="00B3139B"/>
    <w:rsid w:val="00B316AE"/>
    <w:rsid w:val="00B31B25"/>
    <w:rsid w:val="00B3306A"/>
    <w:rsid w:val="00B33118"/>
    <w:rsid w:val="00B333A5"/>
    <w:rsid w:val="00B35C27"/>
    <w:rsid w:val="00B360EC"/>
    <w:rsid w:val="00B366FC"/>
    <w:rsid w:val="00B3694B"/>
    <w:rsid w:val="00B424B5"/>
    <w:rsid w:val="00B4384D"/>
    <w:rsid w:val="00B44367"/>
    <w:rsid w:val="00B444D2"/>
    <w:rsid w:val="00B44BE7"/>
    <w:rsid w:val="00B45C1B"/>
    <w:rsid w:val="00B465A6"/>
    <w:rsid w:val="00B4761C"/>
    <w:rsid w:val="00B4787B"/>
    <w:rsid w:val="00B51058"/>
    <w:rsid w:val="00B51955"/>
    <w:rsid w:val="00B519DE"/>
    <w:rsid w:val="00B51AE2"/>
    <w:rsid w:val="00B523EC"/>
    <w:rsid w:val="00B523FA"/>
    <w:rsid w:val="00B53F8A"/>
    <w:rsid w:val="00B55411"/>
    <w:rsid w:val="00B55E4A"/>
    <w:rsid w:val="00B5653C"/>
    <w:rsid w:val="00B5694F"/>
    <w:rsid w:val="00B603D9"/>
    <w:rsid w:val="00B60C59"/>
    <w:rsid w:val="00B614E8"/>
    <w:rsid w:val="00B6181D"/>
    <w:rsid w:val="00B627A7"/>
    <w:rsid w:val="00B62EEF"/>
    <w:rsid w:val="00B642D9"/>
    <w:rsid w:val="00B65797"/>
    <w:rsid w:val="00B657B6"/>
    <w:rsid w:val="00B65918"/>
    <w:rsid w:val="00B664D0"/>
    <w:rsid w:val="00B6678C"/>
    <w:rsid w:val="00B66A1B"/>
    <w:rsid w:val="00B678A3"/>
    <w:rsid w:val="00B717FF"/>
    <w:rsid w:val="00B71855"/>
    <w:rsid w:val="00B71D38"/>
    <w:rsid w:val="00B72B48"/>
    <w:rsid w:val="00B72E1C"/>
    <w:rsid w:val="00B7491B"/>
    <w:rsid w:val="00B762C4"/>
    <w:rsid w:val="00B766A3"/>
    <w:rsid w:val="00B8094F"/>
    <w:rsid w:val="00B81018"/>
    <w:rsid w:val="00B820B6"/>
    <w:rsid w:val="00B82733"/>
    <w:rsid w:val="00B8339A"/>
    <w:rsid w:val="00B83C09"/>
    <w:rsid w:val="00B851CD"/>
    <w:rsid w:val="00B8536B"/>
    <w:rsid w:val="00B85988"/>
    <w:rsid w:val="00B85D55"/>
    <w:rsid w:val="00B86566"/>
    <w:rsid w:val="00B867A1"/>
    <w:rsid w:val="00B91677"/>
    <w:rsid w:val="00B91D0C"/>
    <w:rsid w:val="00B92751"/>
    <w:rsid w:val="00B92C0A"/>
    <w:rsid w:val="00B93024"/>
    <w:rsid w:val="00B93184"/>
    <w:rsid w:val="00B933AA"/>
    <w:rsid w:val="00B946B4"/>
    <w:rsid w:val="00B95DAE"/>
    <w:rsid w:val="00B96BC8"/>
    <w:rsid w:val="00B97BAE"/>
    <w:rsid w:val="00B97CF3"/>
    <w:rsid w:val="00BA02FE"/>
    <w:rsid w:val="00BA0B69"/>
    <w:rsid w:val="00BA0EF3"/>
    <w:rsid w:val="00BA1346"/>
    <w:rsid w:val="00BA19D4"/>
    <w:rsid w:val="00BA5839"/>
    <w:rsid w:val="00BA60B6"/>
    <w:rsid w:val="00BA68EE"/>
    <w:rsid w:val="00BA72E9"/>
    <w:rsid w:val="00BB031A"/>
    <w:rsid w:val="00BB1148"/>
    <w:rsid w:val="00BB175C"/>
    <w:rsid w:val="00BB25A3"/>
    <w:rsid w:val="00BB294A"/>
    <w:rsid w:val="00BB297F"/>
    <w:rsid w:val="00BB3E58"/>
    <w:rsid w:val="00BB4A2A"/>
    <w:rsid w:val="00BB6B02"/>
    <w:rsid w:val="00BB7548"/>
    <w:rsid w:val="00BB7C5B"/>
    <w:rsid w:val="00BC0B49"/>
    <w:rsid w:val="00BC101D"/>
    <w:rsid w:val="00BC1570"/>
    <w:rsid w:val="00BC2798"/>
    <w:rsid w:val="00BC350E"/>
    <w:rsid w:val="00BC3AF7"/>
    <w:rsid w:val="00BC4F16"/>
    <w:rsid w:val="00BC7BA9"/>
    <w:rsid w:val="00BC7D6F"/>
    <w:rsid w:val="00BD0C71"/>
    <w:rsid w:val="00BD0D3C"/>
    <w:rsid w:val="00BD3719"/>
    <w:rsid w:val="00BD4F8E"/>
    <w:rsid w:val="00BD54AD"/>
    <w:rsid w:val="00BD5924"/>
    <w:rsid w:val="00BD79DF"/>
    <w:rsid w:val="00BE058A"/>
    <w:rsid w:val="00BE09A2"/>
    <w:rsid w:val="00BE0D5E"/>
    <w:rsid w:val="00BE151A"/>
    <w:rsid w:val="00BE1A94"/>
    <w:rsid w:val="00BE2358"/>
    <w:rsid w:val="00BE338D"/>
    <w:rsid w:val="00BE3DF9"/>
    <w:rsid w:val="00BE4C1A"/>
    <w:rsid w:val="00BF0E3A"/>
    <w:rsid w:val="00BF1349"/>
    <w:rsid w:val="00BF1526"/>
    <w:rsid w:val="00BF2240"/>
    <w:rsid w:val="00BF3067"/>
    <w:rsid w:val="00BF3424"/>
    <w:rsid w:val="00BF3703"/>
    <w:rsid w:val="00BF3EA6"/>
    <w:rsid w:val="00BF3ED8"/>
    <w:rsid w:val="00BF478B"/>
    <w:rsid w:val="00BF51E9"/>
    <w:rsid w:val="00BF5C1D"/>
    <w:rsid w:val="00BF5C60"/>
    <w:rsid w:val="00BF667E"/>
    <w:rsid w:val="00BF6A2C"/>
    <w:rsid w:val="00BF76F2"/>
    <w:rsid w:val="00BF792E"/>
    <w:rsid w:val="00C01152"/>
    <w:rsid w:val="00C011AF"/>
    <w:rsid w:val="00C01732"/>
    <w:rsid w:val="00C036D7"/>
    <w:rsid w:val="00C03866"/>
    <w:rsid w:val="00C0424E"/>
    <w:rsid w:val="00C05412"/>
    <w:rsid w:val="00C0547A"/>
    <w:rsid w:val="00C06CE1"/>
    <w:rsid w:val="00C0789B"/>
    <w:rsid w:val="00C10C24"/>
    <w:rsid w:val="00C10D14"/>
    <w:rsid w:val="00C119F5"/>
    <w:rsid w:val="00C12651"/>
    <w:rsid w:val="00C12E3F"/>
    <w:rsid w:val="00C145CA"/>
    <w:rsid w:val="00C20159"/>
    <w:rsid w:val="00C207A2"/>
    <w:rsid w:val="00C20DE0"/>
    <w:rsid w:val="00C20F10"/>
    <w:rsid w:val="00C210F6"/>
    <w:rsid w:val="00C222D4"/>
    <w:rsid w:val="00C224FA"/>
    <w:rsid w:val="00C22723"/>
    <w:rsid w:val="00C22FE6"/>
    <w:rsid w:val="00C2449A"/>
    <w:rsid w:val="00C25747"/>
    <w:rsid w:val="00C263FB"/>
    <w:rsid w:val="00C2673B"/>
    <w:rsid w:val="00C26760"/>
    <w:rsid w:val="00C27859"/>
    <w:rsid w:val="00C32326"/>
    <w:rsid w:val="00C327C9"/>
    <w:rsid w:val="00C33155"/>
    <w:rsid w:val="00C33351"/>
    <w:rsid w:val="00C340CC"/>
    <w:rsid w:val="00C35A30"/>
    <w:rsid w:val="00C362FB"/>
    <w:rsid w:val="00C364DE"/>
    <w:rsid w:val="00C36FE1"/>
    <w:rsid w:val="00C4072E"/>
    <w:rsid w:val="00C41170"/>
    <w:rsid w:val="00C41FEE"/>
    <w:rsid w:val="00C44CBE"/>
    <w:rsid w:val="00C471BE"/>
    <w:rsid w:val="00C4725D"/>
    <w:rsid w:val="00C5029F"/>
    <w:rsid w:val="00C51035"/>
    <w:rsid w:val="00C520FC"/>
    <w:rsid w:val="00C52BB1"/>
    <w:rsid w:val="00C5361F"/>
    <w:rsid w:val="00C53AAC"/>
    <w:rsid w:val="00C53F2D"/>
    <w:rsid w:val="00C54751"/>
    <w:rsid w:val="00C54F1D"/>
    <w:rsid w:val="00C552A2"/>
    <w:rsid w:val="00C56E98"/>
    <w:rsid w:val="00C57FF2"/>
    <w:rsid w:val="00C61FE4"/>
    <w:rsid w:val="00C6208B"/>
    <w:rsid w:val="00C64C38"/>
    <w:rsid w:val="00C66D69"/>
    <w:rsid w:val="00C67D33"/>
    <w:rsid w:val="00C67F90"/>
    <w:rsid w:val="00C7018D"/>
    <w:rsid w:val="00C70886"/>
    <w:rsid w:val="00C72D98"/>
    <w:rsid w:val="00C74235"/>
    <w:rsid w:val="00C74670"/>
    <w:rsid w:val="00C77A3B"/>
    <w:rsid w:val="00C81086"/>
    <w:rsid w:val="00C811B6"/>
    <w:rsid w:val="00C83056"/>
    <w:rsid w:val="00C831C0"/>
    <w:rsid w:val="00C8341D"/>
    <w:rsid w:val="00C87C2D"/>
    <w:rsid w:val="00C87D07"/>
    <w:rsid w:val="00C87F26"/>
    <w:rsid w:val="00C91085"/>
    <w:rsid w:val="00C92224"/>
    <w:rsid w:val="00C92959"/>
    <w:rsid w:val="00C954A7"/>
    <w:rsid w:val="00C96A61"/>
    <w:rsid w:val="00C971BC"/>
    <w:rsid w:val="00C9750E"/>
    <w:rsid w:val="00CA00CA"/>
    <w:rsid w:val="00CA040E"/>
    <w:rsid w:val="00CA07DF"/>
    <w:rsid w:val="00CA09D8"/>
    <w:rsid w:val="00CA185B"/>
    <w:rsid w:val="00CA1BC9"/>
    <w:rsid w:val="00CA2BD7"/>
    <w:rsid w:val="00CA2D4C"/>
    <w:rsid w:val="00CA400C"/>
    <w:rsid w:val="00CA5BAC"/>
    <w:rsid w:val="00CA6099"/>
    <w:rsid w:val="00CA689B"/>
    <w:rsid w:val="00CA6B37"/>
    <w:rsid w:val="00CA7038"/>
    <w:rsid w:val="00CA72CF"/>
    <w:rsid w:val="00CB01B9"/>
    <w:rsid w:val="00CB1D6E"/>
    <w:rsid w:val="00CB1EA8"/>
    <w:rsid w:val="00CB27CD"/>
    <w:rsid w:val="00CB3386"/>
    <w:rsid w:val="00CB5175"/>
    <w:rsid w:val="00CB650F"/>
    <w:rsid w:val="00CB6E58"/>
    <w:rsid w:val="00CB7575"/>
    <w:rsid w:val="00CB794C"/>
    <w:rsid w:val="00CB7A89"/>
    <w:rsid w:val="00CC09CA"/>
    <w:rsid w:val="00CC0C8C"/>
    <w:rsid w:val="00CC273A"/>
    <w:rsid w:val="00CC3756"/>
    <w:rsid w:val="00CC39F9"/>
    <w:rsid w:val="00CC3ECD"/>
    <w:rsid w:val="00CC4420"/>
    <w:rsid w:val="00CC44D2"/>
    <w:rsid w:val="00CC4A29"/>
    <w:rsid w:val="00CC52B1"/>
    <w:rsid w:val="00CC5BE4"/>
    <w:rsid w:val="00CC683E"/>
    <w:rsid w:val="00CC6E6E"/>
    <w:rsid w:val="00CC7AFA"/>
    <w:rsid w:val="00CD02A3"/>
    <w:rsid w:val="00CD04F1"/>
    <w:rsid w:val="00CD08AC"/>
    <w:rsid w:val="00CD2868"/>
    <w:rsid w:val="00CD3431"/>
    <w:rsid w:val="00CD3FC1"/>
    <w:rsid w:val="00CD66DC"/>
    <w:rsid w:val="00CD697A"/>
    <w:rsid w:val="00CD6B9B"/>
    <w:rsid w:val="00CD7238"/>
    <w:rsid w:val="00CE012A"/>
    <w:rsid w:val="00CE1FBA"/>
    <w:rsid w:val="00CE2FC1"/>
    <w:rsid w:val="00CE7961"/>
    <w:rsid w:val="00CF1E8E"/>
    <w:rsid w:val="00CF2048"/>
    <w:rsid w:val="00CF2FF7"/>
    <w:rsid w:val="00CF4564"/>
    <w:rsid w:val="00CF4BC5"/>
    <w:rsid w:val="00CF4F9A"/>
    <w:rsid w:val="00CF53F1"/>
    <w:rsid w:val="00CF57E3"/>
    <w:rsid w:val="00CF59DB"/>
    <w:rsid w:val="00CF5AA1"/>
    <w:rsid w:val="00CF5D1D"/>
    <w:rsid w:val="00CF6F1C"/>
    <w:rsid w:val="00D00039"/>
    <w:rsid w:val="00D01AD4"/>
    <w:rsid w:val="00D025E4"/>
    <w:rsid w:val="00D0283E"/>
    <w:rsid w:val="00D0308E"/>
    <w:rsid w:val="00D03168"/>
    <w:rsid w:val="00D03A8B"/>
    <w:rsid w:val="00D0461E"/>
    <w:rsid w:val="00D0476A"/>
    <w:rsid w:val="00D048C6"/>
    <w:rsid w:val="00D04F6C"/>
    <w:rsid w:val="00D06A35"/>
    <w:rsid w:val="00D071F9"/>
    <w:rsid w:val="00D073C3"/>
    <w:rsid w:val="00D10457"/>
    <w:rsid w:val="00D12731"/>
    <w:rsid w:val="00D12CD9"/>
    <w:rsid w:val="00D13864"/>
    <w:rsid w:val="00D13A23"/>
    <w:rsid w:val="00D1401E"/>
    <w:rsid w:val="00D154BD"/>
    <w:rsid w:val="00D15BA9"/>
    <w:rsid w:val="00D17B7D"/>
    <w:rsid w:val="00D20126"/>
    <w:rsid w:val="00D204B4"/>
    <w:rsid w:val="00D20BEA"/>
    <w:rsid w:val="00D212D2"/>
    <w:rsid w:val="00D21569"/>
    <w:rsid w:val="00D21F06"/>
    <w:rsid w:val="00D222AD"/>
    <w:rsid w:val="00D22A8C"/>
    <w:rsid w:val="00D23167"/>
    <w:rsid w:val="00D257B4"/>
    <w:rsid w:val="00D258C4"/>
    <w:rsid w:val="00D25A79"/>
    <w:rsid w:val="00D265A9"/>
    <w:rsid w:val="00D269E5"/>
    <w:rsid w:val="00D26B14"/>
    <w:rsid w:val="00D2749B"/>
    <w:rsid w:val="00D300FA"/>
    <w:rsid w:val="00D312EA"/>
    <w:rsid w:val="00D316C6"/>
    <w:rsid w:val="00D31B0C"/>
    <w:rsid w:val="00D31C87"/>
    <w:rsid w:val="00D330DC"/>
    <w:rsid w:val="00D367D1"/>
    <w:rsid w:val="00D373FA"/>
    <w:rsid w:val="00D4049B"/>
    <w:rsid w:val="00D4059E"/>
    <w:rsid w:val="00D40DFE"/>
    <w:rsid w:val="00D41F99"/>
    <w:rsid w:val="00D43397"/>
    <w:rsid w:val="00D4377D"/>
    <w:rsid w:val="00D43D8B"/>
    <w:rsid w:val="00D44C97"/>
    <w:rsid w:val="00D450BF"/>
    <w:rsid w:val="00D45660"/>
    <w:rsid w:val="00D45847"/>
    <w:rsid w:val="00D46BAF"/>
    <w:rsid w:val="00D4764B"/>
    <w:rsid w:val="00D51618"/>
    <w:rsid w:val="00D5235D"/>
    <w:rsid w:val="00D52611"/>
    <w:rsid w:val="00D5434E"/>
    <w:rsid w:val="00D544F8"/>
    <w:rsid w:val="00D54A8E"/>
    <w:rsid w:val="00D57696"/>
    <w:rsid w:val="00D579CC"/>
    <w:rsid w:val="00D60567"/>
    <w:rsid w:val="00D608F4"/>
    <w:rsid w:val="00D64D17"/>
    <w:rsid w:val="00D657FE"/>
    <w:rsid w:val="00D659E7"/>
    <w:rsid w:val="00D65C0A"/>
    <w:rsid w:val="00D65CE1"/>
    <w:rsid w:val="00D6647E"/>
    <w:rsid w:val="00D679F6"/>
    <w:rsid w:val="00D67E6B"/>
    <w:rsid w:val="00D67F50"/>
    <w:rsid w:val="00D70479"/>
    <w:rsid w:val="00D70970"/>
    <w:rsid w:val="00D70B95"/>
    <w:rsid w:val="00D71289"/>
    <w:rsid w:val="00D716C9"/>
    <w:rsid w:val="00D71760"/>
    <w:rsid w:val="00D71B6A"/>
    <w:rsid w:val="00D7280A"/>
    <w:rsid w:val="00D728AA"/>
    <w:rsid w:val="00D73A2B"/>
    <w:rsid w:val="00D74E1B"/>
    <w:rsid w:val="00D75271"/>
    <w:rsid w:val="00D75527"/>
    <w:rsid w:val="00D76A09"/>
    <w:rsid w:val="00D76F26"/>
    <w:rsid w:val="00D7760F"/>
    <w:rsid w:val="00D777CE"/>
    <w:rsid w:val="00D80C84"/>
    <w:rsid w:val="00D823BA"/>
    <w:rsid w:val="00D82C08"/>
    <w:rsid w:val="00D83250"/>
    <w:rsid w:val="00D83668"/>
    <w:rsid w:val="00D83BE5"/>
    <w:rsid w:val="00D846EB"/>
    <w:rsid w:val="00D847D0"/>
    <w:rsid w:val="00D8627C"/>
    <w:rsid w:val="00D865ED"/>
    <w:rsid w:val="00D86B44"/>
    <w:rsid w:val="00D8706E"/>
    <w:rsid w:val="00D87F32"/>
    <w:rsid w:val="00D90B81"/>
    <w:rsid w:val="00D90CA5"/>
    <w:rsid w:val="00D91A65"/>
    <w:rsid w:val="00D91CC0"/>
    <w:rsid w:val="00D91E01"/>
    <w:rsid w:val="00D93DD4"/>
    <w:rsid w:val="00D94190"/>
    <w:rsid w:val="00D9606A"/>
    <w:rsid w:val="00D979AC"/>
    <w:rsid w:val="00D97B62"/>
    <w:rsid w:val="00D97B92"/>
    <w:rsid w:val="00DA095E"/>
    <w:rsid w:val="00DA0BCC"/>
    <w:rsid w:val="00DA0DE7"/>
    <w:rsid w:val="00DA0F8D"/>
    <w:rsid w:val="00DA119F"/>
    <w:rsid w:val="00DA13CC"/>
    <w:rsid w:val="00DA1877"/>
    <w:rsid w:val="00DA3397"/>
    <w:rsid w:val="00DA34F9"/>
    <w:rsid w:val="00DA3E3F"/>
    <w:rsid w:val="00DA3F4B"/>
    <w:rsid w:val="00DA4BB2"/>
    <w:rsid w:val="00DA5DC9"/>
    <w:rsid w:val="00DA63A0"/>
    <w:rsid w:val="00DA6876"/>
    <w:rsid w:val="00DA6D63"/>
    <w:rsid w:val="00DB0241"/>
    <w:rsid w:val="00DB1260"/>
    <w:rsid w:val="00DB1552"/>
    <w:rsid w:val="00DB2612"/>
    <w:rsid w:val="00DB28D0"/>
    <w:rsid w:val="00DB30BC"/>
    <w:rsid w:val="00DB3A65"/>
    <w:rsid w:val="00DB482F"/>
    <w:rsid w:val="00DB4FF4"/>
    <w:rsid w:val="00DB516D"/>
    <w:rsid w:val="00DB6756"/>
    <w:rsid w:val="00DB72D3"/>
    <w:rsid w:val="00DC028A"/>
    <w:rsid w:val="00DC0368"/>
    <w:rsid w:val="00DC08B3"/>
    <w:rsid w:val="00DC1335"/>
    <w:rsid w:val="00DC1D36"/>
    <w:rsid w:val="00DC2A92"/>
    <w:rsid w:val="00DC47F8"/>
    <w:rsid w:val="00DC6243"/>
    <w:rsid w:val="00DC7922"/>
    <w:rsid w:val="00DD0A5A"/>
    <w:rsid w:val="00DD127D"/>
    <w:rsid w:val="00DD1A5D"/>
    <w:rsid w:val="00DD21D3"/>
    <w:rsid w:val="00DD2D34"/>
    <w:rsid w:val="00DD2E23"/>
    <w:rsid w:val="00DD40B5"/>
    <w:rsid w:val="00DD4D35"/>
    <w:rsid w:val="00DD4F13"/>
    <w:rsid w:val="00DD617A"/>
    <w:rsid w:val="00DD7FB7"/>
    <w:rsid w:val="00DE12CD"/>
    <w:rsid w:val="00DE1660"/>
    <w:rsid w:val="00DE209C"/>
    <w:rsid w:val="00DE252C"/>
    <w:rsid w:val="00DE397F"/>
    <w:rsid w:val="00DE4C9F"/>
    <w:rsid w:val="00DE5440"/>
    <w:rsid w:val="00DE678A"/>
    <w:rsid w:val="00DE7AE3"/>
    <w:rsid w:val="00DE7B21"/>
    <w:rsid w:val="00DF0475"/>
    <w:rsid w:val="00DF0643"/>
    <w:rsid w:val="00DF0CE9"/>
    <w:rsid w:val="00DF0FA6"/>
    <w:rsid w:val="00DF14E2"/>
    <w:rsid w:val="00DF264A"/>
    <w:rsid w:val="00DF2CCC"/>
    <w:rsid w:val="00DF3806"/>
    <w:rsid w:val="00DF3BCB"/>
    <w:rsid w:val="00DF3BEC"/>
    <w:rsid w:val="00DF46BE"/>
    <w:rsid w:val="00DF50B2"/>
    <w:rsid w:val="00DF5664"/>
    <w:rsid w:val="00DF58E8"/>
    <w:rsid w:val="00DF590B"/>
    <w:rsid w:val="00DF64F0"/>
    <w:rsid w:val="00DF6607"/>
    <w:rsid w:val="00DF71B0"/>
    <w:rsid w:val="00E006D0"/>
    <w:rsid w:val="00E0177B"/>
    <w:rsid w:val="00E02031"/>
    <w:rsid w:val="00E043F8"/>
    <w:rsid w:val="00E0495E"/>
    <w:rsid w:val="00E1007C"/>
    <w:rsid w:val="00E11747"/>
    <w:rsid w:val="00E11876"/>
    <w:rsid w:val="00E119DB"/>
    <w:rsid w:val="00E122CC"/>
    <w:rsid w:val="00E127F1"/>
    <w:rsid w:val="00E12D2F"/>
    <w:rsid w:val="00E146F8"/>
    <w:rsid w:val="00E152F4"/>
    <w:rsid w:val="00E15A1C"/>
    <w:rsid w:val="00E171DC"/>
    <w:rsid w:val="00E1766D"/>
    <w:rsid w:val="00E17D75"/>
    <w:rsid w:val="00E20419"/>
    <w:rsid w:val="00E206BD"/>
    <w:rsid w:val="00E21AA4"/>
    <w:rsid w:val="00E21C88"/>
    <w:rsid w:val="00E235C4"/>
    <w:rsid w:val="00E26783"/>
    <w:rsid w:val="00E30A4B"/>
    <w:rsid w:val="00E31382"/>
    <w:rsid w:val="00E323D9"/>
    <w:rsid w:val="00E330DB"/>
    <w:rsid w:val="00E33B96"/>
    <w:rsid w:val="00E34230"/>
    <w:rsid w:val="00E343A9"/>
    <w:rsid w:val="00E3515D"/>
    <w:rsid w:val="00E358BD"/>
    <w:rsid w:val="00E35BD3"/>
    <w:rsid w:val="00E36BCC"/>
    <w:rsid w:val="00E37498"/>
    <w:rsid w:val="00E37CE2"/>
    <w:rsid w:val="00E4090E"/>
    <w:rsid w:val="00E40919"/>
    <w:rsid w:val="00E42678"/>
    <w:rsid w:val="00E4272E"/>
    <w:rsid w:val="00E42C3E"/>
    <w:rsid w:val="00E438B3"/>
    <w:rsid w:val="00E44FFF"/>
    <w:rsid w:val="00E45768"/>
    <w:rsid w:val="00E4614C"/>
    <w:rsid w:val="00E462CF"/>
    <w:rsid w:val="00E46C98"/>
    <w:rsid w:val="00E47690"/>
    <w:rsid w:val="00E515D0"/>
    <w:rsid w:val="00E51FFE"/>
    <w:rsid w:val="00E52253"/>
    <w:rsid w:val="00E52D1A"/>
    <w:rsid w:val="00E52F29"/>
    <w:rsid w:val="00E549E6"/>
    <w:rsid w:val="00E5596E"/>
    <w:rsid w:val="00E61BF8"/>
    <w:rsid w:val="00E62075"/>
    <w:rsid w:val="00E6209E"/>
    <w:rsid w:val="00E62750"/>
    <w:rsid w:val="00E64A99"/>
    <w:rsid w:val="00E64E83"/>
    <w:rsid w:val="00E656D7"/>
    <w:rsid w:val="00E66F16"/>
    <w:rsid w:val="00E6728C"/>
    <w:rsid w:val="00E7003C"/>
    <w:rsid w:val="00E7042A"/>
    <w:rsid w:val="00E70A23"/>
    <w:rsid w:val="00E70BBD"/>
    <w:rsid w:val="00E710C9"/>
    <w:rsid w:val="00E713C3"/>
    <w:rsid w:val="00E71458"/>
    <w:rsid w:val="00E72F0D"/>
    <w:rsid w:val="00E7316A"/>
    <w:rsid w:val="00E73575"/>
    <w:rsid w:val="00E747E4"/>
    <w:rsid w:val="00E748F7"/>
    <w:rsid w:val="00E77DAC"/>
    <w:rsid w:val="00E8035D"/>
    <w:rsid w:val="00E828C7"/>
    <w:rsid w:val="00E83D67"/>
    <w:rsid w:val="00E841E4"/>
    <w:rsid w:val="00E84B6C"/>
    <w:rsid w:val="00E85823"/>
    <w:rsid w:val="00E85A4C"/>
    <w:rsid w:val="00E87493"/>
    <w:rsid w:val="00E876DD"/>
    <w:rsid w:val="00E87CCC"/>
    <w:rsid w:val="00E90276"/>
    <w:rsid w:val="00E9027D"/>
    <w:rsid w:val="00E91AD0"/>
    <w:rsid w:val="00E92571"/>
    <w:rsid w:val="00E932B0"/>
    <w:rsid w:val="00E93631"/>
    <w:rsid w:val="00E93809"/>
    <w:rsid w:val="00E93AF5"/>
    <w:rsid w:val="00E9422D"/>
    <w:rsid w:val="00E949AF"/>
    <w:rsid w:val="00E95184"/>
    <w:rsid w:val="00E95E0B"/>
    <w:rsid w:val="00E96BA5"/>
    <w:rsid w:val="00E9799D"/>
    <w:rsid w:val="00E97B3B"/>
    <w:rsid w:val="00EA042F"/>
    <w:rsid w:val="00EA0653"/>
    <w:rsid w:val="00EA1473"/>
    <w:rsid w:val="00EA23E2"/>
    <w:rsid w:val="00EA2654"/>
    <w:rsid w:val="00EA2669"/>
    <w:rsid w:val="00EA2C82"/>
    <w:rsid w:val="00EA30FF"/>
    <w:rsid w:val="00EA34A6"/>
    <w:rsid w:val="00EA352B"/>
    <w:rsid w:val="00EA3EEA"/>
    <w:rsid w:val="00EA3EFD"/>
    <w:rsid w:val="00EA4AFF"/>
    <w:rsid w:val="00EA5CFD"/>
    <w:rsid w:val="00EA738D"/>
    <w:rsid w:val="00EB19AB"/>
    <w:rsid w:val="00EB2735"/>
    <w:rsid w:val="00EB2757"/>
    <w:rsid w:val="00EB304A"/>
    <w:rsid w:val="00EB33DA"/>
    <w:rsid w:val="00EB3959"/>
    <w:rsid w:val="00EB5599"/>
    <w:rsid w:val="00EB5817"/>
    <w:rsid w:val="00EB69EF"/>
    <w:rsid w:val="00EB6E3F"/>
    <w:rsid w:val="00EB7374"/>
    <w:rsid w:val="00EB793A"/>
    <w:rsid w:val="00EB7ACB"/>
    <w:rsid w:val="00EC001B"/>
    <w:rsid w:val="00EC0CA8"/>
    <w:rsid w:val="00EC273E"/>
    <w:rsid w:val="00EC2B66"/>
    <w:rsid w:val="00EC30A5"/>
    <w:rsid w:val="00EC3369"/>
    <w:rsid w:val="00EC37E7"/>
    <w:rsid w:val="00EC3C28"/>
    <w:rsid w:val="00EC3EBC"/>
    <w:rsid w:val="00EC6E37"/>
    <w:rsid w:val="00ED02A5"/>
    <w:rsid w:val="00ED15C6"/>
    <w:rsid w:val="00ED2FE6"/>
    <w:rsid w:val="00ED4231"/>
    <w:rsid w:val="00ED4827"/>
    <w:rsid w:val="00ED4C79"/>
    <w:rsid w:val="00ED7D2F"/>
    <w:rsid w:val="00EE0950"/>
    <w:rsid w:val="00EE1835"/>
    <w:rsid w:val="00EE1943"/>
    <w:rsid w:val="00EE5D1E"/>
    <w:rsid w:val="00EE5ED1"/>
    <w:rsid w:val="00EE616C"/>
    <w:rsid w:val="00EE6D40"/>
    <w:rsid w:val="00EE7204"/>
    <w:rsid w:val="00EF02E7"/>
    <w:rsid w:val="00EF06DD"/>
    <w:rsid w:val="00EF0810"/>
    <w:rsid w:val="00EF1D8D"/>
    <w:rsid w:val="00EF1F72"/>
    <w:rsid w:val="00EF2182"/>
    <w:rsid w:val="00EF23E7"/>
    <w:rsid w:val="00EF3C71"/>
    <w:rsid w:val="00EF3E6E"/>
    <w:rsid w:val="00EF471E"/>
    <w:rsid w:val="00EF4E9B"/>
    <w:rsid w:val="00EF52DE"/>
    <w:rsid w:val="00EF553D"/>
    <w:rsid w:val="00EF6406"/>
    <w:rsid w:val="00EF7106"/>
    <w:rsid w:val="00EF7327"/>
    <w:rsid w:val="00EF7BE8"/>
    <w:rsid w:val="00EF7E9B"/>
    <w:rsid w:val="00F023FB"/>
    <w:rsid w:val="00F0393F"/>
    <w:rsid w:val="00F03ACD"/>
    <w:rsid w:val="00F0424B"/>
    <w:rsid w:val="00F04474"/>
    <w:rsid w:val="00F05220"/>
    <w:rsid w:val="00F05AC4"/>
    <w:rsid w:val="00F063CE"/>
    <w:rsid w:val="00F068EC"/>
    <w:rsid w:val="00F06A5F"/>
    <w:rsid w:val="00F07010"/>
    <w:rsid w:val="00F10167"/>
    <w:rsid w:val="00F103CF"/>
    <w:rsid w:val="00F10CF2"/>
    <w:rsid w:val="00F10EC5"/>
    <w:rsid w:val="00F133C9"/>
    <w:rsid w:val="00F13CD1"/>
    <w:rsid w:val="00F14CA8"/>
    <w:rsid w:val="00F17A57"/>
    <w:rsid w:val="00F17B35"/>
    <w:rsid w:val="00F20012"/>
    <w:rsid w:val="00F20AA1"/>
    <w:rsid w:val="00F214B4"/>
    <w:rsid w:val="00F2183B"/>
    <w:rsid w:val="00F22113"/>
    <w:rsid w:val="00F23249"/>
    <w:rsid w:val="00F24D80"/>
    <w:rsid w:val="00F262D8"/>
    <w:rsid w:val="00F2642A"/>
    <w:rsid w:val="00F268BB"/>
    <w:rsid w:val="00F26C41"/>
    <w:rsid w:val="00F26EE6"/>
    <w:rsid w:val="00F27490"/>
    <w:rsid w:val="00F27CBB"/>
    <w:rsid w:val="00F308CB"/>
    <w:rsid w:val="00F30C8F"/>
    <w:rsid w:val="00F31A37"/>
    <w:rsid w:val="00F32024"/>
    <w:rsid w:val="00F325E1"/>
    <w:rsid w:val="00F35930"/>
    <w:rsid w:val="00F36D12"/>
    <w:rsid w:val="00F41FDB"/>
    <w:rsid w:val="00F43F99"/>
    <w:rsid w:val="00F44B08"/>
    <w:rsid w:val="00F45190"/>
    <w:rsid w:val="00F45E21"/>
    <w:rsid w:val="00F464C8"/>
    <w:rsid w:val="00F46BBC"/>
    <w:rsid w:val="00F4730E"/>
    <w:rsid w:val="00F47A3E"/>
    <w:rsid w:val="00F47FF0"/>
    <w:rsid w:val="00F50408"/>
    <w:rsid w:val="00F509F5"/>
    <w:rsid w:val="00F516BF"/>
    <w:rsid w:val="00F51BD7"/>
    <w:rsid w:val="00F522B7"/>
    <w:rsid w:val="00F54216"/>
    <w:rsid w:val="00F543F7"/>
    <w:rsid w:val="00F54769"/>
    <w:rsid w:val="00F5487B"/>
    <w:rsid w:val="00F54A2E"/>
    <w:rsid w:val="00F54AC1"/>
    <w:rsid w:val="00F555AB"/>
    <w:rsid w:val="00F55A01"/>
    <w:rsid w:val="00F56099"/>
    <w:rsid w:val="00F57149"/>
    <w:rsid w:val="00F57A80"/>
    <w:rsid w:val="00F612F0"/>
    <w:rsid w:val="00F61D06"/>
    <w:rsid w:val="00F61E81"/>
    <w:rsid w:val="00F623C5"/>
    <w:rsid w:val="00F6304A"/>
    <w:rsid w:val="00F63110"/>
    <w:rsid w:val="00F63EDF"/>
    <w:rsid w:val="00F64A60"/>
    <w:rsid w:val="00F6601B"/>
    <w:rsid w:val="00F66DEE"/>
    <w:rsid w:val="00F66FB1"/>
    <w:rsid w:val="00F67CA2"/>
    <w:rsid w:val="00F70922"/>
    <w:rsid w:val="00F70BE6"/>
    <w:rsid w:val="00F710D0"/>
    <w:rsid w:val="00F71C7E"/>
    <w:rsid w:val="00F72D01"/>
    <w:rsid w:val="00F72FC7"/>
    <w:rsid w:val="00F731B5"/>
    <w:rsid w:val="00F73CD0"/>
    <w:rsid w:val="00F74F37"/>
    <w:rsid w:val="00F75826"/>
    <w:rsid w:val="00F760DE"/>
    <w:rsid w:val="00F7697B"/>
    <w:rsid w:val="00F777AC"/>
    <w:rsid w:val="00F83D99"/>
    <w:rsid w:val="00F83F08"/>
    <w:rsid w:val="00F8529E"/>
    <w:rsid w:val="00F85435"/>
    <w:rsid w:val="00F85681"/>
    <w:rsid w:val="00F85D7C"/>
    <w:rsid w:val="00F85F5D"/>
    <w:rsid w:val="00F86B06"/>
    <w:rsid w:val="00F86B75"/>
    <w:rsid w:val="00F90F24"/>
    <w:rsid w:val="00F91ACC"/>
    <w:rsid w:val="00F91B38"/>
    <w:rsid w:val="00F91BBC"/>
    <w:rsid w:val="00F9299B"/>
    <w:rsid w:val="00F94DA9"/>
    <w:rsid w:val="00F953A5"/>
    <w:rsid w:val="00F958D5"/>
    <w:rsid w:val="00F95CAA"/>
    <w:rsid w:val="00F96B37"/>
    <w:rsid w:val="00F97369"/>
    <w:rsid w:val="00F977EC"/>
    <w:rsid w:val="00FA0568"/>
    <w:rsid w:val="00FA0945"/>
    <w:rsid w:val="00FA1155"/>
    <w:rsid w:val="00FA1E2B"/>
    <w:rsid w:val="00FA1F85"/>
    <w:rsid w:val="00FA24F7"/>
    <w:rsid w:val="00FA2CE3"/>
    <w:rsid w:val="00FA335A"/>
    <w:rsid w:val="00FA3A0D"/>
    <w:rsid w:val="00FA3AFA"/>
    <w:rsid w:val="00FA3FFD"/>
    <w:rsid w:val="00FA4B4D"/>
    <w:rsid w:val="00FA4D01"/>
    <w:rsid w:val="00FA5C47"/>
    <w:rsid w:val="00FA6F80"/>
    <w:rsid w:val="00FB02D2"/>
    <w:rsid w:val="00FB08B2"/>
    <w:rsid w:val="00FB0EC1"/>
    <w:rsid w:val="00FB1BC1"/>
    <w:rsid w:val="00FB3365"/>
    <w:rsid w:val="00FB5E45"/>
    <w:rsid w:val="00FC0166"/>
    <w:rsid w:val="00FC0278"/>
    <w:rsid w:val="00FC0D9C"/>
    <w:rsid w:val="00FC0F5C"/>
    <w:rsid w:val="00FC1CD6"/>
    <w:rsid w:val="00FC226F"/>
    <w:rsid w:val="00FC265B"/>
    <w:rsid w:val="00FC2874"/>
    <w:rsid w:val="00FC2952"/>
    <w:rsid w:val="00FC3E9C"/>
    <w:rsid w:val="00FC47CB"/>
    <w:rsid w:val="00FC6048"/>
    <w:rsid w:val="00FC6E03"/>
    <w:rsid w:val="00FC7691"/>
    <w:rsid w:val="00FC7F6A"/>
    <w:rsid w:val="00FD139C"/>
    <w:rsid w:val="00FD1DEA"/>
    <w:rsid w:val="00FD2265"/>
    <w:rsid w:val="00FD25C3"/>
    <w:rsid w:val="00FD2BA1"/>
    <w:rsid w:val="00FD2D1D"/>
    <w:rsid w:val="00FD4071"/>
    <w:rsid w:val="00FD583B"/>
    <w:rsid w:val="00FD64D0"/>
    <w:rsid w:val="00FD72E0"/>
    <w:rsid w:val="00FD7F21"/>
    <w:rsid w:val="00FE0104"/>
    <w:rsid w:val="00FE0955"/>
    <w:rsid w:val="00FE1E50"/>
    <w:rsid w:val="00FE2900"/>
    <w:rsid w:val="00FE361F"/>
    <w:rsid w:val="00FE569A"/>
    <w:rsid w:val="00FE57EC"/>
    <w:rsid w:val="00FE587E"/>
    <w:rsid w:val="00FE5CC5"/>
    <w:rsid w:val="00FF20B9"/>
    <w:rsid w:val="00FF30F8"/>
    <w:rsid w:val="00FF3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09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99"/>
    <w:rsid w:val="00DE209C"/>
    <w:rPr>
      <w:rFonts w:cs="Times New Roman"/>
    </w:rPr>
  </w:style>
  <w:style w:type="paragraph" w:customStyle="1" w:styleId="western">
    <w:name w:val="western"/>
    <w:basedOn w:val="Normal"/>
    <w:uiPriority w:val="99"/>
    <w:rsid w:val="00DE209C"/>
    <w:pPr>
      <w:spacing w:before="280" w:after="119"/>
      <w:ind w:firstLine="72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consplusnormal">
    <w:name w:val="consplusnormal"/>
    <w:basedOn w:val="Normal"/>
    <w:uiPriority w:val="99"/>
    <w:rsid w:val="00DE209C"/>
    <w:pPr>
      <w:spacing w:before="280" w:after="280"/>
      <w:ind w:firstLine="709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C257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E8C"/>
    <w:rPr>
      <w:rFonts w:ascii="Times New Roman" w:eastAsia="Times New Roman" w:hAnsi="Times New Roman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240</Words>
  <Characters>1370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bESt 2012</dc:creator>
  <cp:keywords/>
  <dc:description/>
  <cp:lastModifiedBy>СП</cp:lastModifiedBy>
  <cp:revision>2</cp:revision>
  <cp:lastPrinted>2012-12-10T08:26:00Z</cp:lastPrinted>
  <dcterms:created xsi:type="dcterms:W3CDTF">2012-12-08T18:01:00Z</dcterms:created>
  <dcterms:modified xsi:type="dcterms:W3CDTF">2012-12-10T08:27:00Z</dcterms:modified>
</cp:coreProperties>
</file>