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377D" w:rsidRPr="007F2880" w:rsidRDefault="0042377D" w:rsidP="007F2880">
      <w:pPr>
        <w:widowControl w:val="0"/>
        <w:ind w:left="10915"/>
        <w:rPr>
          <w:rFonts w:cs="Arial"/>
          <w:color w:val="000000"/>
          <w:sz w:val="24"/>
          <w:szCs w:val="24"/>
        </w:rPr>
      </w:pPr>
      <w:r w:rsidRPr="00AE706A">
        <w:rPr>
          <w:sz w:val="24"/>
          <w:szCs w:val="24"/>
        </w:rPr>
        <w:t xml:space="preserve">Приложение № 2    </w:t>
      </w:r>
      <w:r w:rsidRPr="00AE706A">
        <w:rPr>
          <w:rFonts w:cs="Arial"/>
          <w:color w:val="000000"/>
          <w:sz w:val="24"/>
          <w:szCs w:val="24"/>
        </w:rPr>
        <w:t xml:space="preserve">к  </w:t>
      </w:r>
      <w:r>
        <w:rPr>
          <w:rFonts w:cs="Arial"/>
          <w:color w:val="000000"/>
          <w:sz w:val="24"/>
          <w:szCs w:val="24"/>
        </w:rPr>
        <w:t>комплексной</w:t>
      </w:r>
      <w:r w:rsidRPr="00AE706A">
        <w:rPr>
          <w:rFonts w:cs="Arial"/>
          <w:color w:val="000000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 xml:space="preserve">                                                                                           </w:t>
      </w:r>
      <w:r w:rsidRPr="00AE706A">
        <w:rPr>
          <w:rFonts w:cs="Arial"/>
          <w:color w:val="000000"/>
          <w:sz w:val="24"/>
          <w:szCs w:val="24"/>
        </w:rPr>
        <w:t xml:space="preserve">программе </w:t>
      </w:r>
      <w:r w:rsidRPr="00AE706A">
        <w:rPr>
          <w:bCs/>
          <w:sz w:val="24"/>
          <w:szCs w:val="24"/>
        </w:rPr>
        <w:t xml:space="preserve">«Профилактика </w:t>
      </w:r>
      <w:r>
        <w:rPr>
          <w:bCs/>
          <w:sz w:val="24"/>
          <w:szCs w:val="24"/>
        </w:rPr>
        <w:t xml:space="preserve">                                                                                                       экстремизма, терроризма, укрепление                        правопорядка и усиление борьбы с преступностью</w:t>
      </w:r>
    </w:p>
    <w:p w:rsidR="0042377D" w:rsidRPr="00AE706A" w:rsidRDefault="0042377D" w:rsidP="00E223DE">
      <w:pPr>
        <w:widowControl w:val="0"/>
        <w:ind w:left="10915"/>
        <w:rPr>
          <w:bCs/>
          <w:sz w:val="24"/>
          <w:szCs w:val="24"/>
        </w:rPr>
      </w:pPr>
      <w:r w:rsidRPr="00AE706A">
        <w:rPr>
          <w:bCs/>
          <w:sz w:val="24"/>
          <w:szCs w:val="24"/>
        </w:rPr>
        <w:t xml:space="preserve">на территории </w:t>
      </w:r>
      <w:r>
        <w:rPr>
          <w:bCs/>
          <w:sz w:val="24"/>
          <w:szCs w:val="24"/>
        </w:rPr>
        <w:t xml:space="preserve">Новопетровского </w:t>
      </w:r>
      <w:r w:rsidRPr="00AE706A">
        <w:rPr>
          <w:bCs/>
          <w:sz w:val="24"/>
          <w:szCs w:val="24"/>
        </w:rPr>
        <w:t xml:space="preserve">сельского  поселения </w:t>
      </w:r>
    </w:p>
    <w:p w:rsidR="0042377D" w:rsidRPr="00AE706A" w:rsidRDefault="0042377D" w:rsidP="00E223DE">
      <w:pPr>
        <w:widowControl w:val="0"/>
        <w:ind w:left="10915"/>
        <w:rPr>
          <w:rFonts w:cs="Arial"/>
          <w:color w:val="000000"/>
          <w:sz w:val="24"/>
          <w:szCs w:val="24"/>
        </w:rPr>
      </w:pPr>
      <w:r w:rsidRPr="00AE706A">
        <w:rPr>
          <w:bCs/>
          <w:sz w:val="24"/>
          <w:szCs w:val="24"/>
        </w:rPr>
        <w:t>на 2013 - 2015 годы»</w:t>
      </w:r>
    </w:p>
    <w:p w:rsidR="0042377D" w:rsidRPr="00AE706A" w:rsidRDefault="0042377D" w:rsidP="007F2880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AE706A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42377D" w:rsidRPr="00AE706A" w:rsidRDefault="0042377D" w:rsidP="00E223DE">
      <w:pPr>
        <w:autoSpaceDE w:val="0"/>
        <w:autoSpaceDN w:val="0"/>
        <w:adjustRightInd w:val="0"/>
        <w:ind w:left="12036"/>
        <w:jc w:val="both"/>
        <w:rPr>
          <w:sz w:val="24"/>
          <w:szCs w:val="24"/>
        </w:rPr>
      </w:pPr>
    </w:p>
    <w:p w:rsidR="0042377D" w:rsidRPr="00E223DE" w:rsidRDefault="0042377D" w:rsidP="00E223DE">
      <w:pPr>
        <w:autoSpaceDE w:val="0"/>
        <w:autoSpaceDN w:val="0"/>
        <w:adjustRightInd w:val="0"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                                   </w:t>
      </w:r>
      <w:r w:rsidRPr="00E223DE">
        <w:rPr>
          <w:b/>
          <w:sz w:val="24"/>
          <w:szCs w:val="24"/>
        </w:rPr>
        <w:t>Перечень основных мероприятий  комплексной Программы, сроки их реализации и объемы финансирования</w:t>
      </w:r>
    </w:p>
    <w:p w:rsidR="0042377D" w:rsidRPr="00AE706A" w:rsidRDefault="0042377D" w:rsidP="00E223DE">
      <w:pPr>
        <w:autoSpaceDE w:val="0"/>
        <w:autoSpaceDN w:val="0"/>
        <w:adjustRightInd w:val="0"/>
        <w:ind w:left="12036"/>
        <w:jc w:val="both"/>
        <w:rPr>
          <w:sz w:val="24"/>
          <w:szCs w:val="24"/>
        </w:rPr>
      </w:pPr>
    </w:p>
    <w:tbl>
      <w:tblPr>
        <w:tblW w:w="15376" w:type="dxa"/>
        <w:tblInd w:w="-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097"/>
        <w:gridCol w:w="4363"/>
        <w:gridCol w:w="2520"/>
        <w:gridCol w:w="1820"/>
        <w:gridCol w:w="1120"/>
        <w:gridCol w:w="1260"/>
        <w:gridCol w:w="1120"/>
        <w:gridCol w:w="1120"/>
        <w:gridCol w:w="956"/>
      </w:tblGrid>
      <w:tr w:rsidR="0042377D" w:rsidRPr="00AE706A" w:rsidTr="00AC6340">
        <w:trPr>
          <w:trHeight w:val="782"/>
        </w:trPr>
        <w:tc>
          <w:tcPr>
            <w:tcW w:w="1097" w:type="dxa"/>
            <w:vMerge w:val="restart"/>
          </w:tcPr>
          <w:p w:rsidR="0042377D" w:rsidRPr="00AE706A" w:rsidRDefault="0042377D" w:rsidP="00AC634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E706A">
              <w:rPr>
                <w:sz w:val="24"/>
                <w:szCs w:val="24"/>
              </w:rPr>
              <w:t>№</w:t>
            </w:r>
          </w:p>
          <w:p w:rsidR="0042377D" w:rsidRPr="00AE706A" w:rsidRDefault="0042377D" w:rsidP="00AC634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E706A">
              <w:rPr>
                <w:sz w:val="24"/>
                <w:szCs w:val="24"/>
              </w:rPr>
              <w:t>п/п</w:t>
            </w:r>
          </w:p>
        </w:tc>
        <w:tc>
          <w:tcPr>
            <w:tcW w:w="4363" w:type="dxa"/>
            <w:vMerge w:val="restart"/>
            <w:vAlign w:val="center"/>
          </w:tcPr>
          <w:p w:rsidR="0042377D" w:rsidRPr="00AE706A" w:rsidRDefault="0042377D" w:rsidP="00AC634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E706A">
              <w:rPr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520" w:type="dxa"/>
            <w:vMerge w:val="restart"/>
            <w:vAlign w:val="center"/>
          </w:tcPr>
          <w:p w:rsidR="0042377D" w:rsidRPr="00AE706A" w:rsidRDefault="0042377D" w:rsidP="00AC634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E706A">
              <w:rPr>
                <w:sz w:val="24"/>
                <w:szCs w:val="24"/>
              </w:rPr>
              <w:t>Исполнители</w:t>
            </w:r>
          </w:p>
        </w:tc>
        <w:tc>
          <w:tcPr>
            <w:tcW w:w="1820" w:type="dxa"/>
          </w:tcPr>
          <w:p w:rsidR="0042377D" w:rsidRPr="00AE706A" w:rsidRDefault="0042377D" w:rsidP="00AC634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E706A">
              <w:rPr>
                <w:sz w:val="24"/>
                <w:szCs w:val="24"/>
              </w:rPr>
              <w:t>Источники</w:t>
            </w:r>
          </w:p>
          <w:p w:rsidR="0042377D" w:rsidRPr="00AE706A" w:rsidRDefault="0042377D" w:rsidP="00AC634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E706A">
              <w:rPr>
                <w:sz w:val="24"/>
                <w:szCs w:val="24"/>
              </w:rPr>
              <w:t>финансирования</w:t>
            </w:r>
          </w:p>
        </w:tc>
        <w:tc>
          <w:tcPr>
            <w:tcW w:w="1120" w:type="dxa"/>
            <w:vMerge w:val="restart"/>
            <w:vAlign w:val="center"/>
          </w:tcPr>
          <w:p w:rsidR="0042377D" w:rsidRPr="00AE706A" w:rsidRDefault="0042377D" w:rsidP="00AC634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E706A">
              <w:rPr>
                <w:sz w:val="24"/>
                <w:szCs w:val="24"/>
              </w:rPr>
              <w:t>Срок исполнения</w:t>
            </w:r>
          </w:p>
        </w:tc>
        <w:tc>
          <w:tcPr>
            <w:tcW w:w="4456" w:type="dxa"/>
            <w:gridSpan w:val="4"/>
            <w:vAlign w:val="center"/>
          </w:tcPr>
          <w:p w:rsidR="0042377D" w:rsidRPr="00AE706A" w:rsidRDefault="0042377D" w:rsidP="00AC634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E706A">
              <w:rPr>
                <w:sz w:val="24"/>
                <w:szCs w:val="24"/>
              </w:rPr>
              <w:t>Объем</w:t>
            </w:r>
          </w:p>
          <w:p w:rsidR="0042377D" w:rsidRPr="00AE706A" w:rsidRDefault="0042377D" w:rsidP="00AC6340">
            <w:pPr>
              <w:jc w:val="center"/>
              <w:rPr>
                <w:sz w:val="24"/>
                <w:szCs w:val="24"/>
              </w:rPr>
            </w:pPr>
            <w:r w:rsidRPr="00AE706A">
              <w:rPr>
                <w:sz w:val="24"/>
                <w:szCs w:val="24"/>
              </w:rPr>
              <w:t>финансирования, тыс. руб.</w:t>
            </w:r>
          </w:p>
        </w:tc>
      </w:tr>
      <w:tr w:rsidR="0042377D" w:rsidRPr="00AE706A" w:rsidTr="00AC6340">
        <w:trPr>
          <w:trHeight w:val="523"/>
        </w:trPr>
        <w:tc>
          <w:tcPr>
            <w:tcW w:w="1097" w:type="dxa"/>
            <w:vMerge/>
          </w:tcPr>
          <w:p w:rsidR="0042377D" w:rsidRPr="00AE706A" w:rsidRDefault="0042377D" w:rsidP="00AC634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363" w:type="dxa"/>
            <w:vMerge/>
          </w:tcPr>
          <w:p w:rsidR="0042377D" w:rsidRPr="00AE706A" w:rsidRDefault="0042377D" w:rsidP="00AC634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520" w:type="dxa"/>
            <w:vMerge/>
          </w:tcPr>
          <w:p w:rsidR="0042377D" w:rsidRPr="00AE706A" w:rsidRDefault="0042377D" w:rsidP="00AC634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20" w:type="dxa"/>
          </w:tcPr>
          <w:p w:rsidR="0042377D" w:rsidRPr="00AE706A" w:rsidRDefault="0042377D" w:rsidP="00AC634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20" w:type="dxa"/>
            <w:vMerge/>
          </w:tcPr>
          <w:p w:rsidR="0042377D" w:rsidRPr="00AE706A" w:rsidRDefault="0042377D" w:rsidP="00AC634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 w:rsidR="0042377D" w:rsidRPr="00AE706A" w:rsidRDefault="0042377D" w:rsidP="00AC634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E706A">
              <w:rPr>
                <w:sz w:val="24"/>
                <w:szCs w:val="24"/>
              </w:rPr>
              <w:t>Всего</w:t>
            </w:r>
          </w:p>
        </w:tc>
        <w:tc>
          <w:tcPr>
            <w:tcW w:w="1120" w:type="dxa"/>
            <w:vAlign w:val="center"/>
          </w:tcPr>
          <w:p w:rsidR="0042377D" w:rsidRPr="00AE706A" w:rsidRDefault="0042377D" w:rsidP="00AC634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E706A">
              <w:rPr>
                <w:sz w:val="24"/>
                <w:szCs w:val="24"/>
              </w:rPr>
              <w:t>2013</w:t>
            </w:r>
          </w:p>
        </w:tc>
        <w:tc>
          <w:tcPr>
            <w:tcW w:w="1120" w:type="dxa"/>
            <w:vAlign w:val="center"/>
          </w:tcPr>
          <w:p w:rsidR="0042377D" w:rsidRPr="00AE706A" w:rsidRDefault="0042377D" w:rsidP="00AC634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E706A">
              <w:rPr>
                <w:sz w:val="24"/>
                <w:szCs w:val="24"/>
              </w:rPr>
              <w:t>2014</w:t>
            </w:r>
          </w:p>
        </w:tc>
        <w:tc>
          <w:tcPr>
            <w:tcW w:w="956" w:type="dxa"/>
            <w:vAlign w:val="center"/>
          </w:tcPr>
          <w:p w:rsidR="0042377D" w:rsidRPr="00AE706A" w:rsidRDefault="0042377D" w:rsidP="00AC634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E706A">
              <w:rPr>
                <w:sz w:val="24"/>
                <w:szCs w:val="24"/>
              </w:rPr>
              <w:t>2015</w:t>
            </w:r>
          </w:p>
        </w:tc>
      </w:tr>
      <w:tr w:rsidR="0042377D" w:rsidRPr="00AE706A" w:rsidTr="00AC6340">
        <w:trPr>
          <w:trHeight w:val="1692"/>
        </w:trPr>
        <w:tc>
          <w:tcPr>
            <w:tcW w:w="1097" w:type="dxa"/>
          </w:tcPr>
          <w:p w:rsidR="0042377D" w:rsidRPr="00AE706A" w:rsidRDefault="0042377D" w:rsidP="00AC634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E706A">
              <w:rPr>
                <w:sz w:val="24"/>
                <w:szCs w:val="24"/>
              </w:rPr>
              <w:t>1.</w:t>
            </w:r>
          </w:p>
        </w:tc>
        <w:tc>
          <w:tcPr>
            <w:tcW w:w="4363" w:type="dxa"/>
            <w:vAlign w:val="center"/>
          </w:tcPr>
          <w:p w:rsidR="0042377D" w:rsidRPr="00AE706A" w:rsidRDefault="0042377D" w:rsidP="009F422E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Организовать изготовление,</w:t>
            </w:r>
            <w:r w:rsidRPr="00AE706A">
              <w:rPr>
                <w:rFonts w:ascii="Times New Roman" w:hAnsi="Times New Roman" w:cs="Times New Roman"/>
                <w:sz w:val="24"/>
                <w:szCs w:val="24"/>
              </w:rPr>
              <w:t xml:space="preserve"> приобретение буклетов, плакатов, памяток и рекомендаций для распространения среди жителей сельского поселения, работников учрежд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ений, предприятий, организаций </w:t>
            </w:r>
            <w:r w:rsidRPr="00AE706A">
              <w:rPr>
                <w:rFonts w:ascii="Times New Roman" w:hAnsi="Times New Roman" w:cs="Times New Roman"/>
                <w:sz w:val="24"/>
                <w:szCs w:val="24"/>
              </w:rPr>
              <w:t xml:space="preserve"> по антитеррористической тематике</w:t>
            </w:r>
          </w:p>
        </w:tc>
        <w:tc>
          <w:tcPr>
            <w:tcW w:w="2520" w:type="dxa"/>
            <w:vAlign w:val="center"/>
          </w:tcPr>
          <w:p w:rsidR="0042377D" w:rsidRPr="00AE706A" w:rsidRDefault="0042377D" w:rsidP="00AC634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E706A">
              <w:rPr>
                <w:sz w:val="24"/>
                <w:szCs w:val="24"/>
              </w:rPr>
              <w:t xml:space="preserve">Администрация </w:t>
            </w:r>
            <w:r>
              <w:rPr>
                <w:sz w:val="24"/>
                <w:szCs w:val="24"/>
              </w:rPr>
              <w:t>Новопетровского</w:t>
            </w:r>
            <w:r w:rsidRPr="00AE706A">
              <w:rPr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820" w:type="dxa"/>
            <w:vAlign w:val="center"/>
          </w:tcPr>
          <w:p w:rsidR="0042377D" w:rsidRPr="00AE706A" w:rsidRDefault="0042377D" w:rsidP="00AC634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E706A">
              <w:rPr>
                <w:sz w:val="24"/>
                <w:szCs w:val="24"/>
              </w:rPr>
              <w:t xml:space="preserve">Средства </w:t>
            </w:r>
          </w:p>
          <w:p w:rsidR="0042377D" w:rsidRPr="00AE706A" w:rsidRDefault="0042377D" w:rsidP="00AC634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E706A">
              <w:rPr>
                <w:sz w:val="24"/>
                <w:szCs w:val="24"/>
              </w:rPr>
              <w:t>местного бюджета</w:t>
            </w:r>
          </w:p>
        </w:tc>
        <w:tc>
          <w:tcPr>
            <w:tcW w:w="1120" w:type="dxa"/>
            <w:vAlign w:val="center"/>
          </w:tcPr>
          <w:p w:rsidR="0042377D" w:rsidRPr="00AE706A" w:rsidRDefault="0042377D" w:rsidP="00AC634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E706A">
              <w:rPr>
                <w:sz w:val="24"/>
                <w:szCs w:val="24"/>
              </w:rPr>
              <w:t>2013-2015 гг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260" w:type="dxa"/>
            <w:vAlign w:val="center"/>
          </w:tcPr>
          <w:p w:rsidR="0042377D" w:rsidRPr="00D566F2" w:rsidRDefault="0042377D" w:rsidP="00AC634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566F2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,2</w:t>
            </w:r>
          </w:p>
        </w:tc>
        <w:tc>
          <w:tcPr>
            <w:tcW w:w="1120" w:type="dxa"/>
            <w:vAlign w:val="center"/>
          </w:tcPr>
          <w:p w:rsidR="0042377D" w:rsidRPr="00D566F2" w:rsidRDefault="0042377D" w:rsidP="00AC634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566F2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1120" w:type="dxa"/>
            <w:vAlign w:val="center"/>
          </w:tcPr>
          <w:p w:rsidR="0042377D" w:rsidRPr="00D566F2" w:rsidRDefault="0042377D" w:rsidP="00AC634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566F2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,4</w:t>
            </w:r>
          </w:p>
        </w:tc>
        <w:tc>
          <w:tcPr>
            <w:tcW w:w="956" w:type="dxa"/>
            <w:vAlign w:val="center"/>
          </w:tcPr>
          <w:p w:rsidR="0042377D" w:rsidRPr="00D566F2" w:rsidRDefault="0042377D" w:rsidP="00AC634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566F2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4</w:t>
            </w:r>
          </w:p>
        </w:tc>
      </w:tr>
      <w:tr w:rsidR="0042377D" w:rsidRPr="00AE706A" w:rsidTr="00AC6340">
        <w:trPr>
          <w:trHeight w:val="709"/>
        </w:trPr>
        <w:tc>
          <w:tcPr>
            <w:tcW w:w="1097" w:type="dxa"/>
          </w:tcPr>
          <w:p w:rsidR="0042377D" w:rsidRPr="00AE706A" w:rsidRDefault="0042377D" w:rsidP="00AC634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42377D" w:rsidRPr="00AE706A" w:rsidRDefault="0042377D" w:rsidP="00AC634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E706A">
              <w:rPr>
                <w:sz w:val="24"/>
                <w:szCs w:val="24"/>
              </w:rPr>
              <w:t>2.</w:t>
            </w:r>
          </w:p>
        </w:tc>
        <w:tc>
          <w:tcPr>
            <w:tcW w:w="4363" w:type="dxa"/>
            <w:vAlign w:val="center"/>
          </w:tcPr>
          <w:p w:rsidR="0042377D" w:rsidRPr="00AE706A" w:rsidRDefault="0042377D" w:rsidP="009F422E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706A">
              <w:rPr>
                <w:rFonts w:ascii="Times New Roman" w:hAnsi="Times New Roman" w:cs="Times New Roman"/>
                <w:sz w:val="24"/>
                <w:szCs w:val="24"/>
              </w:rPr>
              <w:t>Обеспечить подготовку и размещение в местах массо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вого пребывания граждан информа</w:t>
            </w:r>
            <w:r w:rsidRPr="00AE706A">
              <w:rPr>
                <w:rFonts w:ascii="Times New Roman" w:hAnsi="Times New Roman" w:cs="Times New Roman"/>
                <w:sz w:val="24"/>
                <w:szCs w:val="24"/>
              </w:rPr>
              <w:t xml:space="preserve">ционных материалов о действиях в случае возникновения угроз террористического характера,  а также размещение соответствующей  информации на стендах               </w:t>
            </w:r>
          </w:p>
        </w:tc>
        <w:tc>
          <w:tcPr>
            <w:tcW w:w="2520" w:type="dxa"/>
            <w:vAlign w:val="center"/>
          </w:tcPr>
          <w:p w:rsidR="0042377D" w:rsidRPr="00AE706A" w:rsidRDefault="0042377D" w:rsidP="00AC634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E706A">
              <w:rPr>
                <w:sz w:val="24"/>
                <w:szCs w:val="24"/>
              </w:rPr>
              <w:t xml:space="preserve">Администрация </w:t>
            </w:r>
            <w:r>
              <w:rPr>
                <w:sz w:val="24"/>
                <w:szCs w:val="24"/>
              </w:rPr>
              <w:t xml:space="preserve">Новопетровского </w:t>
            </w:r>
            <w:r w:rsidRPr="00AE706A">
              <w:rPr>
                <w:sz w:val="24"/>
                <w:szCs w:val="24"/>
              </w:rPr>
              <w:t>сельского поселения</w:t>
            </w:r>
          </w:p>
        </w:tc>
        <w:tc>
          <w:tcPr>
            <w:tcW w:w="1820" w:type="dxa"/>
            <w:vAlign w:val="center"/>
          </w:tcPr>
          <w:p w:rsidR="0042377D" w:rsidRPr="00AE706A" w:rsidRDefault="0042377D" w:rsidP="00AC634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E706A">
              <w:rPr>
                <w:sz w:val="24"/>
                <w:szCs w:val="24"/>
              </w:rPr>
              <w:t>Средства</w:t>
            </w:r>
          </w:p>
          <w:p w:rsidR="0042377D" w:rsidRPr="00AE706A" w:rsidRDefault="0042377D" w:rsidP="00AC634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E706A">
              <w:rPr>
                <w:sz w:val="24"/>
                <w:szCs w:val="24"/>
              </w:rPr>
              <w:t xml:space="preserve"> местного бюджета</w:t>
            </w:r>
          </w:p>
        </w:tc>
        <w:tc>
          <w:tcPr>
            <w:tcW w:w="1120" w:type="dxa"/>
            <w:vAlign w:val="center"/>
          </w:tcPr>
          <w:p w:rsidR="0042377D" w:rsidRPr="00AE706A" w:rsidRDefault="0042377D" w:rsidP="00AC634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E706A">
              <w:rPr>
                <w:sz w:val="24"/>
                <w:szCs w:val="24"/>
              </w:rPr>
              <w:t>2013-2015 гг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260" w:type="dxa"/>
            <w:vAlign w:val="center"/>
          </w:tcPr>
          <w:p w:rsidR="0042377D" w:rsidRPr="00D566F2" w:rsidRDefault="0042377D" w:rsidP="00AC634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1,8</w:t>
            </w:r>
          </w:p>
        </w:tc>
        <w:tc>
          <w:tcPr>
            <w:tcW w:w="1120" w:type="dxa"/>
            <w:vAlign w:val="center"/>
          </w:tcPr>
          <w:p w:rsidR="0042377D" w:rsidRPr="00D566F2" w:rsidRDefault="0042377D" w:rsidP="00AC634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566F2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1120" w:type="dxa"/>
            <w:vAlign w:val="center"/>
          </w:tcPr>
          <w:p w:rsidR="0042377D" w:rsidRPr="00D566F2" w:rsidRDefault="0042377D" w:rsidP="00AC634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566F2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956" w:type="dxa"/>
            <w:vAlign w:val="center"/>
          </w:tcPr>
          <w:p w:rsidR="0042377D" w:rsidRPr="00D566F2" w:rsidRDefault="0042377D" w:rsidP="00AC634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566F2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6</w:t>
            </w:r>
          </w:p>
        </w:tc>
      </w:tr>
      <w:tr w:rsidR="0042377D" w:rsidRPr="00AE706A" w:rsidTr="00AC6340">
        <w:trPr>
          <w:trHeight w:val="1611"/>
        </w:trPr>
        <w:tc>
          <w:tcPr>
            <w:tcW w:w="1097" w:type="dxa"/>
          </w:tcPr>
          <w:p w:rsidR="0042377D" w:rsidRPr="00AE706A" w:rsidRDefault="0042377D" w:rsidP="00AC634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42377D" w:rsidRPr="00AE706A" w:rsidRDefault="0042377D" w:rsidP="00AC634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E706A">
              <w:rPr>
                <w:sz w:val="24"/>
                <w:szCs w:val="24"/>
              </w:rPr>
              <w:t>3.</w:t>
            </w:r>
          </w:p>
        </w:tc>
        <w:tc>
          <w:tcPr>
            <w:tcW w:w="4363" w:type="dxa"/>
            <w:vAlign w:val="center"/>
          </w:tcPr>
          <w:p w:rsidR="0042377D" w:rsidRPr="00AE706A" w:rsidRDefault="0042377D" w:rsidP="009F422E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706A">
              <w:rPr>
                <w:rFonts w:ascii="Times New Roman" w:hAnsi="Times New Roman" w:cs="Times New Roman"/>
                <w:sz w:val="24"/>
                <w:szCs w:val="24"/>
              </w:rPr>
              <w:t xml:space="preserve">Проводить  мероприятия по выявлению и   пресечению распространения литературы, аудио- и видеоматериалов экстремистского толка, пропагандирующие разжигание национальной, расовой и религиозной вражды                           </w:t>
            </w:r>
          </w:p>
        </w:tc>
        <w:tc>
          <w:tcPr>
            <w:tcW w:w="2520" w:type="dxa"/>
            <w:vAlign w:val="center"/>
          </w:tcPr>
          <w:p w:rsidR="0042377D" w:rsidRPr="00AE706A" w:rsidRDefault="0042377D" w:rsidP="00AC634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E706A">
              <w:rPr>
                <w:sz w:val="24"/>
                <w:szCs w:val="24"/>
              </w:rPr>
              <w:t xml:space="preserve">Администрация </w:t>
            </w:r>
            <w:r>
              <w:rPr>
                <w:sz w:val="24"/>
                <w:szCs w:val="24"/>
              </w:rPr>
              <w:t>Новопетровского</w:t>
            </w:r>
            <w:r w:rsidRPr="00AE706A">
              <w:rPr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820" w:type="dxa"/>
            <w:vAlign w:val="center"/>
          </w:tcPr>
          <w:p w:rsidR="0042377D" w:rsidRPr="00AE706A" w:rsidRDefault="0042377D" w:rsidP="00AC634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E706A">
              <w:rPr>
                <w:sz w:val="24"/>
                <w:szCs w:val="24"/>
              </w:rPr>
              <w:t xml:space="preserve">Без </w:t>
            </w:r>
          </w:p>
          <w:p w:rsidR="0042377D" w:rsidRPr="00AE706A" w:rsidRDefault="0042377D" w:rsidP="00AC634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</w:t>
            </w:r>
            <w:r w:rsidRPr="00AE706A">
              <w:rPr>
                <w:sz w:val="24"/>
                <w:szCs w:val="24"/>
              </w:rPr>
              <w:t>инансирова</w:t>
            </w:r>
            <w:r>
              <w:rPr>
                <w:sz w:val="24"/>
                <w:szCs w:val="24"/>
              </w:rPr>
              <w:t>-</w:t>
            </w:r>
            <w:r w:rsidRPr="00AE706A">
              <w:rPr>
                <w:sz w:val="24"/>
                <w:szCs w:val="24"/>
              </w:rPr>
              <w:t>ния</w:t>
            </w:r>
          </w:p>
        </w:tc>
        <w:tc>
          <w:tcPr>
            <w:tcW w:w="1120" w:type="dxa"/>
            <w:vAlign w:val="center"/>
          </w:tcPr>
          <w:p w:rsidR="0042377D" w:rsidRPr="00AE706A" w:rsidRDefault="0042377D" w:rsidP="00AC634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E706A">
              <w:rPr>
                <w:sz w:val="24"/>
                <w:szCs w:val="24"/>
              </w:rPr>
              <w:t>ежемесячно</w:t>
            </w:r>
          </w:p>
        </w:tc>
        <w:tc>
          <w:tcPr>
            <w:tcW w:w="1260" w:type="dxa"/>
            <w:vAlign w:val="center"/>
          </w:tcPr>
          <w:p w:rsidR="0042377D" w:rsidRPr="00AE706A" w:rsidRDefault="0042377D" w:rsidP="00AC634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20" w:type="dxa"/>
            <w:vAlign w:val="center"/>
          </w:tcPr>
          <w:p w:rsidR="0042377D" w:rsidRPr="00AE706A" w:rsidRDefault="0042377D" w:rsidP="00AC634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20" w:type="dxa"/>
            <w:vAlign w:val="center"/>
          </w:tcPr>
          <w:p w:rsidR="0042377D" w:rsidRPr="00AE706A" w:rsidRDefault="0042377D" w:rsidP="00AC634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956" w:type="dxa"/>
            <w:vAlign w:val="center"/>
          </w:tcPr>
          <w:p w:rsidR="0042377D" w:rsidRPr="00AE706A" w:rsidRDefault="0042377D" w:rsidP="00AC634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42377D" w:rsidRPr="00AE706A" w:rsidTr="00AC6340">
        <w:trPr>
          <w:trHeight w:val="877"/>
        </w:trPr>
        <w:tc>
          <w:tcPr>
            <w:tcW w:w="1097" w:type="dxa"/>
          </w:tcPr>
          <w:p w:rsidR="0042377D" w:rsidRPr="00AE706A" w:rsidRDefault="0042377D" w:rsidP="00AC634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42377D" w:rsidRPr="00AE706A" w:rsidRDefault="0042377D" w:rsidP="00AC634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AE706A">
              <w:rPr>
                <w:sz w:val="24"/>
                <w:szCs w:val="24"/>
              </w:rPr>
              <w:t>.</w:t>
            </w:r>
          </w:p>
        </w:tc>
        <w:tc>
          <w:tcPr>
            <w:tcW w:w="4363" w:type="dxa"/>
            <w:vAlign w:val="center"/>
          </w:tcPr>
          <w:p w:rsidR="0042377D" w:rsidRPr="00AE706A" w:rsidRDefault="0042377D" w:rsidP="009F422E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706A">
              <w:rPr>
                <w:rFonts w:ascii="Times New Roman" w:hAnsi="Times New Roman" w:cs="Times New Roman"/>
                <w:sz w:val="24"/>
                <w:szCs w:val="24"/>
              </w:rPr>
              <w:t>Осуществлять еженедельный обход территории сельского поселения на предмет выявления и ликвидации последствий экстремистской деятельности, которые могут проявляться в виде нанесения на здания, сооружения символов и знаков экстремистской направленности</w:t>
            </w:r>
          </w:p>
        </w:tc>
        <w:tc>
          <w:tcPr>
            <w:tcW w:w="2520" w:type="dxa"/>
            <w:vAlign w:val="center"/>
          </w:tcPr>
          <w:p w:rsidR="0042377D" w:rsidRPr="00AE706A" w:rsidRDefault="0042377D" w:rsidP="00AC634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E706A">
              <w:rPr>
                <w:sz w:val="24"/>
                <w:szCs w:val="24"/>
              </w:rPr>
              <w:t xml:space="preserve">Администрация </w:t>
            </w:r>
            <w:r>
              <w:rPr>
                <w:sz w:val="24"/>
                <w:szCs w:val="24"/>
              </w:rPr>
              <w:t xml:space="preserve">Новопетровского  </w:t>
            </w:r>
            <w:r w:rsidRPr="00AE706A">
              <w:rPr>
                <w:sz w:val="24"/>
                <w:szCs w:val="24"/>
              </w:rPr>
              <w:t>сельского поселения с участием  УУП</w:t>
            </w:r>
          </w:p>
        </w:tc>
        <w:tc>
          <w:tcPr>
            <w:tcW w:w="1820" w:type="dxa"/>
            <w:vAlign w:val="center"/>
          </w:tcPr>
          <w:p w:rsidR="0042377D" w:rsidRPr="00AE706A" w:rsidRDefault="0042377D" w:rsidP="00AC634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E706A">
              <w:rPr>
                <w:sz w:val="24"/>
                <w:szCs w:val="24"/>
              </w:rPr>
              <w:t>Без финансирова</w:t>
            </w:r>
            <w:r>
              <w:rPr>
                <w:sz w:val="24"/>
                <w:szCs w:val="24"/>
              </w:rPr>
              <w:t>-</w:t>
            </w:r>
            <w:r w:rsidRPr="00AE706A">
              <w:rPr>
                <w:sz w:val="24"/>
                <w:szCs w:val="24"/>
              </w:rPr>
              <w:t>ния</w:t>
            </w:r>
          </w:p>
        </w:tc>
        <w:tc>
          <w:tcPr>
            <w:tcW w:w="1120" w:type="dxa"/>
            <w:vAlign w:val="center"/>
          </w:tcPr>
          <w:p w:rsidR="0042377D" w:rsidRPr="00AE706A" w:rsidRDefault="0042377D" w:rsidP="00AC634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E706A"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жемесячно</w:t>
            </w:r>
          </w:p>
        </w:tc>
        <w:tc>
          <w:tcPr>
            <w:tcW w:w="1260" w:type="dxa"/>
          </w:tcPr>
          <w:p w:rsidR="0042377D" w:rsidRPr="00AE706A" w:rsidRDefault="0042377D" w:rsidP="00AC634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20" w:type="dxa"/>
          </w:tcPr>
          <w:p w:rsidR="0042377D" w:rsidRPr="00AE706A" w:rsidRDefault="0042377D" w:rsidP="00AC634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20" w:type="dxa"/>
          </w:tcPr>
          <w:p w:rsidR="0042377D" w:rsidRPr="00AE706A" w:rsidRDefault="0042377D" w:rsidP="00AC634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956" w:type="dxa"/>
          </w:tcPr>
          <w:p w:rsidR="0042377D" w:rsidRPr="00AE706A" w:rsidRDefault="0042377D" w:rsidP="00AC634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42377D" w:rsidRPr="00AE706A" w:rsidTr="00AC6340">
        <w:trPr>
          <w:trHeight w:val="2474"/>
        </w:trPr>
        <w:tc>
          <w:tcPr>
            <w:tcW w:w="1097" w:type="dxa"/>
          </w:tcPr>
          <w:p w:rsidR="0042377D" w:rsidRPr="00AE706A" w:rsidRDefault="0042377D" w:rsidP="00AC634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42377D" w:rsidRPr="00AE706A" w:rsidRDefault="0042377D" w:rsidP="00AC634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AE706A">
              <w:rPr>
                <w:sz w:val="24"/>
                <w:szCs w:val="24"/>
              </w:rPr>
              <w:t>.</w:t>
            </w:r>
          </w:p>
        </w:tc>
        <w:tc>
          <w:tcPr>
            <w:tcW w:w="4363" w:type="dxa"/>
            <w:vAlign w:val="center"/>
          </w:tcPr>
          <w:p w:rsidR="0042377D" w:rsidRPr="00AE706A" w:rsidRDefault="0042377D" w:rsidP="009F422E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706A">
              <w:rPr>
                <w:rFonts w:ascii="Times New Roman" w:hAnsi="Times New Roman" w:cs="Times New Roman"/>
                <w:sz w:val="24"/>
                <w:szCs w:val="24"/>
              </w:rPr>
              <w:t>Запрашивать и получать в установленном порядке необходимые материалы и информацию в территориальных органах федеральных органов исполнительной власти, органах местного самоуправления, правоохранительных органах, общественных объединений, организаций и должностных лиц</w:t>
            </w:r>
          </w:p>
        </w:tc>
        <w:tc>
          <w:tcPr>
            <w:tcW w:w="2520" w:type="dxa"/>
            <w:vAlign w:val="center"/>
          </w:tcPr>
          <w:p w:rsidR="0042377D" w:rsidRPr="00AE706A" w:rsidRDefault="0042377D" w:rsidP="00AC634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E706A">
              <w:rPr>
                <w:sz w:val="24"/>
                <w:szCs w:val="24"/>
              </w:rPr>
              <w:t xml:space="preserve">Администрация </w:t>
            </w:r>
            <w:r>
              <w:rPr>
                <w:sz w:val="24"/>
                <w:szCs w:val="24"/>
              </w:rPr>
              <w:t>Новопетровского</w:t>
            </w:r>
            <w:r w:rsidRPr="00AE706A">
              <w:rPr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820" w:type="dxa"/>
            <w:vAlign w:val="center"/>
          </w:tcPr>
          <w:p w:rsidR="0042377D" w:rsidRPr="00AE706A" w:rsidRDefault="0042377D" w:rsidP="00AC634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E706A">
              <w:rPr>
                <w:sz w:val="24"/>
                <w:szCs w:val="24"/>
              </w:rPr>
              <w:t>Без</w:t>
            </w:r>
          </w:p>
          <w:p w:rsidR="0042377D" w:rsidRPr="00AE706A" w:rsidRDefault="0042377D" w:rsidP="00AC634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</w:t>
            </w:r>
            <w:r w:rsidRPr="00AE706A">
              <w:rPr>
                <w:sz w:val="24"/>
                <w:szCs w:val="24"/>
              </w:rPr>
              <w:t>инансирова</w:t>
            </w:r>
            <w:r>
              <w:rPr>
                <w:sz w:val="24"/>
                <w:szCs w:val="24"/>
              </w:rPr>
              <w:t>-</w:t>
            </w:r>
            <w:r w:rsidRPr="00AE706A">
              <w:rPr>
                <w:sz w:val="24"/>
                <w:szCs w:val="24"/>
              </w:rPr>
              <w:t>ния</w:t>
            </w:r>
          </w:p>
        </w:tc>
        <w:tc>
          <w:tcPr>
            <w:tcW w:w="1120" w:type="dxa"/>
            <w:vAlign w:val="center"/>
          </w:tcPr>
          <w:p w:rsidR="0042377D" w:rsidRPr="00AE706A" w:rsidRDefault="0042377D" w:rsidP="00AC634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E706A">
              <w:rPr>
                <w:sz w:val="24"/>
                <w:szCs w:val="24"/>
              </w:rPr>
              <w:t>по мере необходимости</w:t>
            </w:r>
          </w:p>
        </w:tc>
        <w:tc>
          <w:tcPr>
            <w:tcW w:w="1260" w:type="dxa"/>
          </w:tcPr>
          <w:p w:rsidR="0042377D" w:rsidRPr="00AE706A" w:rsidRDefault="0042377D" w:rsidP="00AC634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20" w:type="dxa"/>
          </w:tcPr>
          <w:p w:rsidR="0042377D" w:rsidRPr="00AE706A" w:rsidRDefault="0042377D" w:rsidP="00AC634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20" w:type="dxa"/>
          </w:tcPr>
          <w:p w:rsidR="0042377D" w:rsidRPr="00AE706A" w:rsidRDefault="0042377D" w:rsidP="00AC634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956" w:type="dxa"/>
          </w:tcPr>
          <w:p w:rsidR="0042377D" w:rsidRPr="00AE706A" w:rsidRDefault="0042377D" w:rsidP="00AC634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42377D" w:rsidRPr="00AE706A" w:rsidTr="00AC6340">
        <w:trPr>
          <w:trHeight w:val="1689"/>
        </w:trPr>
        <w:tc>
          <w:tcPr>
            <w:tcW w:w="1097" w:type="dxa"/>
          </w:tcPr>
          <w:p w:rsidR="0042377D" w:rsidRPr="00AE706A" w:rsidRDefault="0042377D" w:rsidP="00AC634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42377D" w:rsidRPr="00AE706A" w:rsidRDefault="0042377D" w:rsidP="00AC634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AE706A">
              <w:rPr>
                <w:sz w:val="24"/>
                <w:szCs w:val="24"/>
              </w:rPr>
              <w:t>.</w:t>
            </w:r>
          </w:p>
        </w:tc>
        <w:tc>
          <w:tcPr>
            <w:tcW w:w="4363" w:type="dxa"/>
            <w:vAlign w:val="center"/>
          </w:tcPr>
          <w:p w:rsidR="0042377D" w:rsidRPr="00AE706A" w:rsidRDefault="0042377D" w:rsidP="009F422E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706A">
              <w:rPr>
                <w:rFonts w:ascii="Times New Roman" w:hAnsi="Times New Roman" w:cs="Times New Roman"/>
                <w:sz w:val="24"/>
                <w:szCs w:val="24"/>
              </w:rPr>
              <w:t>Организовать и провести  тема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тические мероприятия: </w:t>
            </w:r>
            <w:r w:rsidRPr="00AE706A">
              <w:rPr>
                <w:rFonts w:ascii="Times New Roman" w:hAnsi="Times New Roman" w:cs="Times New Roman"/>
                <w:sz w:val="24"/>
                <w:szCs w:val="24"/>
              </w:rPr>
              <w:t xml:space="preserve"> конкурсы, викторины с целью формирования у граждан уважительного отношения к традициям и обычаям различных народов и национальностей                  </w:t>
            </w:r>
          </w:p>
        </w:tc>
        <w:tc>
          <w:tcPr>
            <w:tcW w:w="2520" w:type="dxa"/>
            <w:vAlign w:val="center"/>
          </w:tcPr>
          <w:p w:rsidR="0042377D" w:rsidRPr="00AE706A" w:rsidRDefault="0042377D" w:rsidP="007F288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E706A">
              <w:rPr>
                <w:sz w:val="24"/>
                <w:szCs w:val="24"/>
              </w:rPr>
              <w:t xml:space="preserve">Администрация </w:t>
            </w:r>
            <w:r>
              <w:rPr>
                <w:sz w:val="24"/>
                <w:szCs w:val="24"/>
              </w:rPr>
              <w:t>Новопетровского</w:t>
            </w:r>
            <w:r w:rsidRPr="00AE706A">
              <w:rPr>
                <w:sz w:val="24"/>
                <w:szCs w:val="24"/>
              </w:rPr>
              <w:t xml:space="preserve"> сельского поселения</w:t>
            </w:r>
            <w:r>
              <w:rPr>
                <w:sz w:val="24"/>
                <w:szCs w:val="24"/>
              </w:rPr>
              <w:t xml:space="preserve">,  Дом культуры, </w:t>
            </w:r>
            <w:r w:rsidRPr="00AE706A">
              <w:rPr>
                <w:sz w:val="24"/>
                <w:szCs w:val="24"/>
              </w:rPr>
              <w:t>библиотека</w:t>
            </w:r>
            <w:r>
              <w:rPr>
                <w:sz w:val="24"/>
                <w:szCs w:val="24"/>
              </w:rPr>
              <w:t>, школа</w:t>
            </w:r>
          </w:p>
          <w:p w:rsidR="0042377D" w:rsidRPr="00AE706A" w:rsidRDefault="0042377D" w:rsidP="007F288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820" w:type="dxa"/>
            <w:vAlign w:val="center"/>
          </w:tcPr>
          <w:p w:rsidR="0042377D" w:rsidRPr="00AE706A" w:rsidRDefault="0042377D" w:rsidP="00AC634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E706A">
              <w:rPr>
                <w:sz w:val="24"/>
                <w:szCs w:val="24"/>
              </w:rPr>
              <w:t>Без финансирова</w:t>
            </w:r>
            <w:r>
              <w:rPr>
                <w:sz w:val="24"/>
                <w:szCs w:val="24"/>
              </w:rPr>
              <w:t>-</w:t>
            </w:r>
            <w:r w:rsidRPr="00AE706A">
              <w:rPr>
                <w:sz w:val="24"/>
                <w:szCs w:val="24"/>
              </w:rPr>
              <w:t>ния</w:t>
            </w:r>
          </w:p>
        </w:tc>
        <w:tc>
          <w:tcPr>
            <w:tcW w:w="1120" w:type="dxa"/>
            <w:vAlign w:val="center"/>
          </w:tcPr>
          <w:p w:rsidR="0042377D" w:rsidRPr="00AE706A" w:rsidRDefault="0042377D" w:rsidP="00AC634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E706A">
              <w:rPr>
                <w:sz w:val="24"/>
                <w:szCs w:val="24"/>
              </w:rPr>
              <w:t>в соответствии с графиками та</w:t>
            </w:r>
            <w:r>
              <w:rPr>
                <w:sz w:val="24"/>
                <w:szCs w:val="24"/>
              </w:rPr>
              <w:t xml:space="preserve">ких мероприятий, утвержденными </w:t>
            </w:r>
            <w:r w:rsidRPr="00AE706A">
              <w:rPr>
                <w:sz w:val="24"/>
                <w:szCs w:val="24"/>
              </w:rPr>
              <w:t>ДК</w:t>
            </w:r>
            <w:r>
              <w:rPr>
                <w:sz w:val="24"/>
                <w:szCs w:val="24"/>
              </w:rPr>
              <w:t xml:space="preserve">, библио-текой, школой </w:t>
            </w:r>
            <w:r w:rsidRPr="00AE706A">
              <w:rPr>
                <w:sz w:val="24"/>
                <w:szCs w:val="24"/>
              </w:rPr>
              <w:t xml:space="preserve"> и согласованными с администрацией</w:t>
            </w:r>
          </w:p>
        </w:tc>
        <w:tc>
          <w:tcPr>
            <w:tcW w:w="1260" w:type="dxa"/>
          </w:tcPr>
          <w:p w:rsidR="0042377D" w:rsidRPr="00AE706A" w:rsidRDefault="0042377D" w:rsidP="00AC634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20" w:type="dxa"/>
          </w:tcPr>
          <w:p w:rsidR="0042377D" w:rsidRPr="00AE706A" w:rsidRDefault="0042377D" w:rsidP="00AC634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20" w:type="dxa"/>
          </w:tcPr>
          <w:p w:rsidR="0042377D" w:rsidRPr="00AE706A" w:rsidRDefault="0042377D" w:rsidP="00AC634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956" w:type="dxa"/>
          </w:tcPr>
          <w:p w:rsidR="0042377D" w:rsidRPr="00AE706A" w:rsidRDefault="0042377D" w:rsidP="00AC634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42377D" w:rsidRPr="00AE706A" w:rsidTr="00AC6340">
        <w:trPr>
          <w:trHeight w:val="1037"/>
        </w:trPr>
        <w:tc>
          <w:tcPr>
            <w:tcW w:w="1097" w:type="dxa"/>
          </w:tcPr>
          <w:p w:rsidR="0042377D" w:rsidRPr="00AE706A" w:rsidRDefault="0042377D" w:rsidP="00AC634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Pr="00AE706A">
              <w:rPr>
                <w:sz w:val="24"/>
                <w:szCs w:val="24"/>
              </w:rPr>
              <w:t>.</w:t>
            </w:r>
          </w:p>
        </w:tc>
        <w:tc>
          <w:tcPr>
            <w:tcW w:w="4363" w:type="dxa"/>
            <w:vAlign w:val="center"/>
          </w:tcPr>
          <w:p w:rsidR="0042377D" w:rsidRPr="00AE706A" w:rsidRDefault="0042377D" w:rsidP="009F422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E706A">
              <w:rPr>
                <w:sz w:val="24"/>
                <w:szCs w:val="24"/>
              </w:rPr>
              <w:t>Организовать адресное распространение, а также размещение на территории сельского поселения информации о требованиях действующего миграционного законодательства, а также контактных телефонах, по которым следует обращаться в случае совершения в отношении них противоправных действий</w:t>
            </w:r>
          </w:p>
        </w:tc>
        <w:tc>
          <w:tcPr>
            <w:tcW w:w="2520" w:type="dxa"/>
            <w:vAlign w:val="center"/>
          </w:tcPr>
          <w:p w:rsidR="0042377D" w:rsidRPr="00AE706A" w:rsidRDefault="0042377D" w:rsidP="007F288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E706A">
              <w:rPr>
                <w:sz w:val="24"/>
                <w:szCs w:val="24"/>
              </w:rPr>
              <w:t xml:space="preserve">Администрация </w:t>
            </w:r>
            <w:r>
              <w:rPr>
                <w:sz w:val="24"/>
                <w:szCs w:val="24"/>
              </w:rPr>
              <w:t>Новопетровского</w:t>
            </w:r>
            <w:r w:rsidRPr="00AE706A">
              <w:rPr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820" w:type="dxa"/>
            <w:vAlign w:val="center"/>
          </w:tcPr>
          <w:p w:rsidR="0042377D" w:rsidRPr="00AE706A" w:rsidRDefault="0042377D" w:rsidP="00AC634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E706A">
              <w:rPr>
                <w:sz w:val="24"/>
                <w:szCs w:val="24"/>
              </w:rPr>
              <w:t>Без финансирова</w:t>
            </w:r>
            <w:r>
              <w:rPr>
                <w:sz w:val="24"/>
                <w:szCs w:val="24"/>
              </w:rPr>
              <w:t>-</w:t>
            </w:r>
            <w:r w:rsidRPr="00AE706A">
              <w:rPr>
                <w:sz w:val="24"/>
                <w:szCs w:val="24"/>
              </w:rPr>
              <w:t>ния</w:t>
            </w:r>
          </w:p>
        </w:tc>
        <w:tc>
          <w:tcPr>
            <w:tcW w:w="1120" w:type="dxa"/>
            <w:vAlign w:val="center"/>
          </w:tcPr>
          <w:p w:rsidR="0042377D" w:rsidRPr="00AE706A" w:rsidRDefault="0042377D" w:rsidP="00AC634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E706A">
              <w:rPr>
                <w:sz w:val="24"/>
                <w:szCs w:val="24"/>
              </w:rPr>
              <w:t>Постоянно</w:t>
            </w:r>
          </w:p>
        </w:tc>
        <w:tc>
          <w:tcPr>
            <w:tcW w:w="1260" w:type="dxa"/>
          </w:tcPr>
          <w:p w:rsidR="0042377D" w:rsidRPr="00AE706A" w:rsidRDefault="0042377D" w:rsidP="00AC634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20" w:type="dxa"/>
          </w:tcPr>
          <w:p w:rsidR="0042377D" w:rsidRPr="00AE706A" w:rsidRDefault="0042377D" w:rsidP="00AC634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20" w:type="dxa"/>
          </w:tcPr>
          <w:p w:rsidR="0042377D" w:rsidRPr="00AE706A" w:rsidRDefault="0042377D" w:rsidP="00AC634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956" w:type="dxa"/>
          </w:tcPr>
          <w:p w:rsidR="0042377D" w:rsidRPr="00AE706A" w:rsidRDefault="0042377D" w:rsidP="00AC634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42377D" w:rsidRPr="00AE706A" w:rsidTr="00AC6340">
        <w:tc>
          <w:tcPr>
            <w:tcW w:w="1097" w:type="dxa"/>
          </w:tcPr>
          <w:p w:rsidR="0042377D" w:rsidRPr="00AE706A" w:rsidRDefault="0042377D" w:rsidP="00AC634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Pr="00AE706A">
              <w:rPr>
                <w:sz w:val="24"/>
                <w:szCs w:val="24"/>
              </w:rPr>
              <w:t>.</w:t>
            </w:r>
          </w:p>
        </w:tc>
        <w:tc>
          <w:tcPr>
            <w:tcW w:w="4363" w:type="dxa"/>
            <w:vAlign w:val="center"/>
          </w:tcPr>
          <w:p w:rsidR="0042377D" w:rsidRPr="00AE706A" w:rsidRDefault="0042377D" w:rsidP="009F422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E706A">
              <w:rPr>
                <w:sz w:val="24"/>
                <w:szCs w:val="24"/>
              </w:rPr>
              <w:t>Информировать граждан о наличии в сельс</w:t>
            </w:r>
            <w:r>
              <w:rPr>
                <w:sz w:val="24"/>
                <w:szCs w:val="24"/>
              </w:rPr>
              <w:t>ком поселении номеров телефонов</w:t>
            </w:r>
            <w:r w:rsidRPr="00AE706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горячих </w:t>
            </w:r>
            <w:r w:rsidRPr="00AE706A">
              <w:rPr>
                <w:sz w:val="24"/>
                <w:szCs w:val="24"/>
              </w:rPr>
              <w:t>линий для сообщения фактов экстремистской и террористической деятельности</w:t>
            </w:r>
          </w:p>
        </w:tc>
        <w:tc>
          <w:tcPr>
            <w:tcW w:w="2520" w:type="dxa"/>
            <w:vAlign w:val="center"/>
          </w:tcPr>
          <w:p w:rsidR="0042377D" w:rsidRPr="00AE706A" w:rsidRDefault="0042377D" w:rsidP="007F288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E706A">
              <w:rPr>
                <w:sz w:val="24"/>
                <w:szCs w:val="24"/>
              </w:rPr>
              <w:t xml:space="preserve">Администрация  </w:t>
            </w:r>
            <w:r>
              <w:rPr>
                <w:sz w:val="24"/>
                <w:szCs w:val="24"/>
              </w:rPr>
              <w:t xml:space="preserve">Новопетровского </w:t>
            </w:r>
            <w:r w:rsidRPr="00AE706A">
              <w:rPr>
                <w:sz w:val="24"/>
                <w:szCs w:val="24"/>
              </w:rPr>
              <w:t>сельского поселения</w:t>
            </w:r>
          </w:p>
        </w:tc>
        <w:tc>
          <w:tcPr>
            <w:tcW w:w="1820" w:type="dxa"/>
            <w:vAlign w:val="center"/>
          </w:tcPr>
          <w:p w:rsidR="0042377D" w:rsidRPr="00AE706A" w:rsidRDefault="0042377D" w:rsidP="00AC634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E706A">
              <w:rPr>
                <w:sz w:val="24"/>
                <w:szCs w:val="24"/>
              </w:rPr>
              <w:t>Без финансирова</w:t>
            </w:r>
            <w:r>
              <w:rPr>
                <w:sz w:val="24"/>
                <w:szCs w:val="24"/>
              </w:rPr>
              <w:t>-</w:t>
            </w:r>
            <w:r w:rsidRPr="00AE706A">
              <w:rPr>
                <w:sz w:val="24"/>
                <w:szCs w:val="24"/>
              </w:rPr>
              <w:t>ния</w:t>
            </w:r>
          </w:p>
        </w:tc>
        <w:tc>
          <w:tcPr>
            <w:tcW w:w="1120" w:type="dxa"/>
            <w:vAlign w:val="center"/>
          </w:tcPr>
          <w:p w:rsidR="0042377D" w:rsidRPr="00AE706A" w:rsidRDefault="0042377D" w:rsidP="00AC634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E706A">
              <w:rPr>
                <w:sz w:val="24"/>
                <w:szCs w:val="24"/>
              </w:rPr>
              <w:t>Постоянно</w:t>
            </w:r>
          </w:p>
        </w:tc>
        <w:tc>
          <w:tcPr>
            <w:tcW w:w="1260" w:type="dxa"/>
          </w:tcPr>
          <w:p w:rsidR="0042377D" w:rsidRPr="00AE706A" w:rsidRDefault="0042377D" w:rsidP="00AC634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20" w:type="dxa"/>
          </w:tcPr>
          <w:p w:rsidR="0042377D" w:rsidRPr="00AE706A" w:rsidRDefault="0042377D" w:rsidP="00AC634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20" w:type="dxa"/>
          </w:tcPr>
          <w:p w:rsidR="0042377D" w:rsidRPr="00AE706A" w:rsidRDefault="0042377D" w:rsidP="00AC634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956" w:type="dxa"/>
          </w:tcPr>
          <w:p w:rsidR="0042377D" w:rsidRPr="00AE706A" w:rsidRDefault="0042377D" w:rsidP="00AC634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42377D" w:rsidRPr="00AE706A" w:rsidTr="00AC6340">
        <w:tc>
          <w:tcPr>
            <w:tcW w:w="1097" w:type="dxa"/>
          </w:tcPr>
          <w:p w:rsidR="0042377D" w:rsidRPr="00AE706A" w:rsidRDefault="0042377D" w:rsidP="00AC634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Pr="00AE706A">
              <w:rPr>
                <w:sz w:val="24"/>
                <w:szCs w:val="24"/>
              </w:rPr>
              <w:t>.</w:t>
            </w:r>
          </w:p>
        </w:tc>
        <w:tc>
          <w:tcPr>
            <w:tcW w:w="4363" w:type="dxa"/>
            <w:vAlign w:val="center"/>
          </w:tcPr>
          <w:p w:rsidR="0042377D" w:rsidRPr="00AE706A" w:rsidRDefault="0042377D" w:rsidP="009F422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E706A">
              <w:rPr>
                <w:sz w:val="24"/>
                <w:szCs w:val="24"/>
              </w:rPr>
              <w:t>Оказывать социальную поддержку лицам, пострадавшим в результате террористического  акта</w:t>
            </w:r>
          </w:p>
        </w:tc>
        <w:tc>
          <w:tcPr>
            <w:tcW w:w="2520" w:type="dxa"/>
            <w:vAlign w:val="center"/>
          </w:tcPr>
          <w:p w:rsidR="0042377D" w:rsidRPr="00AE706A" w:rsidRDefault="0042377D" w:rsidP="007F288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E706A">
              <w:rPr>
                <w:sz w:val="24"/>
                <w:szCs w:val="24"/>
              </w:rPr>
              <w:t xml:space="preserve">Администрация </w:t>
            </w:r>
            <w:r>
              <w:rPr>
                <w:sz w:val="24"/>
                <w:szCs w:val="24"/>
              </w:rPr>
              <w:t>Новопетровского</w:t>
            </w:r>
            <w:r w:rsidRPr="00AE706A">
              <w:rPr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820" w:type="dxa"/>
            <w:vAlign w:val="center"/>
          </w:tcPr>
          <w:p w:rsidR="0042377D" w:rsidRPr="00AE706A" w:rsidRDefault="0042377D" w:rsidP="00AC634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E706A">
              <w:rPr>
                <w:sz w:val="24"/>
                <w:szCs w:val="24"/>
              </w:rPr>
              <w:t>Без финансирова</w:t>
            </w:r>
            <w:r>
              <w:rPr>
                <w:sz w:val="24"/>
                <w:szCs w:val="24"/>
              </w:rPr>
              <w:t>-</w:t>
            </w:r>
            <w:r w:rsidRPr="00AE706A">
              <w:rPr>
                <w:sz w:val="24"/>
                <w:szCs w:val="24"/>
              </w:rPr>
              <w:t>ния</w:t>
            </w:r>
          </w:p>
        </w:tc>
        <w:tc>
          <w:tcPr>
            <w:tcW w:w="1120" w:type="dxa"/>
            <w:vAlign w:val="center"/>
          </w:tcPr>
          <w:p w:rsidR="0042377D" w:rsidRPr="00AE706A" w:rsidRDefault="0042377D" w:rsidP="00AC634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E706A">
              <w:rPr>
                <w:sz w:val="24"/>
                <w:szCs w:val="24"/>
              </w:rPr>
              <w:t>По мере необхо-димости оказа</w:t>
            </w:r>
            <w:r>
              <w:rPr>
                <w:sz w:val="24"/>
                <w:szCs w:val="24"/>
              </w:rPr>
              <w:t>-</w:t>
            </w:r>
            <w:r w:rsidRPr="00AE706A">
              <w:rPr>
                <w:sz w:val="24"/>
                <w:szCs w:val="24"/>
              </w:rPr>
              <w:t>ния помощи</w:t>
            </w:r>
          </w:p>
        </w:tc>
        <w:tc>
          <w:tcPr>
            <w:tcW w:w="1260" w:type="dxa"/>
          </w:tcPr>
          <w:p w:rsidR="0042377D" w:rsidRPr="00AE706A" w:rsidRDefault="0042377D" w:rsidP="00AC634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20" w:type="dxa"/>
          </w:tcPr>
          <w:p w:rsidR="0042377D" w:rsidRPr="00AE706A" w:rsidRDefault="0042377D" w:rsidP="00AC634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20" w:type="dxa"/>
          </w:tcPr>
          <w:p w:rsidR="0042377D" w:rsidRPr="00AE706A" w:rsidRDefault="0042377D" w:rsidP="00AC634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956" w:type="dxa"/>
          </w:tcPr>
          <w:p w:rsidR="0042377D" w:rsidRPr="00AE706A" w:rsidRDefault="0042377D" w:rsidP="00AC634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42377D" w:rsidRPr="00AE706A" w:rsidTr="00AC6340">
        <w:tc>
          <w:tcPr>
            <w:tcW w:w="1097" w:type="dxa"/>
          </w:tcPr>
          <w:p w:rsidR="0042377D" w:rsidRPr="00AE706A" w:rsidRDefault="0042377D" w:rsidP="00AC634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E706A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4363" w:type="dxa"/>
          </w:tcPr>
          <w:p w:rsidR="0042377D" w:rsidRPr="00AE706A" w:rsidRDefault="0042377D" w:rsidP="009F422E">
            <w:pPr>
              <w:widowControl w:val="0"/>
              <w:jc w:val="both"/>
              <w:rPr>
                <w:rFonts w:cs="Arial"/>
                <w:color w:val="000000"/>
                <w:sz w:val="24"/>
                <w:szCs w:val="24"/>
              </w:rPr>
            </w:pPr>
            <w:r w:rsidRPr="00AE706A">
              <w:rPr>
                <w:rFonts w:cs="Arial"/>
                <w:color w:val="000000"/>
                <w:sz w:val="24"/>
                <w:szCs w:val="24"/>
              </w:rPr>
              <w:t xml:space="preserve">Направление в прокуратуру </w:t>
            </w:r>
            <w:r>
              <w:rPr>
                <w:rFonts w:cs="Arial"/>
                <w:color w:val="000000"/>
                <w:sz w:val="24"/>
                <w:szCs w:val="24"/>
              </w:rPr>
              <w:t>Павловского района</w:t>
            </w:r>
            <w:r w:rsidRPr="00AE706A">
              <w:rPr>
                <w:rFonts w:cs="Arial"/>
                <w:color w:val="000000"/>
                <w:sz w:val="24"/>
                <w:szCs w:val="24"/>
              </w:rPr>
              <w:t xml:space="preserve"> информации о поступивших в Администрацию </w:t>
            </w:r>
            <w:r>
              <w:rPr>
                <w:rFonts w:cs="Arial"/>
                <w:color w:val="000000"/>
                <w:sz w:val="24"/>
                <w:szCs w:val="24"/>
              </w:rPr>
              <w:t>Новопетровского</w:t>
            </w:r>
            <w:r w:rsidRPr="00AE706A">
              <w:rPr>
                <w:rFonts w:cs="Arial"/>
                <w:color w:val="000000"/>
                <w:sz w:val="24"/>
                <w:szCs w:val="24"/>
              </w:rPr>
              <w:t xml:space="preserve"> сельского  поселения уведомлениях граждан о создании и начале деятельности религиозных групп.</w:t>
            </w:r>
          </w:p>
        </w:tc>
        <w:tc>
          <w:tcPr>
            <w:tcW w:w="2520" w:type="dxa"/>
          </w:tcPr>
          <w:p w:rsidR="0042377D" w:rsidRPr="00AE706A" w:rsidRDefault="0042377D" w:rsidP="007F288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E706A">
              <w:rPr>
                <w:sz w:val="24"/>
                <w:szCs w:val="24"/>
              </w:rPr>
              <w:t xml:space="preserve">Администрация </w:t>
            </w:r>
            <w:r>
              <w:rPr>
                <w:sz w:val="24"/>
                <w:szCs w:val="24"/>
              </w:rPr>
              <w:t xml:space="preserve">Новопетровского </w:t>
            </w:r>
            <w:r w:rsidRPr="00AE706A">
              <w:rPr>
                <w:sz w:val="24"/>
                <w:szCs w:val="24"/>
              </w:rPr>
              <w:t>сельского поселения</w:t>
            </w:r>
          </w:p>
        </w:tc>
        <w:tc>
          <w:tcPr>
            <w:tcW w:w="1820" w:type="dxa"/>
            <w:vAlign w:val="center"/>
          </w:tcPr>
          <w:p w:rsidR="0042377D" w:rsidRPr="00AE706A" w:rsidRDefault="0042377D" w:rsidP="00AC634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E706A">
              <w:rPr>
                <w:sz w:val="24"/>
                <w:szCs w:val="24"/>
              </w:rPr>
              <w:t>Без финансирова</w:t>
            </w:r>
            <w:r>
              <w:rPr>
                <w:sz w:val="24"/>
                <w:szCs w:val="24"/>
              </w:rPr>
              <w:t>-ния</w:t>
            </w:r>
          </w:p>
        </w:tc>
        <w:tc>
          <w:tcPr>
            <w:tcW w:w="1120" w:type="dxa"/>
          </w:tcPr>
          <w:p w:rsidR="0042377D" w:rsidRPr="00AE706A" w:rsidRDefault="0042377D" w:rsidP="00AC634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по мере необходимости</w:t>
            </w:r>
          </w:p>
        </w:tc>
        <w:tc>
          <w:tcPr>
            <w:tcW w:w="1260" w:type="dxa"/>
          </w:tcPr>
          <w:p w:rsidR="0042377D" w:rsidRPr="00AE706A" w:rsidRDefault="0042377D" w:rsidP="00AC634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20" w:type="dxa"/>
          </w:tcPr>
          <w:p w:rsidR="0042377D" w:rsidRPr="00AE706A" w:rsidRDefault="0042377D" w:rsidP="00AC634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20" w:type="dxa"/>
          </w:tcPr>
          <w:p w:rsidR="0042377D" w:rsidRPr="00AE706A" w:rsidRDefault="0042377D" w:rsidP="00AC634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956" w:type="dxa"/>
          </w:tcPr>
          <w:p w:rsidR="0042377D" w:rsidRPr="00AE706A" w:rsidRDefault="0042377D" w:rsidP="00AC634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42377D" w:rsidRPr="00AE706A" w:rsidTr="00AC6340">
        <w:tc>
          <w:tcPr>
            <w:tcW w:w="1097" w:type="dxa"/>
          </w:tcPr>
          <w:p w:rsidR="0042377D" w:rsidRPr="00AE706A" w:rsidRDefault="0042377D" w:rsidP="00AC634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</w:t>
            </w:r>
          </w:p>
        </w:tc>
        <w:tc>
          <w:tcPr>
            <w:tcW w:w="4363" w:type="dxa"/>
          </w:tcPr>
          <w:p w:rsidR="0042377D" w:rsidRPr="00AE706A" w:rsidRDefault="0042377D" w:rsidP="009F422E">
            <w:pPr>
              <w:widowControl w:val="0"/>
              <w:jc w:val="both"/>
              <w:rPr>
                <w:rFonts w:cs="Arial"/>
                <w:color w:val="000000"/>
                <w:sz w:val="24"/>
                <w:szCs w:val="24"/>
              </w:rPr>
            </w:pPr>
            <w:r w:rsidRPr="00AE706A">
              <w:rPr>
                <w:rFonts w:cs="Arial"/>
                <w:color w:val="000000"/>
                <w:sz w:val="24"/>
                <w:szCs w:val="24"/>
              </w:rPr>
              <w:t>Выявление в ходе осуществления контроля за соблюдением законодательства о розничной торговле фактов распространения информационных материалов экстремистского характера и уведомление о них полиции</w:t>
            </w:r>
          </w:p>
        </w:tc>
        <w:tc>
          <w:tcPr>
            <w:tcW w:w="2520" w:type="dxa"/>
          </w:tcPr>
          <w:p w:rsidR="0042377D" w:rsidRPr="00AE706A" w:rsidRDefault="0042377D" w:rsidP="007F288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E706A">
              <w:rPr>
                <w:sz w:val="24"/>
                <w:szCs w:val="24"/>
              </w:rPr>
              <w:t xml:space="preserve">Администрация </w:t>
            </w:r>
            <w:r>
              <w:rPr>
                <w:sz w:val="24"/>
                <w:szCs w:val="24"/>
              </w:rPr>
              <w:t>Новопетровского</w:t>
            </w:r>
            <w:r w:rsidRPr="00AE706A">
              <w:rPr>
                <w:sz w:val="24"/>
                <w:szCs w:val="24"/>
              </w:rPr>
              <w:t xml:space="preserve"> сельского поселения</w:t>
            </w:r>
            <w:r>
              <w:rPr>
                <w:sz w:val="24"/>
                <w:szCs w:val="24"/>
              </w:rPr>
              <w:t>, УУП</w:t>
            </w:r>
          </w:p>
        </w:tc>
        <w:tc>
          <w:tcPr>
            <w:tcW w:w="1820" w:type="dxa"/>
            <w:vAlign w:val="center"/>
          </w:tcPr>
          <w:p w:rsidR="0042377D" w:rsidRPr="00AE706A" w:rsidRDefault="0042377D" w:rsidP="00AC634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E706A">
              <w:rPr>
                <w:sz w:val="24"/>
                <w:szCs w:val="24"/>
              </w:rPr>
              <w:t>Без финансирова</w:t>
            </w:r>
            <w:r>
              <w:rPr>
                <w:sz w:val="24"/>
                <w:szCs w:val="24"/>
              </w:rPr>
              <w:t>-ния</w:t>
            </w:r>
          </w:p>
        </w:tc>
        <w:tc>
          <w:tcPr>
            <w:tcW w:w="1120" w:type="dxa"/>
          </w:tcPr>
          <w:p w:rsidR="0042377D" w:rsidRPr="00AE706A" w:rsidRDefault="0042377D" w:rsidP="00AC634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E706A">
              <w:rPr>
                <w:sz w:val="24"/>
                <w:szCs w:val="24"/>
              </w:rPr>
              <w:t>1 раз в полуго</w:t>
            </w:r>
            <w:r>
              <w:rPr>
                <w:sz w:val="24"/>
                <w:szCs w:val="24"/>
              </w:rPr>
              <w:t>-</w:t>
            </w:r>
            <w:r w:rsidRPr="00AE706A">
              <w:rPr>
                <w:sz w:val="24"/>
                <w:szCs w:val="24"/>
              </w:rPr>
              <w:t>дие</w:t>
            </w:r>
            <w:r>
              <w:rPr>
                <w:sz w:val="24"/>
                <w:szCs w:val="24"/>
              </w:rPr>
              <w:t>,</w:t>
            </w:r>
            <w:r w:rsidRPr="00AE706A">
              <w:rPr>
                <w:sz w:val="24"/>
                <w:szCs w:val="24"/>
              </w:rPr>
              <w:t xml:space="preserve"> весь период</w:t>
            </w:r>
          </w:p>
        </w:tc>
        <w:tc>
          <w:tcPr>
            <w:tcW w:w="1260" w:type="dxa"/>
          </w:tcPr>
          <w:p w:rsidR="0042377D" w:rsidRPr="00AE706A" w:rsidRDefault="0042377D" w:rsidP="00AC634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20" w:type="dxa"/>
          </w:tcPr>
          <w:p w:rsidR="0042377D" w:rsidRPr="00AE706A" w:rsidRDefault="0042377D" w:rsidP="00AC634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20" w:type="dxa"/>
          </w:tcPr>
          <w:p w:rsidR="0042377D" w:rsidRPr="00AE706A" w:rsidRDefault="0042377D" w:rsidP="00AC634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956" w:type="dxa"/>
          </w:tcPr>
          <w:p w:rsidR="0042377D" w:rsidRPr="00AE706A" w:rsidRDefault="0042377D" w:rsidP="00AC634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42377D" w:rsidRPr="00AE706A" w:rsidTr="00AC6340">
        <w:tc>
          <w:tcPr>
            <w:tcW w:w="1097" w:type="dxa"/>
          </w:tcPr>
          <w:p w:rsidR="0042377D" w:rsidRPr="00FD4BE0" w:rsidRDefault="0042377D" w:rsidP="00AC634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D4BE0">
              <w:rPr>
                <w:sz w:val="24"/>
                <w:szCs w:val="24"/>
              </w:rPr>
              <w:t>12.</w:t>
            </w:r>
          </w:p>
        </w:tc>
        <w:tc>
          <w:tcPr>
            <w:tcW w:w="4363" w:type="dxa"/>
          </w:tcPr>
          <w:p w:rsidR="0042377D" w:rsidRPr="00FD4BE0" w:rsidRDefault="0042377D" w:rsidP="009F422E">
            <w:pPr>
              <w:jc w:val="both"/>
              <w:rPr>
                <w:sz w:val="24"/>
                <w:szCs w:val="24"/>
              </w:rPr>
            </w:pPr>
            <w:r w:rsidRPr="00FD4BE0">
              <w:rPr>
                <w:sz w:val="24"/>
                <w:szCs w:val="24"/>
              </w:rPr>
              <w:t>Организация и проведение про</w:t>
            </w:r>
            <w:r>
              <w:rPr>
                <w:sz w:val="24"/>
                <w:szCs w:val="24"/>
              </w:rPr>
              <w:t>филактической работы среди населения и учащихся  школы</w:t>
            </w:r>
            <w:r w:rsidRPr="00FD4BE0">
              <w:rPr>
                <w:sz w:val="24"/>
                <w:szCs w:val="24"/>
              </w:rPr>
              <w:t xml:space="preserve"> с целью разъяснения ответственности за заведомо ложные сообщения об угрозе совершения террористических актов</w:t>
            </w:r>
          </w:p>
          <w:p w:rsidR="0042377D" w:rsidRPr="00FD4BE0" w:rsidRDefault="0042377D" w:rsidP="009F422E">
            <w:pPr>
              <w:widowControl w:val="0"/>
              <w:jc w:val="both"/>
              <w:rPr>
                <w:rFonts w:cs="Arial"/>
                <w:color w:val="000000"/>
                <w:sz w:val="24"/>
                <w:szCs w:val="24"/>
              </w:rPr>
            </w:pPr>
          </w:p>
        </w:tc>
        <w:tc>
          <w:tcPr>
            <w:tcW w:w="2520" w:type="dxa"/>
          </w:tcPr>
          <w:p w:rsidR="0042377D" w:rsidRDefault="0042377D" w:rsidP="00AC6340">
            <w:pPr>
              <w:jc w:val="both"/>
              <w:rPr>
                <w:sz w:val="24"/>
                <w:szCs w:val="24"/>
              </w:rPr>
            </w:pPr>
            <w:r w:rsidRPr="00FD4BE0">
              <w:rPr>
                <w:sz w:val="24"/>
                <w:szCs w:val="24"/>
              </w:rPr>
              <w:t>Администрация Новопетровского сельского поселе</w:t>
            </w:r>
            <w:r>
              <w:rPr>
                <w:sz w:val="24"/>
                <w:szCs w:val="24"/>
              </w:rPr>
              <w:t>ния</w:t>
            </w:r>
          </w:p>
          <w:p w:rsidR="0042377D" w:rsidRPr="00FD4BE0" w:rsidRDefault="0042377D" w:rsidP="00AC634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УУП</w:t>
            </w:r>
          </w:p>
        </w:tc>
        <w:tc>
          <w:tcPr>
            <w:tcW w:w="1820" w:type="dxa"/>
            <w:vAlign w:val="center"/>
          </w:tcPr>
          <w:p w:rsidR="0042377D" w:rsidRPr="00AE706A" w:rsidRDefault="0042377D" w:rsidP="00AC634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E706A">
              <w:rPr>
                <w:sz w:val="24"/>
                <w:szCs w:val="24"/>
              </w:rPr>
              <w:t>Без финансирова</w:t>
            </w:r>
            <w:r>
              <w:rPr>
                <w:sz w:val="24"/>
                <w:szCs w:val="24"/>
              </w:rPr>
              <w:t>-ния</w:t>
            </w:r>
          </w:p>
        </w:tc>
        <w:tc>
          <w:tcPr>
            <w:tcW w:w="1120" w:type="dxa"/>
          </w:tcPr>
          <w:p w:rsidR="0042377D" w:rsidRPr="00AE706A" w:rsidRDefault="0042377D" w:rsidP="00AC634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Весь период</w:t>
            </w:r>
          </w:p>
        </w:tc>
        <w:tc>
          <w:tcPr>
            <w:tcW w:w="1260" w:type="dxa"/>
          </w:tcPr>
          <w:p w:rsidR="0042377D" w:rsidRPr="00AE706A" w:rsidRDefault="0042377D" w:rsidP="00AC634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20" w:type="dxa"/>
          </w:tcPr>
          <w:p w:rsidR="0042377D" w:rsidRPr="00AE706A" w:rsidRDefault="0042377D" w:rsidP="00AC634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20" w:type="dxa"/>
          </w:tcPr>
          <w:p w:rsidR="0042377D" w:rsidRPr="00AE706A" w:rsidRDefault="0042377D" w:rsidP="00AC634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956" w:type="dxa"/>
          </w:tcPr>
          <w:p w:rsidR="0042377D" w:rsidRPr="00AE706A" w:rsidRDefault="0042377D" w:rsidP="00AC634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42377D" w:rsidRPr="00AE706A" w:rsidTr="00AC6340">
        <w:trPr>
          <w:trHeight w:val="792"/>
        </w:trPr>
        <w:tc>
          <w:tcPr>
            <w:tcW w:w="1097" w:type="dxa"/>
          </w:tcPr>
          <w:p w:rsidR="0042377D" w:rsidRPr="00AE706A" w:rsidRDefault="0042377D" w:rsidP="00AC634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42377D" w:rsidRPr="00AE706A" w:rsidRDefault="0042377D" w:rsidP="00AC634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363" w:type="dxa"/>
            <w:vAlign w:val="center"/>
          </w:tcPr>
          <w:p w:rsidR="0042377D" w:rsidRPr="00AE706A" w:rsidRDefault="0042377D" w:rsidP="00AC634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E706A">
              <w:rPr>
                <w:sz w:val="24"/>
                <w:szCs w:val="24"/>
              </w:rPr>
              <w:t>Всего</w:t>
            </w:r>
          </w:p>
        </w:tc>
        <w:tc>
          <w:tcPr>
            <w:tcW w:w="2520" w:type="dxa"/>
          </w:tcPr>
          <w:p w:rsidR="0042377D" w:rsidRPr="00AE706A" w:rsidRDefault="0042377D" w:rsidP="00AC634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20" w:type="dxa"/>
          </w:tcPr>
          <w:p w:rsidR="0042377D" w:rsidRPr="00AE706A" w:rsidRDefault="0042377D" w:rsidP="00AC634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20" w:type="dxa"/>
          </w:tcPr>
          <w:p w:rsidR="0042377D" w:rsidRPr="00AE706A" w:rsidRDefault="0042377D" w:rsidP="00AC634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 w:rsidR="0042377D" w:rsidRPr="00D566F2" w:rsidRDefault="0042377D" w:rsidP="00AC634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D566F2">
              <w:rPr>
                <w:sz w:val="24"/>
                <w:szCs w:val="24"/>
              </w:rPr>
              <w:t>,0</w:t>
            </w:r>
          </w:p>
        </w:tc>
        <w:tc>
          <w:tcPr>
            <w:tcW w:w="1120" w:type="dxa"/>
            <w:vAlign w:val="center"/>
          </w:tcPr>
          <w:p w:rsidR="0042377D" w:rsidRPr="00D566F2" w:rsidRDefault="0042377D" w:rsidP="00AC634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  <w:tc>
          <w:tcPr>
            <w:tcW w:w="1120" w:type="dxa"/>
            <w:vAlign w:val="center"/>
          </w:tcPr>
          <w:p w:rsidR="0042377D" w:rsidRPr="00D566F2" w:rsidRDefault="0042377D" w:rsidP="00AC634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  <w:tc>
          <w:tcPr>
            <w:tcW w:w="956" w:type="dxa"/>
            <w:vAlign w:val="center"/>
          </w:tcPr>
          <w:p w:rsidR="0042377D" w:rsidRPr="00D566F2" w:rsidRDefault="0042377D" w:rsidP="00AC634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</w:tr>
    </w:tbl>
    <w:p w:rsidR="0042377D" w:rsidRPr="00AE706A" w:rsidRDefault="0042377D" w:rsidP="00E223DE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42377D" w:rsidRDefault="0042377D"/>
    <w:p w:rsidR="0042377D" w:rsidRPr="00911C5A" w:rsidRDefault="0042377D" w:rsidP="00911C5A"/>
    <w:p w:rsidR="0042377D" w:rsidRPr="00911C5A" w:rsidRDefault="0042377D" w:rsidP="00911C5A"/>
    <w:p w:rsidR="0042377D" w:rsidRPr="00911C5A" w:rsidRDefault="0042377D" w:rsidP="00911C5A"/>
    <w:p w:rsidR="0042377D" w:rsidRDefault="0042377D" w:rsidP="00911C5A"/>
    <w:p w:rsidR="0042377D" w:rsidRDefault="0042377D" w:rsidP="00911C5A">
      <w:pPr>
        <w:jc w:val="both"/>
      </w:pPr>
      <w:r>
        <w:t xml:space="preserve">Глава Новопетровского </w:t>
      </w:r>
    </w:p>
    <w:p w:rsidR="0042377D" w:rsidRDefault="0042377D" w:rsidP="00911C5A">
      <w:pPr>
        <w:tabs>
          <w:tab w:val="left" w:pos="6780"/>
        </w:tabs>
        <w:jc w:val="both"/>
      </w:pPr>
      <w:r>
        <w:t xml:space="preserve">сельского поселения                                  </w:t>
      </w:r>
      <w:r>
        <w:tab/>
        <w:t xml:space="preserve">                                                                                  С.В. Щеголихин</w:t>
      </w:r>
    </w:p>
    <w:p w:rsidR="0042377D" w:rsidRPr="00911C5A" w:rsidRDefault="0042377D" w:rsidP="00911C5A"/>
    <w:sectPr w:rsidR="0042377D" w:rsidRPr="00911C5A" w:rsidSect="00E223DE">
      <w:footerReference w:type="default" r:id="rId6"/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2377D" w:rsidRDefault="0042377D" w:rsidP="00002D16">
      <w:r>
        <w:separator/>
      </w:r>
    </w:p>
  </w:endnote>
  <w:endnote w:type="continuationSeparator" w:id="0">
    <w:p w:rsidR="0042377D" w:rsidRDefault="0042377D" w:rsidP="00002D1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377D" w:rsidRDefault="0042377D">
    <w:pPr>
      <w:pStyle w:val="Footer"/>
      <w:jc w:val="center"/>
    </w:pPr>
    <w:r>
      <w:t xml:space="preserve"> </w:t>
    </w:r>
  </w:p>
  <w:p w:rsidR="0042377D" w:rsidRDefault="0042377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2377D" w:rsidRDefault="0042377D" w:rsidP="00002D16">
      <w:r>
        <w:separator/>
      </w:r>
    </w:p>
  </w:footnote>
  <w:footnote w:type="continuationSeparator" w:id="0">
    <w:p w:rsidR="0042377D" w:rsidRDefault="0042377D" w:rsidP="00002D1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223DE"/>
    <w:rsid w:val="000002F2"/>
    <w:rsid w:val="000004F1"/>
    <w:rsid w:val="00002994"/>
    <w:rsid w:val="00002D16"/>
    <w:rsid w:val="00003094"/>
    <w:rsid w:val="00003BC0"/>
    <w:rsid w:val="000046FA"/>
    <w:rsid w:val="00004950"/>
    <w:rsid w:val="00004A6D"/>
    <w:rsid w:val="000054F5"/>
    <w:rsid w:val="000067BE"/>
    <w:rsid w:val="000104F7"/>
    <w:rsid w:val="00010B49"/>
    <w:rsid w:val="000113BF"/>
    <w:rsid w:val="00011B83"/>
    <w:rsid w:val="00011DAD"/>
    <w:rsid w:val="000159D1"/>
    <w:rsid w:val="00016F58"/>
    <w:rsid w:val="00017248"/>
    <w:rsid w:val="000205CD"/>
    <w:rsid w:val="00020884"/>
    <w:rsid w:val="000215FA"/>
    <w:rsid w:val="000220CB"/>
    <w:rsid w:val="000222EE"/>
    <w:rsid w:val="00022A33"/>
    <w:rsid w:val="00022EA5"/>
    <w:rsid w:val="000249F6"/>
    <w:rsid w:val="00024E2E"/>
    <w:rsid w:val="00024EF2"/>
    <w:rsid w:val="00026341"/>
    <w:rsid w:val="00026465"/>
    <w:rsid w:val="00027127"/>
    <w:rsid w:val="000271DB"/>
    <w:rsid w:val="0002725F"/>
    <w:rsid w:val="0003010D"/>
    <w:rsid w:val="000301FE"/>
    <w:rsid w:val="00030CF7"/>
    <w:rsid w:val="000316F8"/>
    <w:rsid w:val="00031A5A"/>
    <w:rsid w:val="00031F46"/>
    <w:rsid w:val="0003222D"/>
    <w:rsid w:val="00034164"/>
    <w:rsid w:val="00034E81"/>
    <w:rsid w:val="000362BE"/>
    <w:rsid w:val="0003742D"/>
    <w:rsid w:val="00040A99"/>
    <w:rsid w:val="00040E33"/>
    <w:rsid w:val="00042F5B"/>
    <w:rsid w:val="00043D83"/>
    <w:rsid w:val="0004487F"/>
    <w:rsid w:val="00046E35"/>
    <w:rsid w:val="00047469"/>
    <w:rsid w:val="00047EB0"/>
    <w:rsid w:val="00051F91"/>
    <w:rsid w:val="00052248"/>
    <w:rsid w:val="00052A0D"/>
    <w:rsid w:val="0005411C"/>
    <w:rsid w:val="00054614"/>
    <w:rsid w:val="000548DA"/>
    <w:rsid w:val="000549F1"/>
    <w:rsid w:val="00054FC0"/>
    <w:rsid w:val="000567C6"/>
    <w:rsid w:val="0005712B"/>
    <w:rsid w:val="000576AD"/>
    <w:rsid w:val="00057F35"/>
    <w:rsid w:val="00061344"/>
    <w:rsid w:val="00063945"/>
    <w:rsid w:val="000648B8"/>
    <w:rsid w:val="0006499D"/>
    <w:rsid w:val="0006547C"/>
    <w:rsid w:val="0006556F"/>
    <w:rsid w:val="0006588F"/>
    <w:rsid w:val="00065B54"/>
    <w:rsid w:val="00065D78"/>
    <w:rsid w:val="00066197"/>
    <w:rsid w:val="00066741"/>
    <w:rsid w:val="00066CE2"/>
    <w:rsid w:val="000679CB"/>
    <w:rsid w:val="00070283"/>
    <w:rsid w:val="00070769"/>
    <w:rsid w:val="00071202"/>
    <w:rsid w:val="00071624"/>
    <w:rsid w:val="00071A82"/>
    <w:rsid w:val="00071B21"/>
    <w:rsid w:val="00071CB3"/>
    <w:rsid w:val="00072B83"/>
    <w:rsid w:val="000741CB"/>
    <w:rsid w:val="000742FE"/>
    <w:rsid w:val="00074747"/>
    <w:rsid w:val="00074997"/>
    <w:rsid w:val="0007573E"/>
    <w:rsid w:val="00076459"/>
    <w:rsid w:val="00076644"/>
    <w:rsid w:val="00076652"/>
    <w:rsid w:val="00077F56"/>
    <w:rsid w:val="00077FF0"/>
    <w:rsid w:val="0008004F"/>
    <w:rsid w:val="000807EF"/>
    <w:rsid w:val="000818B8"/>
    <w:rsid w:val="00082921"/>
    <w:rsid w:val="00082A18"/>
    <w:rsid w:val="00083160"/>
    <w:rsid w:val="00084745"/>
    <w:rsid w:val="0008493B"/>
    <w:rsid w:val="00084D06"/>
    <w:rsid w:val="00084E40"/>
    <w:rsid w:val="00085266"/>
    <w:rsid w:val="00085892"/>
    <w:rsid w:val="00085B42"/>
    <w:rsid w:val="00086541"/>
    <w:rsid w:val="000865B2"/>
    <w:rsid w:val="0008666C"/>
    <w:rsid w:val="000879A6"/>
    <w:rsid w:val="00090301"/>
    <w:rsid w:val="000905C1"/>
    <w:rsid w:val="00091D9A"/>
    <w:rsid w:val="000924DB"/>
    <w:rsid w:val="000925B9"/>
    <w:rsid w:val="0009359C"/>
    <w:rsid w:val="00093CC0"/>
    <w:rsid w:val="00093D0D"/>
    <w:rsid w:val="000943B3"/>
    <w:rsid w:val="00094684"/>
    <w:rsid w:val="00096AD7"/>
    <w:rsid w:val="000972B3"/>
    <w:rsid w:val="00097596"/>
    <w:rsid w:val="000A00F5"/>
    <w:rsid w:val="000A08BF"/>
    <w:rsid w:val="000A0F32"/>
    <w:rsid w:val="000A1241"/>
    <w:rsid w:val="000A1543"/>
    <w:rsid w:val="000A186A"/>
    <w:rsid w:val="000A1CDD"/>
    <w:rsid w:val="000A2CCA"/>
    <w:rsid w:val="000A2D90"/>
    <w:rsid w:val="000A3A6B"/>
    <w:rsid w:val="000A41E7"/>
    <w:rsid w:val="000A4BD9"/>
    <w:rsid w:val="000A4C13"/>
    <w:rsid w:val="000A5459"/>
    <w:rsid w:val="000A5510"/>
    <w:rsid w:val="000A581F"/>
    <w:rsid w:val="000A5958"/>
    <w:rsid w:val="000A5ADB"/>
    <w:rsid w:val="000A6101"/>
    <w:rsid w:val="000A62E8"/>
    <w:rsid w:val="000A784B"/>
    <w:rsid w:val="000B078A"/>
    <w:rsid w:val="000B0D10"/>
    <w:rsid w:val="000B108D"/>
    <w:rsid w:val="000B1E45"/>
    <w:rsid w:val="000B2BB6"/>
    <w:rsid w:val="000B3332"/>
    <w:rsid w:val="000B4396"/>
    <w:rsid w:val="000B4680"/>
    <w:rsid w:val="000B4A8A"/>
    <w:rsid w:val="000B4AAE"/>
    <w:rsid w:val="000B4D95"/>
    <w:rsid w:val="000B578E"/>
    <w:rsid w:val="000B69EC"/>
    <w:rsid w:val="000B6F2E"/>
    <w:rsid w:val="000C0AF1"/>
    <w:rsid w:val="000C10F8"/>
    <w:rsid w:val="000C1C2E"/>
    <w:rsid w:val="000C1F0E"/>
    <w:rsid w:val="000C2877"/>
    <w:rsid w:val="000C2DF2"/>
    <w:rsid w:val="000C382F"/>
    <w:rsid w:val="000C3950"/>
    <w:rsid w:val="000C4520"/>
    <w:rsid w:val="000C54B8"/>
    <w:rsid w:val="000C55C9"/>
    <w:rsid w:val="000C58E7"/>
    <w:rsid w:val="000C5C28"/>
    <w:rsid w:val="000C7039"/>
    <w:rsid w:val="000C7058"/>
    <w:rsid w:val="000D0CD5"/>
    <w:rsid w:val="000D39B0"/>
    <w:rsid w:val="000D39B5"/>
    <w:rsid w:val="000D400C"/>
    <w:rsid w:val="000D40E4"/>
    <w:rsid w:val="000D49C3"/>
    <w:rsid w:val="000D705E"/>
    <w:rsid w:val="000D7291"/>
    <w:rsid w:val="000D7536"/>
    <w:rsid w:val="000E05C8"/>
    <w:rsid w:val="000E1390"/>
    <w:rsid w:val="000E1762"/>
    <w:rsid w:val="000E2A38"/>
    <w:rsid w:val="000E3031"/>
    <w:rsid w:val="000E32B7"/>
    <w:rsid w:val="000E396D"/>
    <w:rsid w:val="000E3FEE"/>
    <w:rsid w:val="000E4AED"/>
    <w:rsid w:val="000E58F4"/>
    <w:rsid w:val="000F0563"/>
    <w:rsid w:val="000F10A9"/>
    <w:rsid w:val="000F14D9"/>
    <w:rsid w:val="000F1CEF"/>
    <w:rsid w:val="000F2D8E"/>
    <w:rsid w:val="000F2FBE"/>
    <w:rsid w:val="000F3836"/>
    <w:rsid w:val="000F394A"/>
    <w:rsid w:val="000F3E31"/>
    <w:rsid w:val="000F4196"/>
    <w:rsid w:val="000F4327"/>
    <w:rsid w:val="000F46D6"/>
    <w:rsid w:val="000F4ED3"/>
    <w:rsid w:val="000F516D"/>
    <w:rsid w:val="000F56EB"/>
    <w:rsid w:val="000F5E2E"/>
    <w:rsid w:val="000F662B"/>
    <w:rsid w:val="000F72EA"/>
    <w:rsid w:val="000F79EA"/>
    <w:rsid w:val="0010005A"/>
    <w:rsid w:val="00100422"/>
    <w:rsid w:val="001007A0"/>
    <w:rsid w:val="00101020"/>
    <w:rsid w:val="00102658"/>
    <w:rsid w:val="00102B3D"/>
    <w:rsid w:val="00102D2C"/>
    <w:rsid w:val="0010316D"/>
    <w:rsid w:val="00103998"/>
    <w:rsid w:val="00105814"/>
    <w:rsid w:val="00105C04"/>
    <w:rsid w:val="00105D73"/>
    <w:rsid w:val="00105E9F"/>
    <w:rsid w:val="00106096"/>
    <w:rsid w:val="0010744F"/>
    <w:rsid w:val="00107EB0"/>
    <w:rsid w:val="00110B56"/>
    <w:rsid w:val="00110EB6"/>
    <w:rsid w:val="0011140A"/>
    <w:rsid w:val="00112DE3"/>
    <w:rsid w:val="00113185"/>
    <w:rsid w:val="00113904"/>
    <w:rsid w:val="00114D42"/>
    <w:rsid w:val="00116AE0"/>
    <w:rsid w:val="00116E64"/>
    <w:rsid w:val="001170FE"/>
    <w:rsid w:val="00117D19"/>
    <w:rsid w:val="001207E2"/>
    <w:rsid w:val="0012083F"/>
    <w:rsid w:val="00120FD8"/>
    <w:rsid w:val="00122D71"/>
    <w:rsid w:val="001231B3"/>
    <w:rsid w:val="00124176"/>
    <w:rsid w:val="00125555"/>
    <w:rsid w:val="00125C0F"/>
    <w:rsid w:val="001260FA"/>
    <w:rsid w:val="0012629E"/>
    <w:rsid w:val="00127CBE"/>
    <w:rsid w:val="00130DAE"/>
    <w:rsid w:val="00131518"/>
    <w:rsid w:val="001316D5"/>
    <w:rsid w:val="001317B0"/>
    <w:rsid w:val="001324CA"/>
    <w:rsid w:val="001324D3"/>
    <w:rsid w:val="00133085"/>
    <w:rsid w:val="00133A78"/>
    <w:rsid w:val="00134F23"/>
    <w:rsid w:val="00140DC7"/>
    <w:rsid w:val="0014113A"/>
    <w:rsid w:val="00142DFF"/>
    <w:rsid w:val="00143204"/>
    <w:rsid w:val="00144316"/>
    <w:rsid w:val="001444A5"/>
    <w:rsid w:val="001445CB"/>
    <w:rsid w:val="00144AE7"/>
    <w:rsid w:val="00144DD9"/>
    <w:rsid w:val="00145F82"/>
    <w:rsid w:val="0014607B"/>
    <w:rsid w:val="00146170"/>
    <w:rsid w:val="0014629F"/>
    <w:rsid w:val="00147115"/>
    <w:rsid w:val="00147243"/>
    <w:rsid w:val="00150354"/>
    <w:rsid w:val="00150B24"/>
    <w:rsid w:val="001517DE"/>
    <w:rsid w:val="00151F24"/>
    <w:rsid w:val="001527DB"/>
    <w:rsid w:val="00152F4B"/>
    <w:rsid w:val="00154A47"/>
    <w:rsid w:val="00154A7C"/>
    <w:rsid w:val="00154EEB"/>
    <w:rsid w:val="001572B9"/>
    <w:rsid w:val="00157B8A"/>
    <w:rsid w:val="00157BDA"/>
    <w:rsid w:val="00160784"/>
    <w:rsid w:val="001616D4"/>
    <w:rsid w:val="00161808"/>
    <w:rsid w:val="00161DDE"/>
    <w:rsid w:val="001625D6"/>
    <w:rsid w:val="001627C5"/>
    <w:rsid w:val="00162ABD"/>
    <w:rsid w:val="00162E3D"/>
    <w:rsid w:val="001631DC"/>
    <w:rsid w:val="00163B51"/>
    <w:rsid w:val="00163DFF"/>
    <w:rsid w:val="0016578E"/>
    <w:rsid w:val="00165E13"/>
    <w:rsid w:val="00166A24"/>
    <w:rsid w:val="00170D98"/>
    <w:rsid w:val="00170EED"/>
    <w:rsid w:val="00171287"/>
    <w:rsid w:val="00171736"/>
    <w:rsid w:val="00171EEB"/>
    <w:rsid w:val="0017240D"/>
    <w:rsid w:val="00174C84"/>
    <w:rsid w:val="0017527A"/>
    <w:rsid w:val="00175662"/>
    <w:rsid w:val="001765DA"/>
    <w:rsid w:val="00176B07"/>
    <w:rsid w:val="0017744A"/>
    <w:rsid w:val="001811D3"/>
    <w:rsid w:val="00181A20"/>
    <w:rsid w:val="00182047"/>
    <w:rsid w:val="00183273"/>
    <w:rsid w:val="001838F4"/>
    <w:rsid w:val="0018393D"/>
    <w:rsid w:val="0018410C"/>
    <w:rsid w:val="00185F03"/>
    <w:rsid w:val="00186683"/>
    <w:rsid w:val="001875A4"/>
    <w:rsid w:val="001879DB"/>
    <w:rsid w:val="00187FEB"/>
    <w:rsid w:val="001902EE"/>
    <w:rsid w:val="0019050C"/>
    <w:rsid w:val="00190C17"/>
    <w:rsid w:val="001918E1"/>
    <w:rsid w:val="00191D24"/>
    <w:rsid w:val="00192053"/>
    <w:rsid w:val="001926EF"/>
    <w:rsid w:val="001929C2"/>
    <w:rsid w:val="001930A9"/>
    <w:rsid w:val="00193530"/>
    <w:rsid w:val="00193F7E"/>
    <w:rsid w:val="00194565"/>
    <w:rsid w:val="00195AA3"/>
    <w:rsid w:val="00196A7A"/>
    <w:rsid w:val="00196BBC"/>
    <w:rsid w:val="00196D7D"/>
    <w:rsid w:val="00197DCD"/>
    <w:rsid w:val="001A050A"/>
    <w:rsid w:val="001A093E"/>
    <w:rsid w:val="001A1191"/>
    <w:rsid w:val="001A1781"/>
    <w:rsid w:val="001A18D2"/>
    <w:rsid w:val="001A1BC5"/>
    <w:rsid w:val="001A2997"/>
    <w:rsid w:val="001A3AED"/>
    <w:rsid w:val="001A4091"/>
    <w:rsid w:val="001A5E5B"/>
    <w:rsid w:val="001A60C1"/>
    <w:rsid w:val="001A68C6"/>
    <w:rsid w:val="001B00A1"/>
    <w:rsid w:val="001B00B7"/>
    <w:rsid w:val="001B098B"/>
    <w:rsid w:val="001B1587"/>
    <w:rsid w:val="001B1B56"/>
    <w:rsid w:val="001B2A6D"/>
    <w:rsid w:val="001B2CB2"/>
    <w:rsid w:val="001B30B2"/>
    <w:rsid w:val="001B36A3"/>
    <w:rsid w:val="001B3F36"/>
    <w:rsid w:val="001B3FB3"/>
    <w:rsid w:val="001B68BB"/>
    <w:rsid w:val="001B6A55"/>
    <w:rsid w:val="001B6C21"/>
    <w:rsid w:val="001B7A63"/>
    <w:rsid w:val="001B7D9C"/>
    <w:rsid w:val="001C0531"/>
    <w:rsid w:val="001C0B3D"/>
    <w:rsid w:val="001C159E"/>
    <w:rsid w:val="001C1D48"/>
    <w:rsid w:val="001C1E51"/>
    <w:rsid w:val="001C3573"/>
    <w:rsid w:val="001C397E"/>
    <w:rsid w:val="001C3B98"/>
    <w:rsid w:val="001C48F1"/>
    <w:rsid w:val="001C4907"/>
    <w:rsid w:val="001C4A83"/>
    <w:rsid w:val="001C5391"/>
    <w:rsid w:val="001C54A2"/>
    <w:rsid w:val="001C66D1"/>
    <w:rsid w:val="001C7002"/>
    <w:rsid w:val="001C7231"/>
    <w:rsid w:val="001C785D"/>
    <w:rsid w:val="001C79AF"/>
    <w:rsid w:val="001D05ED"/>
    <w:rsid w:val="001D062B"/>
    <w:rsid w:val="001D07D1"/>
    <w:rsid w:val="001D0E12"/>
    <w:rsid w:val="001D115F"/>
    <w:rsid w:val="001D1646"/>
    <w:rsid w:val="001D1E4F"/>
    <w:rsid w:val="001D20C9"/>
    <w:rsid w:val="001D2757"/>
    <w:rsid w:val="001D4E9E"/>
    <w:rsid w:val="001D545E"/>
    <w:rsid w:val="001D5960"/>
    <w:rsid w:val="001D5C24"/>
    <w:rsid w:val="001D653A"/>
    <w:rsid w:val="001E00B0"/>
    <w:rsid w:val="001E00FC"/>
    <w:rsid w:val="001E0D1A"/>
    <w:rsid w:val="001E0DE2"/>
    <w:rsid w:val="001E1B24"/>
    <w:rsid w:val="001E2659"/>
    <w:rsid w:val="001E34D3"/>
    <w:rsid w:val="001E45A7"/>
    <w:rsid w:val="001E6082"/>
    <w:rsid w:val="001E7C9E"/>
    <w:rsid w:val="001F281A"/>
    <w:rsid w:val="001F2BC3"/>
    <w:rsid w:val="001F2C84"/>
    <w:rsid w:val="001F3207"/>
    <w:rsid w:val="001F4441"/>
    <w:rsid w:val="001F47B4"/>
    <w:rsid w:val="001F4CBE"/>
    <w:rsid w:val="001F4E53"/>
    <w:rsid w:val="001F4F82"/>
    <w:rsid w:val="001F5790"/>
    <w:rsid w:val="001F5A0F"/>
    <w:rsid w:val="001F5BD8"/>
    <w:rsid w:val="001F673B"/>
    <w:rsid w:val="001F6B18"/>
    <w:rsid w:val="001F6B8B"/>
    <w:rsid w:val="001F74E6"/>
    <w:rsid w:val="0020058D"/>
    <w:rsid w:val="0020083E"/>
    <w:rsid w:val="00200C29"/>
    <w:rsid w:val="00200F3A"/>
    <w:rsid w:val="00201B41"/>
    <w:rsid w:val="0020242C"/>
    <w:rsid w:val="00202B78"/>
    <w:rsid w:val="00203614"/>
    <w:rsid w:val="00203D6C"/>
    <w:rsid w:val="00204764"/>
    <w:rsid w:val="002049A4"/>
    <w:rsid w:val="002052D5"/>
    <w:rsid w:val="00206343"/>
    <w:rsid w:val="00206EF8"/>
    <w:rsid w:val="0021017B"/>
    <w:rsid w:val="0021068E"/>
    <w:rsid w:val="00210BF1"/>
    <w:rsid w:val="00211439"/>
    <w:rsid w:val="00211AD8"/>
    <w:rsid w:val="00211B83"/>
    <w:rsid w:val="00211C73"/>
    <w:rsid w:val="00211E03"/>
    <w:rsid w:val="002122D6"/>
    <w:rsid w:val="00212791"/>
    <w:rsid w:val="00214202"/>
    <w:rsid w:val="00214A33"/>
    <w:rsid w:val="002151DA"/>
    <w:rsid w:val="002153D0"/>
    <w:rsid w:val="00216345"/>
    <w:rsid w:val="00216519"/>
    <w:rsid w:val="00216F7D"/>
    <w:rsid w:val="002176AB"/>
    <w:rsid w:val="002176D8"/>
    <w:rsid w:val="0021779A"/>
    <w:rsid w:val="00217E92"/>
    <w:rsid w:val="00220558"/>
    <w:rsid w:val="00220C4C"/>
    <w:rsid w:val="00220D74"/>
    <w:rsid w:val="00220FD4"/>
    <w:rsid w:val="0022161A"/>
    <w:rsid w:val="00222811"/>
    <w:rsid w:val="00222F23"/>
    <w:rsid w:val="002236DA"/>
    <w:rsid w:val="002239DB"/>
    <w:rsid w:val="00223C7B"/>
    <w:rsid w:val="00224812"/>
    <w:rsid w:val="00226810"/>
    <w:rsid w:val="00226D5A"/>
    <w:rsid w:val="00227152"/>
    <w:rsid w:val="0022799D"/>
    <w:rsid w:val="00230B8A"/>
    <w:rsid w:val="00231E9F"/>
    <w:rsid w:val="002338A1"/>
    <w:rsid w:val="00234A66"/>
    <w:rsid w:val="00234FC2"/>
    <w:rsid w:val="0023542E"/>
    <w:rsid w:val="0023695F"/>
    <w:rsid w:val="00236FEC"/>
    <w:rsid w:val="00241392"/>
    <w:rsid w:val="002417BA"/>
    <w:rsid w:val="0024195C"/>
    <w:rsid w:val="002425C5"/>
    <w:rsid w:val="00242806"/>
    <w:rsid w:val="00242F36"/>
    <w:rsid w:val="002435B7"/>
    <w:rsid w:val="0024374A"/>
    <w:rsid w:val="00243F71"/>
    <w:rsid w:val="00247FA3"/>
    <w:rsid w:val="00251303"/>
    <w:rsid w:val="0025204D"/>
    <w:rsid w:val="00252146"/>
    <w:rsid w:val="002522D0"/>
    <w:rsid w:val="00252AA3"/>
    <w:rsid w:val="00252E34"/>
    <w:rsid w:val="0025316D"/>
    <w:rsid w:val="0025345D"/>
    <w:rsid w:val="00253912"/>
    <w:rsid w:val="00253F2B"/>
    <w:rsid w:val="00254480"/>
    <w:rsid w:val="002546FE"/>
    <w:rsid w:val="00256FAE"/>
    <w:rsid w:val="002570DE"/>
    <w:rsid w:val="0025777F"/>
    <w:rsid w:val="00257E03"/>
    <w:rsid w:val="00257FB4"/>
    <w:rsid w:val="0026034D"/>
    <w:rsid w:val="00260A86"/>
    <w:rsid w:val="00261E8E"/>
    <w:rsid w:val="002624AA"/>
    <w:rsid w:val="002628D4"/>
    <w:rsid w:val="0026360E"/>
    <w:rsid w:val="002646AB"/>
    <w:rsid w:val="002649FF"/>
    <w:rsid w:val="002654E5"/>
    <w:rsid w:val="00265D4F"/>
    <w:rsid w:val="00265E42"/>
    <w:rsid w:val="0026614B"/>
    <w:rsid w:val="00266B7B"/>
    <w:rsid w:val="00266E52"/>
    <w:rsid w:val="0027051C"/>
    <w:rsid w:val="00270636"/>
    <w:rsid w:val="00270876"/>
    <w:rsid w:val="00270A35"/>
    <w:rsid w:val="00271853"/>
    <w:rsid w:val="0027376A"/>
    <w:rsid w:val="002749A2"/>
    <w:rsid w:val="00274D02"/>
    <w:rsid w:val="00274E65"/>
    <w:rsid w:val="00276877"/>
    <w:rsid w:val="00276A32"/>
    <w:rsid w:val="002773FB"/>
    <w:rsid w:val="00277707"/>
    <w:rsid w:val="002811B1"/>
    <w:rsid w:val="0028167C"/>
    <w:rsid w:val="002816FD"/>
    <w:rsid w:val="00283827"/>
    <w:rsid w:val="00285A1B"/>
    <w:rsid w:val="00285A95"/>
    <w:rsid w:val="00285B1C"/>
    <w:rsid w:val="00285F09"/>
    <w:rsid w:val="002871E1"/>
    <w:rsid w:val="00287B6D"/>
    <w:rsid w:val="002901A5"/>
    <w:rsid w:val="0029203C"/>
    <w:rsid w:val="0029493D"/>
    <w:rsid w:val="00295A83"/>
    <w:rsid w:val="00296011"/>
    <w:rsid w:val="00296259"/>
    <w:rsid w:val="002965F4"/>
    <w:rsid w:val="00296AFC"/>
    <w:rsid w:val="0029722F"/>
    <w:rsid w:val="002A0448"/>
    <w:rsid w:val="002A1A4C"/>
    <w:rsid w:val="002A27CE"/>
    <w:rsid w:val="002A35D6"/>
    <w:rsid w:val="002A3845"/>
    <w:rsid w:val="002A4071"/>
    <w:rsid w:val="002A4533"/>
    <w:rsid w:val="002A468D"/>
    <w:rsid w:val="002A47F0"/>
    <w:rsid w:val="002A4945"/>
    <w:rsid w:val="002A5457"/>
    <w:rsid w:val="002A6348"/>
    <w:rsid w:val="002A63BC"/>
    <w:rsid w:val="002A68BA"/>
    <w:rsid w:val="002A70FF"/>
    <w:rsid w:val="002A7E48"/>
    <w:rsid w:val="002B0234"/>
    <w:rsid w:val="002B0308"/>
    <w:rsid w:val="002B0A6C"/>
    <w:rsid w:val="002B21CF"/>
    <w:rsid w:val="002B2891"/>
    <w:rsid w:val="002B3354"/>
    <w:rsid w:val="002B3B74"/>
    <w:rsid w:val="002B48F5"/>
    <w:rsid w:val="002B4D46"/>
    <w:rsid w:val="002B4E36"/>
    <w:rsid w:val="002B5497"/>
    <w:rsid w:val="002B5AA8"/>
    <w:rsid w:val="002B6268"/>
    <w:rsid w:val="002B6332"/>
    <w:rsid w:val="002B65A8"/>
    <w:rsid w:val="002C052B"/>
    <w:rsid w:val="002C11BB"/>
    <w:rsid w:val="002C167C"/>
    <w:rsid w:val="002C2A65"/>
    <w:rsid w:val="002C3175"/>
    <w:rsid w:val="002C41A4"/>
    <w:rsid w:val="002C57DD"/>
    <w:rsid w:val="002C6230"/>
    <w:rsid w:val="002C757D"/>
    <w:rsid w:val="002C7B9E"/>
    <w:rsid w:val="002C7DDE"/>
    <w:rsid w:val="002C7E8C"/>
    <w:rsid w:val="002D03AE"/>
    <w:rsid w:val="002D0A17"/>
    <w:rsid w:val="002D11D1"/>
    <w:rsid w:val="002D14ED"/>
    <w:rsid w:val="002D16C7"/>
    <w:rsid w:val="002D1CB9"/>
    <w:rsid w:val="002D222F"/>
    <w:rsid w:val="002D2372"/>
    <w:rsid w:val="002D2440"/>
    <w:rsid w:val="002D25AE"/>
    <w:rsid w:val="002D2634"/>
    <w:rsid w:val="002D2FDD"/>
    <w:rsid w:val="002D31B3"/>
    <w:rsid w:val="002D3E1C"/>
    <w:rsid w:val="002D494C"/>
    <w:rsid w:val="002D4C29"/>
    <w:rsid w:val="002D6295"/>
    <w:rsid w:val="002D71BF"/>
    <w:rsid w:val="002E01DF"/>
    <w:rsid w:val="002E0B84"/>
    <w:rsid w:val="002E13E9"/>
    <w:rsid w:val="002E24BB"/>
    <w:rsid w:val="002E265A"/>
    <w:rsid w:val="002E3586"/>
    <w:rsid w:val="002E3DD9"/>
    <w:rsid w:val="002E4E62"/>
    <w:rsid w:val="002E56A4"/>
    <w:rsid w:val="002E6CAD"/>
    <w:rsid w:val="002E6F91"/>
    <w:rsid w:val="002E6FC5"/>
    <w:rsid w:val="002E7C69"/>
    <w:rsid w:val="002E7EE6"/>
    <w:rsid w:val="002F19A8"/>
    <w:rsid w:val="002F30F2"/>
    <w:rsid w:val="002F45D0"/>
    <w:rsid w:val="002F46E7"/>
    <w:rsid w:val="002F4A0A"/>
    <w:rsid w:val="002F4D60"/>
    <w:rsid w:val="002F5D1F"/>
    <w:rsid w:val="002F66A7"/>
    <w:rsid w:val="002F7701"/>
    <w:rsid w:val="002F77F6"/>
    <w:rsid w:val="002F7CD2"/>
    <w:rsid w:val="003000A6"/>
    <w:rsid w:val="0030035A"/>
    <w:rsid w:val="0030056C"/>
    <w:rsid w:val="00300DAE"/>
    <w:rsid w:val="003026D9"/>
    <w:rsid w:val="00302A5C"/>
    <w:rsid w:val="00302B99"/>
    <w:rsid w:val="0030345C"/>
    <w:rsid w:val="003042EC"/>
    <w:rsid w:val="00304C69"/>
    <w:rsid w:val="00304C6F"/>
    <w:rsid w:val="00304DD3"/>
    <w:rsid w:val="00305843"/>
    <w:rsid w:val="00306219"/>
    <w:rsid w:val="00307230"/>
    <w:rsid w:val="003075E1"/>
    <w:rsid w:val="003100F9"/>
    <w:rsid w:val="00310EC6"/>
    <w:rsid w:val="003116AC"/>
    <w:rsid w:val="00311D38"/>
    <w:rsid w:val="0031330B"/>
    <w:rsid w:val="00316049"/>
    <w:rsid w:val="00316254"/>
    <w:rsid w:val="003205B4"/>
    <w:rsid w:val="00320E5D"/>
    <w:rsid w:val="003214C8"/>
    <w:rsid w:val="00321747"/>
    <w:rsid w:val="00321AC7"/>
    <w:rsid w:val="00321C91"/>
    <w:rsid w:val="00321CE0"/>
    <w:rsid w:val="00321F0B"/>
    <w:rsid w:val="003220DE"/>
    <w:rsid w:val="0032225E"/>
    <w:rsid w:val="003234CD"/>
    <w:rsid w:val="00323564"/>
    <w:rsid w:val="003235D7"/>
    <w:rsid w:val="00323E9E"/>
    <w:rsid w:val="00324A9F"/>
    <w:rsid w:val="003256D7"/>
    <w:rsid w:val="00326157"/>
    <w:rsid w:val="00326F2C"/>
    <w:rsid w:val="00327487"/>
    <w:rsid w:val="00327B37"/>
    <w:rsid w:val="00330E4E"/>
    <w:rsid w:val="003317CE"/>
    <w:rsid w:val="00332F34"/>
    <w:rsid w:val="0033381F"/>
    <w:rsid w:val="0033383F"/>
    <w:rsid w:val="00333B42"/>
    <w:rsid w:val="00334077"/>
    <w:rsid w:val="0033574F"/>
    <w:rsid w:val="0033721D"/>
    <w:rsid w:val="00337F7B"/>
    <w:rsid w:val="003403CE"/>
    <w:rsid w:val="00340437"/>
    <w:rsid w:val="00340679"/>
    <w:rsid w:val="00340748"/>
    <w:rsid w:val="00341069"/>
    <w:rsid w:val="0034117F"/>
    <w:rsid w:val="00341D94"/>
    <w:rsid w:val="00342991"/>
    <w:rsid w:val="00342EDF"/>
    <w:rsid w:val="0034325E"/>
    <w:rsid w:val="0034377A"/>
    <w:rsid w:val="00344BE2"/>
    <w:rsid w:val="00344DD8"/>
    <w:rsid w:val="0034591E"/>
    <w:rsid w:val="00345F0B"/>
    <w:rsid w:val="00346840"/>
    <w:rsid w:val="00346B4F"/>
    <w:rsid w:val="003472E9"/>
    <w:rsid w:val="00347ED1"/>
    <w:rsid w:val="003502E6"/>
    <w:rsid w:val="00350401"/>
    <w:rsid w:val="00351CE6"/>
    <w:rsid w:val="00352D13"/>
    <w:rsid w:val="00354472"/>
    <w:rsid w:val="00354533"/>
    <w:rsid w:val="00356088"/>
    <w:rsid w:val="0036097A"/>
    <w:rsid w:val="00362E16"/>
    <w:rsid w:val="00363C96"/>
    <w:rsid w:val="0036478D"/>
    <w:rsid w:val="0036536C"/>
    <w:rsid w:val="00365D13"/>
    <w:rsid w:val="003661BB"/>
    <w:rsid w:val="003677E1"/>
    <w:rsid w:val="003700A6"/>
    <w:rsid w:val="00370C31"/>
    <w:rsid w:val="00370FB8"/>
    <w:rsid w:val="00371B1A"/>
    <w:rsid w:val="00373FD2"/>
    <w:rsid w:val="00375C09"/>
    <w:rsid w:val="00377DE7"/>
    <w:rsid w:val="003800D6"/>
    <w:rsid w:val="00380689"/>
    <w:rsid w:val="003828CB"/>
    <w:rsid w:val="0038377F"/>
    <w:rsid w:val="0038440B"/>
    <w:rsid w:val="003844A0"/>
    <w:rsid w:val="003845D9"/>
    <w:rsid w:val="00384B8C"/>
    <w:rsid w:val="00384E27"/>
    <w:rsid w:val="00384E46"/>
    <w:rsid w:val="00385D06"/>
    <w:rsid w:val="0038606B"/>
    <w:rsid w:val="00386D9B"/>
    <w:rsid w:val="00390F26"/>
    <w:rsid w:val="00391A4C"/>
    <w:rsid w:val="003923A4"/>
    <w:rsid w:val="003925B0"/>
    <w:rsid w:val="00392761"/>
    <w:rsid w:val="003929F8"/>
    <w:rsid w:val="00392DF4"/>
    <w:rsid w:val="003934AE"/>
    <w:rsid w:val="003934B8"/>
    <w:rsid w:val="003936EF"/>
    <w:rsid w:val="0039477D"/>
    <w:rsid w:val="003953E0"/>
    <w:rsid w:val="00395856"/>
    <w:rsid w:val="0039689E"/>
    <w:rsid w:val="00397315"/>
    <w:rsid w:val="003976FC"/>
    <w:rsid w:val="00397D3A"/>
    <w:rsid w:val="00397DEA"/>
    <w:rsid w:val="003A2225"/>
    <w:rsid w:val="003A32BA"/>
    <w:rsid w:val="003A3427"/>
    <w:rsid w:val="003A3589"/>
    <w:rsid w:val="003A3D1C"/>
    <w:rsid w:val="003A5261"/>
    <w:rsid w:val="003A5DC2"/>
    <w:rsid w:val="003A5F5E"/>
    <w:rsid w:val="003A624F"/>
    <w:rsid w:val="003A6A87"/>
    <w:rsid w:val="003A6AD1"/>
    <w:rsid w:val="003A73FA"/>
    <w:rsid w:val="003A757A"/>
    <w:rsid w:val="003B0297"/>
    <w:rsid w:val="003B16A6"/>
    <w:rsid w:val="003B1CC1"/>
    <w:rsid w:val="003B1E47"/>
    <w:rsid w:val="003B23C5"/>
    <w:rsid w:val="003B27E1"/>
    <w:rsid w:val="003B3ED7"/>
    <w:rsid w:val="003B576A"/>
    <w:rsid w:val="003B6CD5"/>
    <w:rsid w:val="003B73FE"/>
    <w:rsid w:val="003B77CC"/>
    <w:rsid w:val="003C19D6"/>
    <w:rsid w:val="003C1E47"/>
    <w:rsid w:val="003C22F2"/>
    <w:rsid w:val="003C273F"/>
    <w:rsid w:val="003C29EB"/>
    <w:rsid w:val="003C2B5E"/>
    <w:rsid w:val="003C2E3E"/>
    <w:rsid w:val="003C4D70"/>
    <w:rsid w:val="003C507B"/>
    <w:rsid w:val="003C5869"/>
    <w:rsid w:val="003C61A5"/>
    <w:rsid w:val="003C6612"/>
    <w:rsid w:val="003C7ABD"/>
    <w:rsid w:val="003D0231"/>
    <w:rsid w:val="003D0DBD"/>
    <w:rsid w:val="003D0E82"/>
    <w:rsid w:val="003D1600"/>
    <w:rsid w:val="003D1887"/>
    <w:rsid w:val="003D235D"/>
    <w:rsid w:val="003D2E73"/>
    <w:rsid w:val="003D3948"/>
    <w:rsid w:val="003D4842"/>
    <w:rsid w:val="003D531C"/>
    <w:rsid w:val="003D588D"/>
    <w:rsid w:val="003D6178"/>
    <w:rsid w:val="003D625C"/>
    <w:rsid w:val="003D657C"/>
    <w:rsid w:val="003E2009"/>
    <w:rsid w:val="003E27C2"/>
    <w:rsid w:val="003E2D4A"/>
    <w:rsid w:val="003E3433"/>
    <w:rsid w:val="003E446E"/>
    <w:rsid w:val="003E48B3"/>
    <w:rsid w:val="003E51E6"/>
    <w:rsid w:val="003E52D8"/>
    <w:rsid w:val="003E66FF"/>
    <w:rsid w:val="003E6A1E"/>
    <w:rsid w:val="003E7398"/>
    <w:rsid w:val="003E7CB3"/>
    <w:rsid w:val="003F03D7"/>
    <w:rsid w:val="003F0B8B"/>
    <w:rsid w:val="003F0D8F"/>
    <w:rsid w:val="003F0FDD"/>
    <w:rsid w:val="003F1318"/>
    <w:rsid w:val="003F16A9"/>
    <w:rsid w:val="003F319C"/>
    <w:rsid w:val="003F4528"/>
    <w:rsid w:val="003F4D21"/>
    <w:rsid w:val="003F5432"/>
    <w:rsid w:val="003F6BD7"/>
    <w:rsid w:val="003F6EFC"/>
    <w:rsid w:val="003F6FB6"/>
    <w:rsid w:val="003F72C1"/>
    <w:rsid w:val="003F7552"/>
    <w:rsid w:val="003F7E80"/>
    <w:rsid w:val="004001BA"/>
    <w:rsid w:val="00401726"/>
    <w:rsid w:val="00401F32"/>
    <w:rsid w:val="00402D1B"/>
    <w:rsid w:val="00406354"/>
    <w:rsid w:val="004069F5"/>
    <w:rsid w:val="00407072"/>
    <w:rsid w:val="004106C5"/>
    <w:rsid w:val="004119D2"/>
    <w:rsid w:val="00411BEE"/>
    <w:rsid w:val="00412FCE"/>
    <w:rsid w:val="00413531"/>
    <w:rsid w:val="004139B5"/>
    <w:rsid w:val="00413E8C"/>
    <w:rsid w:val="004147A8"/>
    <w:rsid w:val="00415788"/>
    <w:rsid w:val="00415E72"/>
    <w:rsid w:val="004160FB"/>
    <w:rsid w:val="00416A1B"/>
    <w:rsid w:val="0041725F"/>
    <w:rsid w:val="00420202"/>
    <w:rsid w:val="00420623"/>
    <w:rsid w:val="00421C48"/>
    <w:rsid w:val="004227A9"/>
    <w:rsid w:val="00422E39"/>
    <w:rsid w:val="0042311A"/>
    <w:rsid w:val="0042377D"/>
    <w:rsid w:val="00423798"/>
    <w:rsid w:val="00424CCC"/>
    <w:rsid w:val="00425CC9"/>
    <w:rsid w:val="00426280"/>
    <w:rsid w:val="004329E5"/>
    <w:rsid w:val="0043329B"/>
    <w:rsid w:val="00433B8E"/>
    <w:rsid w:val="00433F23"/>
    <w:rsid w:val="0043505E"/>
    <w:rsid w:val="004365FC"/>
    <w:rsid w:val="0043741A"/>
    <w:rsid w:val="00437C6B"/>
    <w:rsid w:val="00440B4C"/>
    <w:rsid w:val="0044292A"/>
    <w:rsid w:val="004431D9"/>
    <w:rsid w:val="00443544"/>
    <w:rsid w:val="00446338"/>
    <w:rsid w:val="004464B4"/>
    <w:rsid w:val="00446E3C"/>
    <w:rsid w:val="004472DF"/>
    <w:rsid w:val="00450724"/>
    <w:rsid w:val="004507AF"/>
    <w:rsid w:val="00450928"/>
    <w:rsid w:val="00450FE0"/>
    <w:rsid w:val="00451F5E"/>
    <w:rsid w:val="004522E5"/>
    <w:rsid w:val="00452B6F"/>
    <w:rsid w:val="00452CB6"/>
    <w:rsid w:val="00454B21"/>
    <w:rsid w:val="004558E6"/>
    <w:rsid w:val="00455ABA"/>
    <w:rsid w:val="00456209"/>
    <w:rsid w:val="004567DA"/>
    <w:rsid w:val="00456D77"/>
    <w:rsid w:val="004601D5"/>
    <w:rsid w:val="00463AC4"/>
    <w:rsid w:val="00464AE1"/>
    <w:rsid w:val="004669BA"/>
    <w:rsid w:val="00467438"/>
    <w:rsid w:val="00467598"/>
    <w:rsid w:val="0046790F"/>
    <w:rsid w:val="00467C80"/>
    <w:rsid w:val="00470658"/>
    <w:rsid w:val="004713D0"/>
    <w:rsid w:val="00471D8B"/>
    <w:rsid w:val="0047232E"/>
    <w:rsid w:val="0047332F"/>
    <w:rsid w:val="00473444"/>
    <w:rsid w:val="00473591"/>
    <w:rsid w:val="0047465E"/>
    <w:rsid w:val="004747C0"/>
    <w:rsid w:val="00474FA0"/>
    <w:rsid w:val="00475AC7"/>
    <w:rsid w:val="00476443"/>
    <w:rsid w:val="0047676A"/>
    <w:rsid w:val="0048024F"/>
    <w:rsid w:val="00480B84"/>
    <w:rsid w:val="0048132D"/>
    <w:rsid w:val="00481C41"/>
    <w:rsid w:val="00482125"/>
    <w:rsid w:val="00483864"/>
    <w:rsid w:val="0048387F"/>
    <w:rsid w:val="00483F44"/>
    <w:rsid w:val="004845D4"/>
    <w:rsid w:val="004848A9"/>
    <w:rsid w:val="0048591D"/>
    <w:rsid w:val="004860BB"/>
    <w:rsid w:val="00486148"/>
    <w:rsid w:val="004861BA"/>
    <w:rsid w:val="00486C7B"/>
    <w:rsid w:val="00490365"/>
    <w:rsid w:val="004906BA"/>
    <w:rsid w:val="0049112D"/>
    <w:rsid w:val="004922E1"/>
    <w:rsid w:val="004923D9"/>
    <w:rsid w:val="00492A5E"/>
    <w:rsid w:val="00492BA1"/>
    <w:rsid w:val="0049309C"/>
    <w:rsid w:val="00493259"/>
    <w:rsid w:val="004937AF"/>
    <w:rsid w:val="004938D2"/>
    <w:rsid w:val="00493E22"/>
    <w:rsid w:val="00494D7D"/>
    <w:rsid w:val="00494F66"/>
    <w:rsid w:val="004950E1"/>
    <w:rsid w:val="00495382"/>
    <w:rsid w:val="0049579A"/>
    <w:rsid w:val="004959D2"/>
    <w:rsid w:val="00495F72"/>
    <w:rsid w:val="00496AAA"/>
    <w:rsid w:val="00496FDC"/>
    <w:rsid w:val="0049708B"/>
    <w:rsid w:val="004970D4"/>
    <w:rsid w:val="00497450"/>
    <w:rsid w:val="00497CD2"/>
    <w:rsid w:val="004A05EB"/>
    <w:rsid w:val="004A0A18"/>
    <w:rsid w:val="004A1C9E"/>
    <w:rsid w:val="004A1F8C"/>
    <w:rsid w:val="004A22B5"/>
    <w:rsid w:val="004A2509"/>
    <w:rsid w:val="004A2B62"/>
    <w:rsid w:val="004A33CB"/>
    <w:rsid w:val="004A38C0"/>
    <w:rsid w:val="004A51A1"/>
    <w:rsid w:val="004A51E7"/>
    <w:rsid w:val="004A5C43"/>
    <w:rsid w:val="004B2169"/>
    <w:rsid w:val="004B5568"/>
    <w:rsid w:val="004B575B"/>
    <w:rsid w:val="004B58F4"/>
    <w:rsid w:val="004B6705"/>
    <w:rsid w:val="004B6E8A"/>
    <w:rsid w:val="004B7007"/>
    <w:rsid w:val="004C1527"/>
    <w:rsid w:val="004C1E3D"/>
    <w:rsid w:val="004C1E74"/>
    <w:rsid w:val="004C2735"/>
    <w:rsid w:val="004C320B"/>
    <w:rsid w:val="004C4561"/>
    <w:rsid w:val="004C4CE2"/>
    <w:rsid w:val="004C500E"/>
    <w:rsid w:val="004C53EB"/>
    <w:rsid w:val="004C53FD"/>
    <w:rsid w:val="004C59A9"/>
    <w:rsid w:val="004C5A18"/>
    <w:rsid w:val="004C5A21"/>
    <w:rsid w:val="004C5D6E"/>
    <w:rsid w:val="004C658A"/>
    <w:rsid w:val="004C70B8"/>
    <w:rsid w:val="004C718D"/>
    <w:rsid w:val="004C7B5C"/>
    <w:rsid w:val="004D0594"/>
    <w:rsid w:val="004D0D95"/>
    <w:rsid w:val="004D1082"/>
    <w:rsid w:val="004D1365"/>
    <w:rsid w:val="004D14A8"/>
    <w:rsid w:val="004D1E4D"/>
    <w:rsid w:val="004D1F0D"/>
    <w:rsid w:val="004D2817"/>
    <w:rsid w:val="004D2841"/>
    <w:rsid w:val="004D49B3"/>
    <w:rsid w:val="004D4B20"/>
    <w:rsid w:val="004D4D71"/>
    <w:rsid w:val="004D4E60"/>
    <w:rsid w:val="004D4F95"/>
    <w:rsid w:val="004D57FF"/>
    <w:rsid w:val="004D65CF"/>
    <w:rsid w:val="004D7908"/>
    <w:rsid w:val="004D7DB4"/>
    <w:rsid w:val="004E019A"/>
    <w:rsid w:val="004E09C3"/>
    <w:rsid w:val="004E1516"/>
    <w:rsid w:val="004E196C"/>
    <w:rsid w:val="004E2A6C"/>
    <w:rsid w:val="004E3763"/>
    <w:rsid w:val="004E40C2"/>
    <w:rsid w:val="004E50FC"/>
    <w:rsid w:val="004E7128"/>
    <w:rsid w:val="004E7136"/>
    <w:rsid w:val="004E73CD"/>
    <w:rsid w:val="004F06E7"/>
    <w:rsid w:val="004F12DD"/>
    <w:rsid w:val="004F24A6"/>
    <w:rsid w:val="004F28AE"/>
    <w:rsid w:val="004F3128"/>
    <w:rsid w:val="004F32C4"/>
    <w:rsid w:val="004F3D89"/>
    <w:rsid w:val="004F4729"/>
    <w:rsid w:val="004F493B"/>
    <w:rsid w:val="004F59A1"/>
    <w:rsid w:val="004F5C09"/>
    <w:rsid w:val="004F6666"/>
    <w:rsid w:val="004F6C3E"/>
    <w:rsid w:val="004F733C"/>
    <w:rsid w:val="004F7572"/>
    <w:rsid w:val="004F7614"/>
    <w:rsid w:val="004F7649"/>
    <w:rsid w:val="004F7CC5"/>
    <w:rsid w:val="0050058A"/>
    <w:rsid w:val="005021A3"/>
    <w:rsid w:val="005023F9"/>
    <w:rsid w:val="005024E5"/>
    <w:rsid w:val="00502D87"/>
    <w:rsid w:val="00502F5B"/>
    <w:rsid w:val="0050319E"/>
    <w:rsid w:val="00503978"/>
    <w:rsid w:val="00504930"/>
    <w:rsid w:val="00504B3D"/>
    <w:rsid w:val="005057B7"/>
    <w:rsid w:val="00505AF4"/>
    <w:rsid w:val="00505FE1"/>
    <w:rsid w:val="0050681A"/>
    <w:rsid w:val="00510911"/>
    <w:rsid w:val="005116AF"/>
    <w:rsid w:val="00511C92"/>
    <w:rsid w:val="00511EC9"/>
    <w:rsid w:val="005125EC"/>
    <w:rsid w:val="00512FD7"/>
    <w:rsid w:val="005138D8"/>
    <w:rsid w:val="00513C1F"/>
    <w:rsid w:val="00514AD2"/>
    <w:rsid w:val="00514DAB"/>
    <w:rsid w:val="00514E2A"/>
    <w:rsid w:val="00516D2C"/>
    <w:rsid w:val="005177CE"/>
    <w:rsid w:val="00517F97"/>
    <w:rsid w:val="00520C5C"/>
    <w:rsid w:val="00520FB8"/>
    <w:rsid w:val="005236A9"/>
    <w:rsid w:val="005254E5"/>
    <w:rsid w:val="005263AF"/>
    <w:rsid w:val="00526B17"/>
    <w:rsid w:val="0052735E"/>
    <w:rsid w:val="00527627"/>
    <w:rsid w:val="00531042"/>
    <w:rsid w:val="00531908"/>
    <w:rsid w:val="00531FEC"/>
    <w:rsid w:val="00532623"/>
    <w:rsid w:val="00532A0B"/>
    <w:rsid w:val="00532B29"/>
    <w:rsid w:val="00533415"/>
    <w:rsid w:val="005337E5"/>
    <w:rsid w:val="00533CB3"/>
    <w:rsid w:val="00536354"/>
    <w:rsid w:val="00536D95"/>
    <w:rsid w:val="00536F6F"/>
    <w:rsid w:val="005371B9"/>
    <w:rsid w:val="005374FC"/>
    <w:rsid w:val="00541C96"/>
    <w:rsid w:val="00541E70"/>
    <w:rsid w:val="00541FE0"/>
    <w:rsid w:val="0054200C"/>
    <w:rsid w:val="0054254F"/>
    <w:rsid w:val="00543928"/>
    <w:rsid w:val="0054404C"/>
    <w:rsid w:val="00545A0A"/>
    <w:rsid w:val="00545CE6"/>
    <w:rsid w:val="005469A9"/>
    <w:rsid w:val="00547291"/>
    <w:rsid w:val="00547900"/>
    <w:rsid w:val="0055028B"/>
    <w:rsid w:val="00550293"/>
    <w:rsid w:val="00550E0C"/>
    <w:rsid w:val="00551142"/>
    <w:rsid w:val="005515B3"/>
    <w:rsid w:val="005516F1"/>
    <w:rsid w:val="00551BCE"/>
    <w:rsid w:val="00553E12"/>
    <w:rsid w:val="00553F65"/>
    <w:rsid w:val="0055406A"/>
    <w:rsid w:val="005541A4"/>
    <w:rsid w:val="0055621C"/>
    <w:rsid w:val="00556A47"/>
    <w:rsid w:val="00556E8C"/>
    <w:rsid w:val="0056073C"/>
    <w:rsid w:val="0056153B"/>
    <w:rsid w:val="00561C74"/>
    <w:rsid w:val="00561DCD"/>
    <w:rsid w:val="00564D5C"/>
    <w:rsid w:val="00564F58"/>
    <w:rsid w:val="00565CCD"/>
    <w:rsid w:val="00567F11"/>
    <w:rsid w:val="0057074D"/>
    <w:rsid w:val="0057088E"/>
    <w:rsid w:val="00570FB0"/>
    <w:rsid w:val="00571090"/>
    <w:rsid w:val="00571950"/>
    <w:rsid w:val="005719FE"/>
    <w:rsid w:val="005722C8"/>
    <w:rsid w:val="00572F8B"/>
    <w:rsid w:val="00573241"/>
    <w:rsid w:val="00574669"/>
    <w:rsid w:val="00575D3F"/>
    <w:rsid w:val="00576C40"/>
    <w:rsid w:val="00576EA5"/>
    <w:rsid w:val="005777DB"/>
    <w:rsid w:val="00580318"/>
    <w:rsid w:val="00580D2E"/>
    <w:rsid w:val="00582D6A"/>
    <w:rsid w:val="00583C4B"/>
    <w:rsid w:val="005845D3"/>
    <w:rsid w:val="005846F0"/>
    <w:rsid w:val="00584C76"/>
    <w:rsid w:val="00584DF0"/>
    <w:rsid w:val="00584E8D"/>
    <w:rsid w:val="00584F43"/>
    <w:rsid w:val="00585CB8"/>
    <w:rsid w:val="0058689A"/>
    <w:rsid w:val="00592FC6"/>
    <w:rsid w:val="005936C3"/>
    <w:rsid w:val="00593E61"/>
    <w:rsid w:val="00594580"/>
    <w:rsid w:val="0059598D"/>
    <w:rsid w:val="00597FD6"/>
    <w:rsid w:val="005A022A"/>
    <w:rsid w:val="005A0235"/>
    <w:rsid w:val="005A0ED3"/>
    <w:rsid w:val="005A180D"/>
    <w:rsid w:val="005A396E"/>
    <w:rsid w:val="005A4B16"/>
    <w:rsid w:val="005A4B59"/>
    <w:rsid w:val="005A4BBA"/>
    <w:rsid w:val="005A57F1"/>
    <w:rsid w:val="005A6326"/>
    <w:rsid w:val="005A6580"/>
    <w:rsid w:val="005B106A"/>
    <w:rsid w:val="005B284E"/>
    <w:rsid w:val="005B2CF1"/>
    <w:rsid w:val="005B3597"/>
    <w:rsid w:val="005B3989"/>
    <w:rsid w:val="005B3AF5"/>
    <w:rsid w:val="005B431E"/>
    <w:rsid w:val="005B4A8A"/>
    <w:rsid w:val="005B6FA5"/>
    <w:rsid w:val="005B784A"/>
    <w:rsid w:val="005B7C46"/>
    <w:rsid w:val="005C01C5"/>
    <w:rsid w:val="005C1AB3"/>
    <w:rsid w:val="005C25A1"/>
    <w:rsid w:val="005C3273"/>
    <w:rsid w:val="005C3AED"/>
    <w:rsid w:val="005C4342"/>
    <w:rsid w:val="005C4755"/>
    <w:rsid w:val="005C4AC2"/>
    <w:rsid w:val="005C5110"/>
    <w:rsid w:val="005C55CD"/>
    <w:rsid w:val="005D0D51"/>
    <w:rsid w:val="005D0F87"/>
    <w:rsid w:val="005D10F2"/>
    <w:rsid w:val="005D1282"/>
    <w:rsid w:val="005D1874"/>
    <w:rsid w:val="005D1A03"/>
    <w:rsid w:val="005D1F32"/>
    <w:rsid w:val="005D2E13"/>
    <w:rsid w:val="005D368A"/>
    <w:rsid w:val="005D36EF"/>
    <w:rsid w:val="005D4A46"/>
    <w:rsid w:val="005D4BCC"/>
    <w:rsid w:val="005D4EB7"/>
    <w:rsid w:val="005D5FAA"/>
    <w:rsid w:val="005D7498"/>
    <w:rsid w:val="005D7F53"/>
    <w:rsid w:val="005E1791"/>
    <w:rsid w:val="005E1A5D"/>
    <w:rsid w:val="005E5E03"/>
    <w:rsid w:val="005E6F61"/>
    <w:rsid w:val="005F0014"/>
    <w:rsid w:val="005F1491"/>
    <w:rsid w:val="005F28DD"/>
    <w:rsid w:val="005F2AC1"/>
    <w:rsid w:val="005F3166"/>
    <w:rsid w:val="005F3D00"/>
    <w:rsid w:val="005F6606"/>
    <w:rsid w:val="005F662E"/>
    <w:rsid w:val="005F6CF3"/>
    <w:rsid w:val="005F748E"/>
    <w:rsid w:val="005F7652"/>
    <w:rsid w:val="005F791C"/>
    <w:rsid w:val="005F7F85"/>
    <w:rsid w:val="00600DA0"/>
    <w:rsid w:val="00601621"/>
    <w:rsid w:val="00601F5E"/>
    <w:rsid w:val="00602BBC"/>
    <w:rsid w:val="006036E8"/>
    <w:rsid w:val="006041C8"/>
    <w:rsid w:val="0060584A"/>
    <w:rsid w:val="00605A01"/>
    <w:rsid w:val="00605E8F"/>
    <w:rsid w:val="00606F7D"/>
    <w:rsid w:val="00607119"/>
    <w:rsid w:val="006107FE"/>
    <w:rsid w:val="006108B3"/>
    <w:rsid w:val="00610A82"/>
    <w:rsid w:val="006128F3"/>
    <w:rsid w:val="00612AEE"/>
    <w:rsid w:val="00614402"/>
    <w:rsid w:val="00614D10"/>
    <w:rsid w:val="006155C5"/>
    <w:rsid w:val="00616392"/>
    <w:rsid w:val="00616A39"/>
    <w:rsid w:val="00616B1C"/>
    <w:rsid w:val="00617CF5"/>
    <w:rsid w:val="0062033D"/>
    <w:rsid w:val="006207A9"/>
    <w:rsid w:val="00620800"/>
    <w:rsid w:val="006212B2"/>
    <w:rsid w:val="006213A4"/>
    <w:rsid w:val="00622415"/>
    <w:rsid w:val="00622ED6"/>
    <w:rsid w:val="00623A27"/>
    <w:rsid w:val="00623A3F"/>
    <w:rsid w:val="00624091"/>
    <w:rsid w:val="00624192"/>
    <w:rsid w:val="006249BA"/>
    <w:rsid w:val="00624CD5"/>
    <w:rsid w:val="00625D6C"/>
    <w:rsid w:val="0062614F"/>
    <w:rsid w:val="00626AFC"/>
    <w:rsid w:val="00627EB7"/>
    <w:rsid w:val="0063243A"/>
    <w:rsid w:val="006326DC"/>
    <w:rsid w:val="00632953"/>
    <w:rsid w:val="0063334B"/>
    <w:rsid w:val="006333B4"/>
    <w:rsid w:val="006335B5"/>
    <w:rsid w:val="0063364B"/>
    <w:rsid w:val="0063384C"/>
    <w:rsid w:val="0063603E"/>
    <w:rsid w:val="00636614"/>
    <w:rsid w:val="006368C3"/>
    <w:rsid w:val="006371D0"/>
    <w:rsid w:val="00637EAE"/>
    <w:rsid w:val="00640252"/>
    <w:rsid w:val="00640D31"/>
    <w:rsid w:val="00641AF2"/>
    <w:rsid w:val="0064220D"/>
    <w:rsid w:val="006426BA"/>
    <w:rsid w:val="00642A6A"/>
    <w:rsid w:val="006438C6"/>
    <w:rsid w:val="00643AB6"/>
    <w:rsid w:val="00643D53"/>
    <w:rsid w:val="00644229"/>
    <w:rsid w:val="00644247"/>
    <w:rsid w:val="00644270"/>
    <w:rsid w:val="0064558E"/>
    <w:rsid w:val="0064599F"/>
    <w:rsid w:val="006465F3"/>
    <w:rsid w:val="00646C37"/>
    <w:rsid w:val="00647527"/>
    <w:rsid w:val="00647663"/>
    <w:rsid w:val="0064796B"/>
    <w:rsid w:val="00647CDE"/>
    <w:rsid w:val="00647D75"/>
    <w:rsid w:val="00650D1D"/>
    <w:rsid w:val="00651189"/>
    <w:rsid w:val="00652518"/>
    <w:rsid w:val="0065271C"/>
    <w:rsid w:val="00652B96"/>
    <w:rsid w:val="00652BA9"/>
    <w:rsid w:val="00652C3B"/>
    <w:rsid w:val="0065495D"/>
    <w:rsid w:val="00655CD2"/>
    <w:rsid w:val="006561ED"/>
    <w:rsid w:val="00656DE1"/>
    <w:rsid w:val="00657798"/>
    <w:rsid w:val="00657BC0"/>
    <w:rsid w:val="006617DA"/>
    <w:rsid w:val="0066262B"/>
    <w:rsid w:val="00663B59"/>
    <w:rsid w:val="00663E05"/>
    <w:rsid w:val="00664073"/>
    <w:rsid w:val="006647B2"/>
    <w:rsid w:val="00665C63"/>
    <w:rsid w:val="006678AA"/>
    <w:rsid w:val="006703CE"/>
    <w:rsid w:val="0067042D"/>
    <w:rsid w:val="00670510"/>
    <w:rsid w:val="006706A0"/>
    <w:rsid w:val="00670EB0"/>
    <w:rsid w:val="00671468"/>
    <w:rsid w:val="00671797"/>
    <w:rsid w:val="00671D27"/>
    <w:rsid w:val="0067272E"/>
    <w:rsid w:val="00672C6D"/>
    <w:rsid w:val="00676167"/>
    <w:rsid w:val="006777BC"/>
    <w:rsid w:val="00677A9D"/>
    <w:rsid w:val="00680AA9"/>
    <w:rsid w:val="00680C00"/>
    <w:rsid w:val="00683B9B"/>
    <w:rsid w:val="00684DB3"/>
    <w:rsid w:val="00685ADB"/>
    <w:rsid w:val="00685BD6"/>
    <w:rsid w:val="006860AA"/>
    <w:rsid w:val="00686111"/>
    <w:rsid w:val="00686916"/>
    <w:rsid w:val="00687521"/>
    <w:rsid w:val="0068774E"/>
    <w:rsid w:val="00687843"/>
    <w:rsid w:val="0069002D"/>
    <w:rsid w:val="006903DF"/>
    <w:rsid w:val="00692040"/>
    <w:rsid w:val="00693D2F"/>
    <w:rsid w:val="00694D35"/>
    <w:rsid w:val="00694FDD"/>
    <w:rsid w:val="006960FF"/>
    <w:rsid w:val="00697004"/>
    <w:rsid w:val="00697713"/>
    <w:rsid w:val="00697A96"/>
    <w:rsid w:val="00697F69"/>
    <w:rsid w:val="006A04E8"/>
    <w:rsid w:val="006A0730"/>
    <w:rsid w:val="006A08EE"/>
    <w:rsid w:val="006A1497"/>
    <w:rsid w:val="006A170F"/>
    <w:rsid w:val="006A260B"/>
    <w:rsid w:val="006A2970"/>
    <w:rsid w:val="006A31A5"/>
    <w:rsid w:val="006A3982"/>
    <w:rsid w:val="006A55D6"/>
    <w:rsid w:val="006A5863"/>
    <w:rsid w:val="006A6B61"/>
    <w:rsid w:val="006A7055"/>
    <w:rsid w:val="006B097D"/>
    <w:rsid w:val="006B0F76"/>
    <w:rsid w:val="006B2439"/>
    <w:rsid w:val="006B2B88"/>
    <w:rsid w:val="006B3F7E"/>
    <w:rsid w:val="006B3FD2"/>
    <w:rsid w:val="006B4DAD"/>
    <w:rsid w:val="006B6545"/>
    <w:rsid w:val="006B6CD5"/>
    <w:rsid w:val="006B7D83"/>
    <w:rsid w:val="006C0293"/>
    <w:rsid w:val="006C0A6E"/>
    <w:rsid w:val="006C1473"/>
    <w:rsid w:val="006C163B"/>
    <w:rsid w:val="006C244E"/>
    <w:rsid w:val="006C3651"/>
    <w:rsid w:val="006C56E6"/>
    <w:rsid w:val="006C5EB6"/>
    <w:rsid w:val="006C60B0"/>
    <w:rsid w:val="006C6BAF"/>
    <w:rsid w:val="006C6FEC"/>
    <w:rsid w:val="006C79BB"/>
    <w:rsid w:val="006C7CF5"/>
    <w:rsid w:val="006D01CC"/>
    <w:rsid w:val="006D0844"/>
    <w:rsid w:val="006D0CFF"/>
    <w:rsid w:val="006D0FB2"/>
    <w:rsid w:val="006D19B3"/>
    <w:rsid w:val="006D1B4B"/>
    <w:rsid w:val="006D25D9"/>
    <w:rsid w:val="006D35A7"/>
    <w:rsid w:val="006D4AD0"/>
    <w:rsid w:val="006D4BF1"/>
    <w:rsid w:val="006D4BFD"/>
    <w:rsid w:val="006D5F08"/>
    <w:rsid w:val="006E0BDF"/>
    <w:rsid w:val="006E17A1"/>
    <w:rsid w:val="006E28EA"/>
    <w:rsid w:val="006E314A"/>
    <w:rsid w:val="006E33FB"/>
    <w:rsid w:val="006E53A6"/>
    <w:rsid w:val="006E5DD9"/>
    <w:rsid w:val="006E728F"/>
    <w:rsid w:val="006E7496"/>
    <w:rsid w:val="006E7D51"/>
    <w:rsid w:val="006F12B5"/>
    <w:rsid w:val="006F19B9"/>
    <w:rsid w:val="006F1CDB"/>
    <w:rsid w:val="006F227E"/>
    <w:rsid w:val="006F2E04"/>
    <w:rsid w:val="006F2FF6"/>
    <w:rsid w:val="006F45ED"/>
    <w:rsid w:val="006F50DB"/>
    <w:rsid w:val="006F5A97"/>
    <w:rsid w:val="006F5FD1"/>
    <w:rsid w:val="006F6B98"/>
    <w:rsid w:val="006F7239"/>
    <w:rsid w:val="006F7A69"/>
    <w:rsid w:val="0070041E"/>
    <w:rsid w:val="0070161E"/>
    <w:rsid w:val="00702A7D"/>
    <w:rsid w:val="007037C4"/>
    <w:rsid w:val="00704304"/>
    <w:rsid w:val="00704862"/>
    <w:rsid w:val="00705BEA"/>
    <w:rsid w:val="00706799"/>
    <w:rsid w:val="007071E2"/>
    <w:rsid w:val="00707275"/>
    <w:rsid w:val="00707844"/>
    <w:rsid w:val="00710354"/>
    <w:rsid w:val="007109B3"/>
    <w:rsid w:val="007109DB"/>
    <w:rsid w:val="00710B5A"/>
    <w:rsid w:val="00710C28"/>
    <w:rsid w:val="00711354"/>
    <w:rsid w:val="00712294"/>
    <w:rsid w:val="007124C6"/>
    <w:rsid w:val="007126CC"/>
    <w:rsid w:val="00712C8C"/>
    <w:rsid w:val="00716E3E"/>
    <w:rsid w:val="00717701"/>
    <w:rsid w:val="00720CED"/>
    <w:rsid w:val="00721850"/>
    <w:rsid w:val="00722450"/>
    <w:rsid w:val="00722A78"/>
    <w:rsid w:val="00722BE7"/>
    <w:rsid w:val="007232F3"/>
    <w:rsid w:val="007239FC"/>
    <w:rsid w:val="00723B25"/>
    <w:rsid w:val="00723C6C"/>
    <w:rsid w:val="007246EF"/>
    <w:rsid w:val="00724706"/>
    <w:rsid w:val="00725C8F"/>
    <w:rsid w:val="00725FDC"/>
    <w:rsid w:val="007260E0"/>
    <w:rsid w:val="0072683C"/>
    <w:rsid w:val="00730456"/>
    <w:rsid w:val="0073108E"/>
    <w:rsid w:val="00731709"/>
    <w:rsid w:val="00732E3F"/>
    <w:rsid w:val="0073340E"/>
    <w:rsid w:val="00733A4C"/>
    <w:rsid w:val="00733C37"/>
    <w:rsid w:val="0073402A"/>
    <w:rsid w:val="0073481D"/>
    <w:rsid w:val="00734875"/>
    <w:rsid w:val="00734E6E"/>
    <w:rsid w:val="00735BAA"/>
    <w:rsid w:val="00736036"/>
    <w:rsid w:val="007369ED"/>
    <w:rsid w:val="00736B50"/>
    <w:rsid w:val="00737329"/>
    <w:rsid w:val="007379D2"/>
    <w:rsid w:val="00737E43"/>
    <w:rsid w:val="00740A27"/>
    <w:rsid w:val="00740E3D"/>
    <w:rsid w:val="00741761"/>
    <w:rsid w:val="00741E60"/>
    <w:rsid w:val="007421BC"/>
    <w:rsid w:val="00742AD7"/>
    <w:rsid w:val="00742BEC"/>
    <w:rsid w:val="00743E1F"/>
    <w:rsid w:val="00744483"/>
    <w:rsid w:val="00745142"/>
    <w:rsid w:val="00745FEC"/>
    <w:rsid w:val="007500B3"/>
    <w:rsid w:val="00750D3F"/>
    <w:rsid w:val="00751319"/>
    <w:rsid w:val="00751585"/>
    <w:rsid w:val="0075174B"/>
    <w:rsid w:val="00751AC4"/>
    <w:rsid w:val="00753B1F"/>
    <w:rsid w:val="00755CF1"/>
    <w:rsid w:val="007560F8"/>
    <w:rsid w:val="00756905"/>
    <w:rsid w:val="00757C8F"/>
    <w:rsid w:val="00757F09"/>
    <w:rsid w:val="00760E16"/>
    <w:rsid w:val="007610C1"/>
    <w:rsid w:val="0076174F"/>
    <w:rsid w:val="0076193C"/>
    <w:rsid w:val="007621B2"/>
    <w:rsid w:val="00762BA6"/>
    <w:rsid w:val="00763BB7"/>
    <w:rsid w:val="00765181"/>
    <w:rsid w:val="00765797"/>
    <w:rsid w:val="0076601D"/>
    <w:rsid w:val="00766B55"/>
    <w:rsid w:val="0077047E"/>
    <w:rsid w:val="00770672"/>
    <w:rsid w:val="00770E9D"/>
    <w:rsid w:val="007716E0"/>
    <w:rsid w:val="0077212A"/>
    <w:rsid w:val="00772A39"/>
    <w:rsid w:val="00773666"/>
    <w:rsid w:val="00773D4C"/>
    <w:rsid w:val="00774028"/>
    <w:rsid w:val="00774B3E"/>
    <w:rsid w:val="00775447"/>
    <w:rsid w:val="007754C0"/>
    <w:rsid w:val="00777EB9"/>
    <w:rsid w:val="007809CB"/>
    <w:rsid w:val="00780FF9"/>
    <w:rsid w:val="00781533"/>
    <w:rsid w:val="007816C4"/>
    <w:rsid w:val="007828FF"/>
    <w:rsid w:val="00782FC6"/>
    <w:rsid w:val="00784199"/>
    <w:rsid w:val="007841C6"/>
    <w:rsid w:val="0078469B"/>
    <w:rsid w:val="00785470"/>
    <w:rsid w:val="00785532"/>
    <w:rsid w:val="007856F1"/>
    <w:rsid w:val="00785EA0"/>
    <w:rsid w:val="00785F31"/>
    <w:rsid w:val="00787490"/>
    <w:rsid w:val="0079024C"/>
    <w:rsid w:val="0079062A"/>
    <w:rsid w:val="00791521"/>
    <w:rsid w:val="007920E4"/>
    <w:rsid w:val="00792747"/>
    <w:rsid w:val="00792F34"/>
    <w:rsid w:val="00793D11"/>
    <w:rsid w:val="00794C31"/>
    <w:rsid w:val="007967DB"/>
    <w:rsid w:val="00797086"/>
    <w:rsid w:val="007972DE"/>
    <w:rsid w:val="00797567"/>
    <w:rsid w:val="007A0900"/>
    <w:rsid w:val="007A1353"/>
    <w:rsid w:val="007A1D01"/>
    <w:rsid w:val="007A1D0E"/>
    <w:rsid w:val="007A1F25"/>
    <w:rsid w:val="007A2CFE"/>
    <w:rsid w:val="007A3455"/>
    <w:rsid w:val="007A433B"/>
    <w:rsid w:val="007A4C06"/>
    <w:rsid w:val="007A69A3"/>
    <w:rsid w:val="007A6D13"/>
    <w:rsid w:val="007B0AA8"/>
    <w:rsid w:val="007B0FD3"/>
    <w:rsid w:val="007B1216"/>
    <w:rsid w:val="007B16AB"/>
    <w:rsid w:val="007B2191"/>
    <w:rsid w:val="007B279D"/>
    <w:rsid w:val="007B2A13"/>
    <w:rsid w:val="007B2A62"/>
    <w:rsid w:val="007B2C81"/>
    <w:rsid w:val="007B334F"/>
    <w:rsid w:val="007B3766"/>
    <w:rsid w:val="007B4096"/>
    <w:rsid w:val="007B4DD6"/>
    <w:rsid w:val="007B5B9B"/>
    <w:rsid w:val="007B5FFA"/>
    <w:rsid w:val="007B78AC"/>
    <w:rsid w:val="007B7D6C"/>
    <w:rsid w:val="007C02A3"/>
    <w:rsid w:val="007C1AD7"/>
    <w:rsid w:val="007C228E"/>
    <w:rsid w:val="007C2AD4"/>
    <w:rsid w:val="007C3F10"/>
    <w:rsid w:val="007C43BF"/>
    <w:rsid w:val="007C5587"/>
    <w:rsid w:val="007C5E73"/>
    <w:rsid w:val="007C684F"/>
    <w:rsid w:val="007C6D75"/>
    <w:rsid w:val="007D1D3D"/>
    <w:rsid w:val="007D2FD1"/>
    <w:rsid w:val="007D321A"/>
    <w:rsid w:val="007D35BB"/>
    <w:rsid w:val="007D3A0B"/>
    <w:rsid w:val="007D5070"/>
    <w:rsid w:val="007D53AA"/>
    <w:rsid w:val="007D64C2"/>
    <w:rsid w:val="007D67DD"/>
    <w:rsid w:val="007D6D2B"/>
    <w:rsid w:val="007D766A"/>
    <w:rsid w:val="007E1330"/>
    <w:rsid w:val="007E1616"/>
    <w:rsid w:val="007E1D72"/>
    <w:rsid w:val="007E4575"/>
    <w:rsid w:val="007E608E"/>
    <w:rsid w:val="007E678A"/>
    <w:rsid w:val="007E75B0"/>
    <w:rsid w:val="007F106A"/>
    <w:rsid w:val="007F1A41"/>
    <w:rsid w:val="007F1D65"/>
    <w:rsid w:val="007F272C"/>
    <w:rsid w:val="007F2880"/>
    <w:rsid w:val="007F35EA"/>
    <w:rsid w:val="007F414B"/>
    <w:rsid w:val="007F41FF"/>
    <w:rsid w:val="007F421B"/>
    <w:rsid w:val="007F44F6"/>
    <w:rsid w:val="007F5EEC"/>
    <w:rsid w:val="007F6A4E"/>
    <w:rsid w:val="007F6A61"/>
    <w:rsid w:val="007F6C24"/>
    <w:rsid w:val="007F7144"/>
    <w:rsid w:val="007F7FE9"/>
    <w:rsid w:val="0080035E"/>
    <w:rsid w:val="008008FC"/>
    <w:rsid w:val="00801387"/>
    <w:rsid w:val="008013BC"/>
    <w:rsid w:val="008023BB"/>
    <w:rsid w:val="0080254F"/>
    <w:rsid w:val="00802876"/>
    <w:rsid w:val="00803F19"/>
    <w:rsid w:val="00803F7C"/>
    <w:rsid w:val="0080443D"/>
    <w:rsid w:val="0080493E"/>
    <w:rsid w:val="00804E8B"/>
    <w:rsid w:val="00806375"/>
    <w:rsid w:val="00806962"/>
    <w:rsid w:val="00806973"/>
    <w:rsid w:val="00806975"/>
    <w:rsid w:val="00806DB1"/>
    <w:rsid w:val="00806F78"/>
    <w:rsid w:val="00807A7E"/>
    <w:rsid w:val="00807CFB"/>
    <w:rsid w:val="00810315"/>
    <w:rsid w:val="00810DAD"/>
    <w:rsid w:val="0081111A"/>
    <w:rsid w:val="00813987"/>
    <w:rsid w:val="00814286"/>
    <w:rsid w:val="0081481A"/>
    <w:rsid w:val="00814867"/>
    <w:rsid w:val="008149BF"/>
    <w:rsid w:val="00814F76"/>
    <w:rsid w:val="008156D7"/>
    <w:rsid w:val="00815B13"/>
    <w:rsid w:val="00816EA8"/>
    <w:rsid w:val="0082070E"/>
    <w:rsid w:val="00820FEE"/>
    <w:rsid w:val="00821AA3"/>
    <w:rsid w:val="00821FDB"/>
    <w:rsid w:val="00822BB1"/>
    <w:rsid w:val="00822D1C"/>
    <w:rsid w:val="00822EF0"/>
    <w:rsid w:val="00823DCB"/>
    <w:rsid w:val="00824B2F"/>
    <w:rsid w:val="00824E72"/>
    <w:rsid w:val="00825330"/>
    <w:rsid w:val="00825B05"/>
    <w:rsid w:val="008266B4"/>
    <w:rsid w:val="008269BA"/>
    <w:rsid w:val="00830900"/>
    <w:rsid w:val="008314FF"/>
    <w:rsid w:val="0083164B"/>
    <w:rsid w:val="008320D2"/>
    <w:rsid w:val="0083217D"/>
    <w:rsid w:val="008325CD"/>
    <w:rsid w:val="0083262B"/>
    <w:rsid w:val="0083304A"/>
    <w:rsid w:val="00833B36"/>
    <w:rsid w:val="008370B9"/>
    <w:rsid w:val="00837ACB"/>
    <w:rsid w:val="0084074C"/>
    <w:rsid w:val="00840AB4"/>
    <w:rsid w:val="00845FB5"/>
    <w:rsid w:val="008464C0"/>
    <w:rsid w:val="00850AB1"/>
    <w:rsid w:val="00850FBB"/>
    <w:rsid w:val="008513B8"/>
    <w:rsid w:val="00851893"/>
    <w:rsid w:val="00852806"/>
    <w:rsid w:val="008529E8"/>
    <w:rsid w:val="00853308"/>
    <w:rsid w:val="00853C31"/>
    <w:rsid w:val="0085621B"/>
    <w:rsid w:val="00857126"/>
    <w:rsid w:val="0085780F"/>
    <w:rsid w:val="00860363"/>
    <w:rsid w:val="008616CD"/>
    <w:rsid w:val="008622E1"/>
    <w:rsid w:val="00863267"/>
    <w:rsid w:val="008644CB"/>
    <w:rsid w:val="00864738"/>
    <w:rsid w:val="00865CFF"/>
    <w:rsid w:val="008660F3"/>
    <w:rsid w:val="00866823"/>
    <w:rsid w:val="00866865"/>
    <w:rsid w:val="008674E2"/>
    <w:rsid w:val="00867A51"/>
    <w:rsid w:val="00867BAB"/>
    <w:rsid w:val="00867C90"/>
    <w:rsid w:val="008709E1"/>
    <w:rsid w:val="0087254E"/>
    <w:rsid w:val="00872938"/>
    <w:rsid w:val="00872B53"/>
    <w:rsid w:val="008747F9"/>
    <w:rsid w:val="00874DE2"/>
    <w:rsid w:val="00874E26"/>
    <w:rsid w:val="00874F6E"/>
    <w:rsid w:val="00875A1D"/>
    <w:rsid w:val="00875BFF"/>
    <w:rsid w:val="00876E36"/>
    <w:rsid w:val="008778A5"/>
    <w:rsid w:val="00877F94"/>
    <w:rsid w:val="008802D5"/>
    <w:rsid w:val="008804F1"/>
    <w:rsid w:val="0088125F"/>
    <w:rsid w:val="00881BDF"/>
    <w:rsid w:val="00882DD7"/>
    <w:rsid w:val="00883F51"/>
    <w:rsid w:val="00884044"/>
    <w:rsid w:val="00884394"/>
    <w:rsid w:val="00885010"/>
    <w:rsid w:val="00885707"/>
    <w:rsid w:val="00886F06"/>
    <w:rsid w:val="008870F5"/>
    <w:rsid w:val="0088786D"/>
    <w:rsid w:val="008939F4"/>
    <w:rsid w:val="00893D95"/>
    <w:rsid w:val="0089448E"/>
    <w:rsid w:val="008951C0"/>
    <w:rsid w:val="008956ED"/>
    <w:rsid w:val="00896173"/>
    <w:rsid w:val="0089648A"/>
    <w:rsid w:val="0089651E"/>
    <w:rsid w:val="0089676E"/>
    <w:rsid w:val="008972CA"/>
    <w:rsid w:val="0089743B"/>
    <w:rsid w:val="00897F0A"/>
    <w:rsid w:val="008A04C4"/>
    <w:rsid w:val="008A0EB9"/>
    <w:rsid w:val="008A3268"/>
    <w:rsid w:val="008A3B36"/>
    <w:rsid w:val="008A3C91"/>
    <w:rsid w:val="008A4DE8"/>
    <w:rsid w:val="008A5E41"/>
    <w:rsid w:val="008A71E5"/>
    <w:rsid w:val="008A74F4"/>
    <w:rsid w:val="008A774E"/>
    <w:rsid w:val="008A7D07"/>
    <w:rsid w:val="008B019E"/>
    <w:rsid w:val="008B0275"/>
    <w:rsid w:val="008B08FC"/>
    <w:rsid w:val="008B2047"/>
    <w:rsid w:val="008B25B3"/>
    <w:rsid w:val="008B4BB5"/>
    <w:rsid w:val="008B4D5E"/>
    <w:rsid w:val="008B699F"/>
    <w:rsid w:val="008B6A08"/>
    <w:rsid w:val="008B6EC0"/>
    <w:rsid w:val="008C252B"/>
    <w:rsid w:val="008C2547"/>
    <w:rsid w:val="008C2EE8"/>
    <w:rsid w:val="008C422D"/>
    <w:rsid w:val="008C46C9"/>
    <w:rsid w:val="008C4CDD"/>
    <w:rsid w:val="008C4F2D"/>
    <w:rsid w:val="008C5ED7"/>
    <w:rsid w:val="008C6AEE"/>
    <w:rsid w:val="008C6E46"/>
    <w:rsid w:val="008C7633"/>
    <w:rsid w:val="008D07F2"/>
    <w:rsid w:val="008D157F"/>
    <w:rsid w:val="008D16E1"/>
    <w:rsid w:val="008D18FC"/>
    <w:rsid w:val="008D35E2"/>
    <w:rsid w:val="008D36B8"/>
    <w:rsid w:val="008D3838"/>
    <w:rsid w:val="008D3B78"/>
    <w:rsid w:val="008D3E93"/>
    <w:rsid w:val="008D4709"/>
    <w:rsid w:val="008D470D"/>
    <w:rsid w:val="008D6C72"/>
    <w:rsid w:val="008D7AA4"/>
    <w:rsid w:val="008D7FFC"/>
    <w:rsid w:val="008E0234"/>
    <w:rsid w:val="008E13FE"/>
    <w:rsid w:val="008E1B5A"/>
    <w:rsid w:val="008E1CBB"/>
    <w:rsid w:val="008E1E9E"/>
    <w:rsid w:val="008E2677"/>
    <w:rsid w:val="008E29A1"/>
    <w:rsid w:val="008E3E09"/>
    <w:rsid w:val="008E46B4"/>
    <w:rsid w:val="008E5C83"/>
    <w:rsid w:val="008E5D1D"/>
    <w:rsid w:val="008E630C"/>
    <w:rsid w:val="008E73C6"/>
    <w:rsid w:val="008E75E3"/>
    <w:rsid w:val="008E7AE3"/>
    <w:rsid w:val="008F18BB"/>
    <w:rsid w:val="008F36A2"/>
    <w:rsid w:val="008F42F9"/>
    <w:rsid w:val="008F453B"/>
    <w:rsid w:val="008F476A"/>
    <w:rsid w:val="008F4A15"/>
    <w:rsid w:val="008F5DE2"/>
    <w:rsid w:val="008F6314"/>
    <w:rsid w:val="008F6A00"/>
    <w:rsid w:val="00900A35"/>
    <w:rsid w:val="009024F3"/>
    <w:rsid w:val="00902DC3"/>
    <w:rsid w:val="009032BD"/>
    <w:rsid w:val="009034E8"/>
    <w:rsid w:val="00903C34"/>
    <w:rsid w:val="009043E5"/>
    <w:rsid w:val="0090472A"/>
    <w:rsid w:val="00905772"/>
    <w:rsid w:val="00905B87"/>
    <w:rsid w:val="00906BDA"/>
    <w:rsid w:val="00906F39"/>
    <w:rsid w:val="0090761F"/>
    <w:rsid w:val="009076F1"/>
    <w:rsid w:val="009078ED"/>
    <w:rsid w:val="00910113"/>
    <w:rsid w:val="0091023B"/>
    <w:rsid w:val="00910B4A"/>
    <w:rsid w:val="00910E23"/>
    <w:rsid w:val="009111EA"/>
    <w:rsid w:val="00911C5A"/>
    <w:rsid w:val="00912EA5"/>
    <w:rsid w:val="00912FC9"/>
    <w:rsid w:val="00913C2C"/>
    <w:rsid w:val="0091481A"/>
    <w:rsid w:val="00914DC3"/>
    <w:rsid w:val="00914DCC"/>
    <w:rsid w:val="00915773"/>
    <w:rsid w:val="00916A68"/>
    <w:rsid w:val="00916AE5"/>
    <w:rsid w:val="00916E5F"/>
    <w:rsid w:val="00917728"/>
    <w:rsid w:val="0091790C"/>
    <w:rsid w:val="00920470"/>
    <w:rsid w:val="009205A3"/>
    <w:rsid w:val="0092161A"/>
    <w:rsid w:val="00921BAC"/>
    <w:rsid w:val="009220F1"/>
    <w:rsid w:val="0092253F"/>
    <w:rsid w:val="00922F68"/>
    <w:rsid w:val="009238E5"/>
    <w:rsid w:val="009249CD"/>
    <w:rsid w:val="00924E12"/>
    <w:rsid w:val="00925E01"/>
    <w:rsid w:val="00925E38"/>
    <w:rsid w:val="00926736"/>
    <w:rsid w:val="0092687D"/>
    <w:rsid w:val="00926945"/>
    <w:rsid w:val="00931162"/>
    <w:rsid w:val="00932250"/>
    <w:rsid w:val="0093289C"/>
    <w:rsid w:val="009330DB"/>
    <w:rsid w:val="0093353D"/>
    <w:rsid w:val="00935020"/>
    <w:rsid w:val="00935256"/>
    <w:rsid w:val="0093674C"/>
    <w:rsid w:val="009377EE"/>
    <w:rsid w:val="00937E36"/>
    <w:rsid w:val="00937FE3"/>
    <w:rsid w:val="009405F9"/>
    <w:rsid w:val="00940902"/>
    <w:rsid w:val="00941B5E"/>
    <w:rsid w:val="00941F29"/>
    <w:rsid w:val="00943491"/>
    <w:rsid w:val="009443A9"/>
    <w:rsid w:val="009443C2"/>
    <w:rsid w:val="009454E8"/>
    <w:rsid w:val="00946753"/>
    <w:rsid w:val="00946A37"/>
    <w:rsid w:val="00946D8D"/>
    <w:rsid w:val="009470C1"/>
    <w:rsid w:val="00947A1D"/>
    <w:rsid w:val="00947D31"/>
    <w:rsid w:val="00951120"/>
    <w:rsid w:val="00951E17"/>
    <w:rsid w:val="00953D82"/>
    <w:rsid w:val="009540FC"/>
    <w:rsid w:val="00954367"/>
    <w:rsid w:val="00954640"/>
    <w:rsid w:val="00954677"/>
    <w:rsid w:val="00954D3A"/>
    <w:rsid w:val="0095547C"/>
    <w:rsid w:val="00955B3F"/>
    <w:rsid w:val="00956257"/>
    <w:rsid w:val="00957343"/>
    <w:rsid w:val="00957BCC"/>
    <w:rsid w:val="0096079E"/>
    <w:rsid w:val="00960D67"/>
    <w:rsid w:val="00960E46"/>
    <w:rsid w:val="009617F1"/>
    <w:rsid w:val="009619D4"/>
    <w:rsid w:val="00961EB0"/>
    <w:rsid w:val="009626B1"/>
    <w:rsid w:val="009631FD"/>
    <w:rsid w:val="00963EA4"/>
    <w:rsid w:val="0096487E"/>
    <w:rsid w:val="0096499D"/>
    <w:rsid w:val="009650D5"/>
    <w:rsid w:val="00965514"/>
    <w:rsid w:val="00965780"/>
    <w:rsid w:val="00966562"/>
    <w:rsid w:val="00967BBF"/>
    <w:rsid w:val="0097042F"/>
    <w:rsid w:val="00971B3C"/>
    <w:rsid w:val="00971CEC"/>
    <w:rsid w:val="00971DE5"/>
    <w:rsid w:val="00972D62"/>
    <w:rsid w:val="0097342A"/>
    <w:rsid w:val="00973AC5"/>
    <w:rsid w:val="00973D75"/>
    <w:rsid w:val="0097487D"/>
    <w:rsid w:val="00975098"/>
    <w:rsid w:val="00975698"/>
    <w:rsid w:val="00975A27"/>
    <w:rsid w:val="00975C31"/>
    <w:rsid w:val="0097694B"/>
    <w:rsid w:val="00976DB7"/>
    <w:rsid w:val="00980BD4"/>
    <w:rsid w:val="00980CB5"/>
    <w:rsid w:val="00980D03"/>
    <w:rsid w:val="00980EDC"/>
    <w:rsid w:val="0098122B"/>
    <w:rsid w:val="009820E7"/>
    <w:rsid w:val="009830D6"/>
    <w:rsid w:val="0098349B"/>
    <w:rsid w:val="009837FF"/>
    <w:rsid w:val="00984420"/>
    <w:rsid w:val="00984795"/>
    <w:rsid w:val="009847B5"/>
    <w:rsid w:val="00984FA2"/>
    <w:rsid w:val="0098580F"/>
    <w:rsid w:val="00986041"/>
    <w:rsid w:val="00987324"/>
    <w:rsid w:val="0098776F"/>
    <w:rsid w:val="009877F0"/>
    <w:rsid w:val="00987807"/>
    <w:rsid w:val="00990003"/>
    <w:rsid w:val="009908A8"/>
    <w:rsid w:val="00990AA9"/>
    <w:rsid w:val="00991598"/>
    <w:rsid w:val="0099189D"/>
    <w:rsid w:val="00992337"/>
    <w:rsid w:val="009925E5"/>
    <w:rsid w:val="009943B4"/>
    <w:rsid w:val="009944C4"/>
    <w:rsid w:val="00995D91"/>
    <w:rsid w:val="009A02E2"/>
    <w:rsid w:val="009A0606"/>
    <w:rsid w:val="009A1DAC"/>
    <w:rsid w:val="009A22CA"/>
    <w:rsid w:val="009A23FC"/>
    <w:rsid w:val="009A28A2"/>
    <w:rsid w:val="009A2C4A"/>
    <w:rsid w:val="009A2CA3"/>
    <w:rsid w:val="009A2EF9"/>
    <w:rsid w:val="009A2FE9"/>
    <w:rsid w:val="009A3FB0"/>
    <w:rsid w:val="009A429C"/>
    <w:rsid w:val="009A432C"/>
    <w:rsid w:val="009A4AA9"/>
    <w:rsid w:val="009A4F80"/>
    <w:rsid w:val="009A5190"/>
    <w:rsid w:val="009A6D99"/>
    <w:rsid w:val="009A7B0A"/>
    <w:rsid w:val="009A7F39"/>
    <w:rsid w:val="009B1109"/>
    <w:rsid w:val="009B152A"/>
    <w:rsid w:val="009B2C6B"/>
    <w:rsid w:val="009B2D53"/>
    <w:rsid w:val="009B4750"/>
    <w:rsid w:val="009B4BBF"/>
    <w:rsid w:val="009B4E98"/>
    <w:rsid w:val="009B6078"/>
    <w:rsid w:val="009B6195"/>
    <w:rsid w:val="009B6D8A"/>
    <w:rsid w:val="009C1C0A"/>
    <w:rsid w:val="009C1DD1"/>
    <w:rsid w:val="009C22D2"/>
    <w:rsid w:val="009C2C14"/>
    <w:rsid w:val="009C375E"/>
    <w:rsid w:val="009C3BC3"/>
    <w:rsid w:val="009C4074"/>
    <w:rsid w:val="009C43AF"/>
    <w:rsid w:val="009C47A6"/>
    <w:rsid w:val="009C499A"/>
    <w:rsid w:val="009C4F7D"/>
    <w:rsid w:val="009C5BB3"/>
    <w:rsid w:val="009C6997"/>
    <w:rsid w:val="009C7333"/>
    <w:rsid w:val="009D0483"/>
    <w:rsid w:val="009D0696"/>
    <w:rsid w:val="009D0AA3"/>
    <w:rsid w:val="009D193A"/>
    <w:rsid w:val="009D396D"/>
    <w:rsid w:val="009D3CC5"/>
    <w:rsid w:val="009D4111"/>
    <w:rsid w:val="009D4814"/>
    <w:rsid w:val="009D4960"/>
    <w:rsid w:val="009D5419"/>
    <w:rsid w:val="009D6F7F"/>
    <w:rsid w:val="009D724A"/>
    <w:rsid w:val="009D7824"/>
    <w:rsid w:val="009E06FB"/>
    <w:rsid w:val="009E0966"/>
    <w:rsid w:val="009E0CDC"/>
    <w:rsid w:val="009E1F73"/>
    <w:rsid w:val="009E2B24"/>
    <w:rsid w:val="009E3534"/>
    <w:rsid w:val="009E37C7"/>
    <w:rsid w:val="009E5F4F"/>
    <w:rsid w:val="009E63A1"/>
    <w:rsid w:val="009E64E8"/>
    <w:rsid w:val="009E7A20"/>
    <w:rsid w:val="009F046A"/>
    <w:rsid w:val="009F0672"/>
    <w:rsid w:val="009F1937"/>
    <w:rsid w:val="009F2155"/>
    <w:rsid w:val="009F2228"/>
    <w:rsid w:val="009F2CA1"/>
    <w:rsid w:val="009F304C"/>
    <w:rsid w:val="009F3D78"/>
    <w:rsid w:val="009F422E"/>
    <w:rsid w:val="009F4D78"/>
    <w:rsid w:val="009F52C8"/>
    <w:rsid w:val="009F54C0"/>
    <w:rsid w:val="009F55E4"/>
    <w:rsid w:val="009F5EAE"/>
    <w:rsid w:val="009F6458"/>
    <w:rsid w:val="009F6CF2"/>
    <w:rsid w:val="009F6D7C"/>
    <w:rsid w:val="009F7882"/>
    <w:rsid w:val="009F7BFD"/>
    <w:rsid w:val="00A00307"/>
    <w:rsid w:val="00A013CA"/>
    <w:rsid w:val="00A016E8"/>
    <w:rsid w:val="00A01D5E"/>
    <w:rsid w:val="00A01F4F"/>
    <w:rsid w:val="00A02425"/>
    <w:rsid w:val="00A0251E"/>
    <w:rsid w:val="00A028D7"/>
    <w:rsid w:val="00A02CEF"/>
    <w:rsid w:val="00A04177"/>
    <w:rsid w:val="00A04401"/>
    <w:rsid w:val="00A04721"/>
    <w:rsid w:val="00A04AFB"/>
    <w:rsid w:val="00A04E1B"/>
    <w:rsid w:val="00A064DC"/>
    <w:rsid w:val="00A06F05"/>
    <w:rsid w:val="00A079C7"/>
    <w:rsid w:val="00A07AFA"/>
    <w:rsid w:val="00A1077C"/>
    <w:rsid w:val="00A1085A"/>
    <w:rsid w:val="00A10DCD"/>
    <w:rsid w:val="00A11230"/>
    <w:rsid w:val="00A113B3"/>
    <w:rsid w:val="00A11CA1"/>
    <w:rsid w:val="00A12273"/>
    <w:rsid w:val="00A12A82"/>
    <w:rsid w:val="00A14178"/>
    <w:rsid w:val="00A14FA2"/>
    <w:rsid w:val="00A169BE"/>
    <w:rsid w:val="00A16DEA"/>
    <w:rsid w:val="00A203C5"/>
    <w:rsid w:val="00A20C44"/>
    <w:rsid w:val="00A213DD"/>
    <w:rsid w:val="00A21693"/>
    <w:rsid w:val="00A227D3"/>
    <w:rsid w:val="00A22889"/>
    <w:rsid w:val="00A229C7"/>
    <w:rsid w:val="00A22F74"/>
    <w:rsid w:val="00A23AE7"/>
    <w:rsid w:val="00A24A24"/>
    <w:rsid w:val="00A2545D"/>
    <w:rsid w:val="00A26C4B"/>
    <w:rsid w:val="00A26E1E"/>
    <w:rsid w:val="00A27BA6"/>
    <w:rsid w:val="00A306EE"/>
    <w:rsid w:val="00A30BCD"/>
    <w:rsid w:val="00A31656"/>
    <w:rsid w:val="00A31D3C"/>
    <w:rsid w:val="00A32749"/>
    <w:rsid w:val="00A3318D"/>
    <w:rsid w:val="00A33859"/>
    <w:rsid w:val="00A3418E"/>
    <w:rsid w:val="00A350B1"/>
    <w:rsid w:val="00A3531F"/>
    <w:rsid w:val="00A35437"/>
    <w:rsid w:val="00A35E45"/>
    <w:rsid w:val="00A36A84"/>
    <w:rsid w:val="00A371CC"/>
    <w:rsid w:val="00A375E0"/>
    <w:rsid w:val="00A37AE4"/>
    <w:rsid w:val="00A410A5"/>
    <w:rsid w:val="00A42278"/>
    <w:rsid w:val="00A42659"/>
    <w:rsid w:val="00A4312A"/>
    <w:rsid w:val="00A43262"/>
    <w:rsid w:val="00A439A6"/>
    <w:rsid w:val="00A43AF2"/>
    <w:rsid w:val="00A45186"/>
    <w:rsid w:val="00A47152"/>
    <w:rsid w:val="00A4750A"/>
    <w:rsid w:val="00A509D7"/>
    <w:rsid w:val="00A50C70"/>
    <w:rsid w:val="00A5231F"/>
    <w:rsid w:val="00A52DAE"/>
    <w:rsid w:val="00A52FBB"/>
    <w:rsid w:val="00A5338E"/>
    <w:rsid w:val="00A53CD6"/>
    <w:rsid w:val="00A55572"/>
    <w:rsid w:val="00A55BC4"/>
    <w:rsid w:val="00A56C1D"/>
    <w:rsid w:val="00A56CBE"/>
    <w:rsid w:val="00A56E9D"/>
    <w:rsid w:val="00A572C3"/>
    <w:rsid w:val="00A6037B"/>
    <w:rsid w:val="00A60742"/>
    <w:rsid w:val="00A61367"/>
    <w:rsid w:val="00A6298B"/>
    <w:rsid w:val="00A62B2A"/>
    <w:rsid w:val="00A63CF1"/>
    <w:rsid w:val="00A6449C"/>
    <w:rsid w:val="00A65059"/>
    <w:rsid w:val="00A65380"/>
    <w:rsid w:val="00A65647"/>
    <w:rsid w:val="00A6648D"/>
    <w:rsid w:val="00A67610"/>
    <w:rsid w:val="00A67910"/>
    <w:rsid w:val="00A67D30"/>
    <w:rsid w:val="00A70E5F"/>
    <w:rsid w:val="00A719E4"/>
    <w:rsid w:val="00A71D95"/>
    <w:rsid w:val="00A73B02"/>
    <w:rsid w:val="00A73ED2"/>
    <w:rsid w:val="00A74015"/>
    <w:rsid w:val="00A74D5D"/>
    <w:rsid w:val="00A76911"/>
    <w:rsid w:val="00A76E12"/>
    <w:rsid w:val="00A800E3"/>
    <w:rsid w:val="00A803F7"/>
    <w:rsid w:val="00A80790"/>
    <w:rsid w:val="00A80CD5"/>
    <w:rsid w:val="00A80DC2"/>
    <w:rsid w:val="00A81211"/>
    <w:rsid w:val="00A8176C"/>
    <w:rsid w:val="00A82263"/>
    <w:rsid w:val="00A82398"/>
    <w:rsid w:val="00A82855"/>
    <w:rsid w:val="00A82D45"/>
    <w:rsid w:val="00A855B8"/>
    <w:rsid w:val="00A859D0"/>
    <w:rsid w:val="00A85B4E"/>
    <w:rsid w:val="00A86C98"/>
    <w:rsid w:val="00A870AE"/>
    <w:rsid w:val="00A87C44"/>
    <w:rsid w:val="00A9062B"/>
    <w:rsid w:val="00A908CF"/>
    <w:rsid w:val="00A9118A"/>
    <w:rsid w:val="00A92468"/>
    <w:rsid w:val="00A92ACC"/>
    <w:rsid w:val="00A92F7F"/>
    <w:rsid w:val="00A933E2"/>
    <w:rsid w:val="00A939AD"/>
    <w:rsid w:val="00A94847"/>
    <w:rsid w:val="00A94BEA"/>
    <w:rsid w:val="00A95D89"/>
    <w:rsid w:val="00A96BA2"/>
    <w:rsid w:val="00A9748B"/>
    <w:rsid w:val="00A979AE"/>
    <w:rsid w:val="00A97AB1"/>
    <w:rsid w:val="00AA0A5D"/>
    <w:rsid w:val="00AA1565"/>
    <w:rsid w:val="00AA382E"/>
    <w:rsid w:val="00AA458B"/>
    <w:rsid w:val="00AA4832"/>
    <w:rsid w:val="00AA4A7E"/>
    <w:rsid w:val="00AA50DD"/>
    <w:rsid w:val="00AA5BBA"/>
    <w:rsid w:val="00AA5D72"/>
    <w:rsid w:val="00AA76B8"/>
    <w:rsid w:val="00AA77C8"/>
    <w:rsid w:val="00AA7E19"/>
    <w:rsid w:val="00AB09E1"/>
    <w:rsid w:val="00AB16C7"/>
    <w:rsid w:val="00AB1D6C"/>
    <w:rsid w:val="00AB1D9E"/>
    <w:rsid w:val="00AB246E"/>
    <w:rsid w:val="00AB2CBE"/>
    <w:rsid w:val="00AB2EB0"/>
    <w:rsid w:val="00AB2EF9"/>
    <w:rsid w:val="00AB3208"/>
    <w:rsid w:val="00AB32BE"/>
    <w:rsid w:val="00AB33FB"/>
    <w:rsid w:val="00AB4C00"/>
    <w:rsid w:val="00AB5807"/>
    <w:rsid w:val="00AB5E18"/>
    <w:rsid w:val="00AB6FC3"/>
    <w:rsid w:val="00AB7602"/>
    <w:rsid w:val="00AB7C06"/>
    <w:rsid w:val="00AB7CB9"/>
    <w:rsid w:val="00AC108A"/>
    <w:rsid w:val="00AC1687"/>
    <w:rsid w:val="00AC18F1"/>
    <w:rsid w:val="00AC20E4"/>
    <w:rsid w:val="00AC2627"/>
    <w:rsid w:val="00AC2F22"/>
    <w:rsid w:val="00AC3817"/>
    <w:rsid w:val="00AC509F"/>
    <w:rsid w:val="00AC6340"/>
    <w:rsid w:val="00AC6AF9"/>
    <w:rsid w:val="00AC6BF3"/>
    <w:rsid w:val="00AD044E"/>
    <w:rsid w:val="00AD0FEC"/>
    <w:rsid w:val="00AD1568"/>
    <w:rsid w:val="00AD2831"/>
    <w:rsid w:val="00AD28AC"/>
    <w:rsid w:val="00AD4076"/>
    <w:rsid w:val="00AD463C"/>
    <w:rsid w:val="00AD48AB"/>
    <w:rsid w:val="00AD4FE0"/>
    <w:rsid w:val="00AD5CF0"/>
    <w:rsid w:val="00AD6ADB"/>
    <w:rsid w:val="00AD6E81"/>
    <w:rsid w:val="00AE0B3C"/>
    <w:rsid w:val="00AE1229"/>
    <w:rsid w:val="00AE4F06"/>
    <w:rsid w:val="00AE523A"/>
    <w:rsid w:val="00AE6BA7"/>
    <w:rsid w:val="00AE706A"/>
    <w:rsid w:val="00AE7D9D"/>
    <w:rsid w:val="00AF0007"/>
    <w:rsid w:val="00AF019A"/>
    <w:rsid w:val="00AF04AB"/>
    <w:rsid w:val="00AF0D96"/>
    <w:rsid w:val="00AF10C3"/>
    <w:rsid w:val="00AF119B"/>
    <w:rsid w:val="00AF1265"/>
    <w:rsid w:val="00AF16A6"/>
    <w:rsid w:val="00AF2151"/>
    <w:rsid w:val="00AF22D2"/>
    <w:rsid w:val="00AF35AC"/>
    <w:rsid w:val="00AF3991"/>
    <w:rsid w:val="00AF4C02"/>
    <w:rsid w:val="00AF645D"/>
    <w:rsid w:val="00AF6D78"/>
    <w:rsid w:val="00AF72AB"/>
    <w:rsid w:val="00AF767C"/>
    <w:rsid w:val="00AF77C5"/>
    <w:rsid w:val="00B04711"/>
    <w:rsid w:val="00B051F5"/>
    <w:rsid w:val="00B0646A"/>
    <w:rsid w:val="00B06CE7"/>
    <w:rsid w:val="00B06DFE"/>
    <w:rsid w:val="00B06E86"/>
    <w:rsid w:val="00B07692"/>
    <w:rsid w:val="00B10004"/>
    <w:rsid w:val="00B10348"/>
    <w:rsid w:val="00B10562"/>
    <w:rsid w:val="00B10704"/>
    <w:rsid w:val="00B1087E"/>
    <w:rsid w:val="00B114CF"/>
    <w:rsid w:val="00B1162D"/>
    <w:rsid w:val="00B13592"/>
    <w:rsid w:val="00B138A6"/>
    <w:rsid w:val="00B14B2F"/>
    <w:rsid w:val="00B17C9C"/>
    <w:rsid w:val="00B200FB"/>
    <w:rsid w:val="00B203B6"/>
    <w:rsid w:val="00B20486"/>
    <w:rsid w:val="00B20F44"/>
    <w:rsid w:val="00B21811"/>
    <w:rsid w:val="00B22099"/>
    <w:rsid w:val="00B22922"/>
    <w:rsid w:val="00B231CE"/>
    <w:rsid w:val="00B24065"/>
    <w:rsid w:val="00B24F86"/>
    <w:rsid w:val="00B25031"/>
    <w:rsid w:val="00B250C2"/>
    <w:rsid w:val="00B2575F"/>
    <w:rsid w:val="00B25B6A"/>
    <w:rsid w:val="00B26A1A"/>
    <w:rsid w:val="00B3082F"/>
    <w:rsid w:val="00B3094D"/>
    <w:rsid w:val="00B30A63"/>
    <w:rsid w:val="00B30C8B"/>
    <w:rsid w:val="00B3139B"/>
    <w:rsid w:val="00B316AE"/>
    <w:rsid w:val="00B31B25"/>
    <w:rsid w:val="00B3306A"/>
    <w:rsid w:val="00B33118"/>
    <w:rsid w:val="00B333A5"/>
    <w:rsid w:val="00B3402A"/>
    <w:rsid w:val="00B35C27"/>
    <w:rsid w:val="00B360EC"/>
    <w:rsid w:val="00B366FC"/>
    <w:rsid w:val="00B3694B"/>
    <w:rsid w:val="00B424B5"/>
    <w:rsid w:val="00B4384D"/>
    <w:rsid w:val="00B43B06"/>
    <w:rsid w:val="00B44367"/>
    <w:rsid w:val="00B444D2"/>
    <w:rsid w:val="00B44BE7"/>
    <w:rsid w:val="00B45C1B"/>
    <w:rsid w:val="00B465A6"/>
    <w:rsid w:val="00B4761C"/>
    <w:rsid w:val="00B4787B"/>
    <w:rsid w:val="00B51058"/>
    <w:rsid w:val="00B5175D"/>
    <w:rsid w:val="00B51955"/>
    <w:rsid w:val="00B519DE"/>
    <w:rsid w:val="00B51AE2"/>
    <w:rsid w:val="00B523EC"/>
    <w:rsid w:val="00B523FA"/>
    <w:rsid w:val="00B53F8A"/>
    <w:rsid w:val="00B55411"/>
    <w:rsid w:val="00B55E4A"/>
    <w:rsid w:val="00B5653C"/>
    <w:rsid w:val="00B5694F"/>
    <w:rsid w:val="00B57A32"/>
    <w:rsid w:val="00B603D9"/>
    <w:rsid w:val="00B60C59"/>
    <w:rsid w:val="00B614E8"/>
    <w:rsid w:val="00B6181D"/>
    <w:rsid w:val="00B627A7"/>
    <w:rsid w:val="00B62EEF"/>
    <w:rsid w:val="00B63A64"/>
    <w:rsid w:val="00B642D9"/>
    <w:rsid w:val="00B64C8D"/>
    <w:rsid w:val="00B65500"/>
    <w:rsid w:val="00B65797"/>
    <w:rsid w:val="00B657B6"/>
    <w:rsid w:val="00B65918"/>
    <w:rsid w:val="00B664D0"/>
    <w:rsid w:val="00B6678C"/>
    <w:rsid w:val="00B66A1B"/>
    <w:rsid w:val="00B673D2"/>
    <w:rsid w:val="00B67692"/>
    <w:rsid w:val="00B678A3"/>
    <w:rsid w:val="00B717FF"/>
    <w:rsid w:val="00B71855"/>
    <w:rsid w:val="00B71D38"/>
    <w:rsid w:val="00B7258A"/>
    <w:rsid w:val="00B72B48"/>
    <w:rsid w:val="00B72D23"/>
    <w:rsid w:val="00B72E1C"/>
    <w:rsid w:val="00B7491B"/>
    <w:rsid w:val="00B762C4"/>
    <w:rsid w:val="00B766A3"/>
    <w:rsid w:val="00B8094F"/>
    <w:rsid w:val="00B81018"/>
    <w:rsid w:val="00B81BE3"/>
    <w:rsid w:val="00B820B6"/>
    <w:rsid w:val="00B82733"/>
    <w:rsid w:val="00B8339A"/>
    <w:rsid w:val="00B83C09"/>
    <w:rsid w:val="00B851CD"/>
    <w:rsid w:val="00B8536B"/>
    <w:rsid w:val="00B85527"/>
    <w:rsid w:val="00B85988"/>
    <w:rsid w:val="00B85D55"/>
    <w:rsid w:val="00B86566"/>
    <w:rsid w:val="00B867A1"/>
    <w:rsid w:val="00B91677"/>
    <w:rsid w:val="00B91D0C"/>
    <w:rsid w:val="00B92751"/>
    <w:rsid w:val="00B92C0A"/>
    <w:rsid w:val="00B93024"/>
    <w:rsid w:val="00B93184"/>
    <w:rsid w:val="00B933AA"/>
    <w:rsid w:val="00B946B4"/>
    <w:rsid w:val="00B95DAE"/>
    <w:rsid w:val="00B96BC8"/>
    <w:rsid w:val="00B97396"/>
    <w:rsid w:val="00B97BAE"/>
    <w:rsid w:val="00B97CF3"/>
    <w:rsid w:val="00BA02FE"/>
    <w:rsid w:val="00BA05D7"/>
    <w:rsid w:val="00BA0799"/>
    <w:rsid w:val="00BA0A5A"/>
    <w:rsid w:val="00BA0B69"/>
    <w:rsid w:val="00BA0EF3"/>
    <w:rsid w:val="00BA1346"/>
    <w:rsid w:val="00BA19D4"/>
    <w:rsid w:val="00BA5839"/>
    <w:rsid w:val="00BA60B6"/>
    <w:rsid w:val="00BA68EE"/>
    <w:rsid w:val="00BA72E9"/>
    <w:rsid w:val="00BB031A"/>
    <w:rsid w:val="00BB175C"/>
    <w:rsid w:val="00BB25A3"/>
    <w:rsid w:val="00BB294A"/>
    <w:rsid w:val="00BB297F"/>
    <w:rsid w:val="00BB38B0"/>
    <w:rsid w:val="00BB3E58"/>
    <w:rsid w:val="00BB3EDB"/>
    <w:rsid w:val="00BB4A2A"/>
    <w:rsid w:val="00BB6B02"/>
    <w:rsid w:val="00BB7548"/>
    <w:rsid w:val="00BB7C5B"/>
    <w:rsid w:val="00BB7C76"/>
    <w:rsid w:val="00BC0828"/>
    <w:rsid w:val="00BC0B49"/>
    <w:rsid w:val="00BC101D"/>
    <w:rsid w:val="00BC1570"/>
    <w:rsid w:val="00BC16C1"/>
    <w:rsid w:val="00BC1FF9"/>
    <w:rsid w:val="00BC2798"/>
    <w:rsid w:val="00BC3271"/>
    <w:rsid w:val="00BC350E"/>
    <w:rsid w:val="00BC3AF7"/>
    <w:rsid w:val="00BC4F16"/>
    <w:rsid w:val="00BC75E8"/>
    <w:rsid w:val="00BC7BA9"/>
    <w:rsid w:val="00BC7D6F"/>
    <w:rsid w:val="00BC7E82"/>
    <w:rsid w:val="00BD0C71"/>
    <w:rsid w:val="00BD0D3C"/>
    <w:rsid w:val="00BD17D0"/>
    <w:rsid w:val="00BD3719"/>
    <w:rsid w:val="00BD4F8E"/>
    <w:rsid w:val="00BD54AD"/>
    <w:rsid w:val="00BD5924"/>
    <w:rsid w:val="00BD79DF"/>
    <w:rsid w:val="00BE058A"/>
    <w:rsid w:val="00BE09A2"/>
    <w:rsid w:val="00BE0D5E"/>
    <w:rsid w:val="00BE151A"/>
    <w:rsid w:val="00BE15D7"/>
    <w:rsid w:val="00BE1A94"/>
    <w:rsid w:val="00BE2358"/>
    <w:rsid w:val="00BE3162"/>
    <w:rsid w:val="00BE338D"/>
    <w:rsid w:val="00BE3DF9"/>
    <w:rsid w:val="00BE4C1A"/>
    <w:rsid w:val="00BF0E3A"/>
    <w:rsid w:val="00BF1349"/>
    <w:rsid w:val="00BF1526"/>
    <w:rsid w:val="00BF2240"/>
    <w:rsid w:val="00BF2676"/>
    <w:rsid w:val="00BF3007"/>
    <w:rsid w:val="00BF3067"/>
    <w:rsid w:val="00BF3424"/>
    <w:rsid w:val="00BF3703"/>
    <w:rsid w:val="00BF3A11"/>
    <w:rsid w:val="00BF3EA6"/>
    <w:rsid w:val="00BF3ED8"/>
    <w:rsid w:val="00BF44AC"/>
    <w:rsid w:val="00BF478B"/>
    <w:rsid w:val="00BF51E9"/>
    <w:rsid w:val="00BF5C1D"/>
    <w:rsid w:val="00BF5C60"/>
    <w:rsid w:val="00BF667E"/>
    <w:rsid w:val="00BF6A2C"/>
    <w:rsid w:val="00BF76F2"/>
    <w:rsid w:val="00BF792E"/>
    <w:rsid w:val="00C01152"/>
    <w:rsid w:val="00C011AF"/>
    <w:rsid w:val="00C013EC"/>
    <w:rsid w:val="00C01732"/>
    <w:rsid w:val="00C036D7"/>
    <w:rsid w:val="00C03866"/>
    <w:rsid w:val="00C0424E"/>
    <w:rsid w:val="00C05412"/>
    <w:rsid w:val="00C0547A"/>
    <w:rsid w:val="00C06CE1"/>
    <w:rsid w:val="00C0789B"/>
    <w:rsid w:val="00C10B32"/>
    <w:rsid w:val="00C10C24"/>
    <w:rsid w:val="00C10D14"/>
    <w:rsid w:val="00C119F5"/>
    <w:rsid w:val="00C12651"/>
    <w:rsid w:val="00C12E3F"/>
    <w:rsid w:val="00C13F1C"/>
    <w:rsid w:val="00C145CA"/>
    <w:rsid w:val="00C161CF"/>
    <w:rsid w:val="00C20159"/>
    <w:rsid w:val="00C207A2"/>
    <w:rsid w:val="00C20DE0"/>
    <w:rsid w:val="00C20F10"/>
    <w:rsid w:val="00C210F6"/>
    <w:rsid w:val="00C21BB9"/>
    <w:rsid w:val="00C222D4"/>
    <w:rsid w:val="00C224FA"/>
    <w:rsid w:val="00C22723"/>
    <w:rsid w:val="00C22FE6"/>
    <w:rsid w:val="00C2449A"/>
    <w:rsid w:val="00C263FB"/>
    <w:rsid w:val="00C2673B"/>
    <w:rsid w:val="00C26760"/>
    <w:rsid w:val="00C27859"/>
    <w:rsid w:val="00C3176A"/>
    <w:rsid w:val="00C32326"/>
    <w:rsid w:val="00C327C9"/>
    <w:rsid w:val="00C33155"/>
    <w:rsid w:val="00C33351"/>
    <w:rsid w:val="00C340CC"/>
    <w:rsid w:val="00C35A30"/>
    <w:rsid w:val="00C362FB"/>
    <w:rsid w:val="00C364DE"/>
    <w:rsid w:val="00C36FE1"/>
    <w:rsid w:val="00C401F9"/>
    <w:rsid w:val="00C4072E"/>
    <w:rsid w:val="00C41170"/>
    <w:rsid w:val="00C41FEE"/>
    <w:rsid w:val="00C42B0C"/>
    <w:rsid w:val="00C44CBE"/>
    <w:rsid w:val="00C44FAE"/>
    <w:rsid w:val="00C471BE"/>
    <w:rsid w:val="00C4725D"/>
    <w:rsid w:val="00C5029F"/>
    <w:rsid w:val="00C51035"/>
    <w:rsid w:val="00C520FC"/>
    <w:rsid w:val="00C52BB1"/>
    <w:rsid w:val="00C5361F"/>
    <w:rsid w:val="00C53AAC"/>
    <w:rsid w:val="00C53F2D"/>
    <w:rsid w:val="00C54751"/>
    <w:rsid w:val="00C54F1D"/>
    <w:rsid w:val="00C552A2"/>
    <w:rsid w:val="00C55493"/>
    <w:rsid w:val="00C56E98"/>
    <w:rsid w:val="00C57F30"/>
    <w:rsid w:val="00C57FF2"/>
    <w:rsid w:val="00C61FE4"/>
    <w:rsid w:val="00C6208B"/>
    <w:rsid w:val="00C6347C"/>
    <w:rsid w:val="00C6398D"/>
    <w:rsid w:val="00C64C38"/>
    <w:rsid w:val="00C65271"/>
    <w:rsid w:val="00C66D69"/>
    <w:rsid w:val="00C67D33"/>
    <w:rsid w:val="00C67F90"/>
    <w:rsid w:val="00C7018D"/>
    <w:rsid w:val="00C70886"/>
    <w:rsid w:val="00C71208"/>
    <w:rsid w:val="00C72D98"/>
    <w:rsid w:val="00C73FA5"/>
    <w:rsid w:val="00C74235"/>
    <w:rsid w:val="00C74670"/>
    <w:rsid w:val="00C754FA"/>
    <w:rsid w:val="00C77A3B"/>
    <w:rsid w:val="00C81086"/>
    <w:rsid w:val="00C811B6"/>
    <w:rsid w:val="00C81DBE"/>
    <w:rsid w:val="00C83056"/>
    <w:rsid w:val="00C831C0"/>
    <w:rsid w:val="00C8341D"/>
    <w:rsid w:val="00C87C2D"/>
    <w:rsid w:val="00C87D07"/>
    <w:rsid w:val="00C87F26"/>
    <w:rsid w:val="00C91085"/>
    <w:rsid w:val="00C91751"/>
    <w:rsid w:val="00C92224"/>
    <w:rsid w:val="00C92959"/>
    <w:rsid w:val="00C92B9B"/>
    <w:rsid w:val="00C954A7"/>
    <w:rsid w:val="00C96A61"/>
    <w:rsid w:val="00C971BC"/>
    <w:rsid w:val="00C9750E"/>
    <w:rsid w:val="00CA00CA"/>
    <w:rsid w:val="00CA040E"/>
    <w:rsid w:val="00CA07DF"/>
    <w:rsid w:val="00CA09D8"/>
    <w:rsid w:val="00CA0C47"/>
    <w:rsid w:val="00CA185B"/>
    <w:rsid w:val="00CA1BC9"/>
    <w:rsid w:val="00CA2B0F"/>
    <w:rsid w:val="00CA2BD7"/>
    <w:rsid w:val="00CA2D4C"/>
    <w:rsid w:val="00CA32CC"/>
    <w:rsid w:val="00CA400C"/>
    <w:rsid w:val="00CA5913"/>
    <w:rsid w:val="00CA5BAC"/>
    <w:rsid w:val="00CA6099"/>
    <w:rsid w:val="00CA689B"/>
    <w:rsid w:val="00CA6B37"/>
    <w:rsid w:val="00CA7038"/>
    <w:rsid w:val="00CA72CF"/>
    <w:rsid w:val="00CA7A41"/>
    <w:rsid w:val="00CB01B9"/>
    <w:rsid w:val="00CB1D6E"/>
    <w:rsid w:val="00CB1EA8"/>
    <w:rsid w:val="00CB27CD"/>
    <w:rsid w:val="00CB3386"/>
    <w:rsid w:val="00CB3DFD"/>
    <w:rsid w:val="00CB44B2"/>
    <w:rsid w:val="00CB5175"/>
    <w:rsid w:val="00CB62C9"/>
    <w:rsid w:val="00CB650F"/>
    <w:rsid w:val="00CB6690"/>
    <w:rsid w:val="00CB6E58"/>
    <w:rsid w:val="00CB7575"/>
    <w:rsid w:val="00CB794C"/>
    <w:rsid w:val="00CB7A89"/>
    <w:rsid w:val="00CC09CA"/>
    <w:rsid w:val="00CC0C8C"/>
    <w:rsid w:val="00CC273A"/>
    <w:rsid w:val="00CC337C"/>
    <w:rsid w:val="00CC3756"/>
    <w:rsid w:val="00CC39F9"/>
    <w:rsid w:val="00CC3E73"/>
    <w:rsid w:val="00CC3ECD"/>
    <w:rsid w:val="00CC4420"/>
    <w:rsid w:val="00CC44D2"/>
    <w:rsid w:val="00CC4A29"/>
    <w:rsid w:val="00CC52B1"/>
    <w:rsid w:val="00CC5BE4"/>
    <w:rsid w:val="00CC683E"/>
    <w:rsid w:val="00CC6E6E"/>
    <w:rsid w:val="00CC7538"/>
    <w:rsid w:val="00CC7AFA"/>
    <w:rsid w:val="00CD02A3"/>
    <w:rsid w:val="00CD04F1"/>
    <w:rsid w:val="00CD08AC"/>
    <w:rsid w:val="00CD2868"/>
    <w:rsid w:val="00CD3431"/>
    <w:rsid w:val="00CD3FC1"/>
    <w:rsid w:val="00CD5534"/>
    <w:rsid w:val="00CD66DC"/>
    <w:rsid w:val="00CD697A"/>
    <w:rsid w:val="00CD6B9B"/>
    <w:rsid w:val="00CD7238"/>
    <w:rsid w:val="00CE012A"/>
    <w:rsid w:val="00CE1FBA"/>
    <w:rsid w:val="00CE2FC1"/>
    <w:rsid w:val="00CE7961"/>
    <w:rsid w:val="00CE7E78"/>
    <w:rsid w:val="00CF1E8E"/>
    <w:rsid w:val="00CF2048"/>
    <w:rsid w:val="00CF20D2"/>
    <w:rsid w:val="00CF2FF7"/>
    <w:rsid w:val="00CF30D7"/>
    <w:rsid w:val="00CF4564"/>
    <w:rsid w:val="00CF4BC5"/>
    <w:rsid w:val="00CF4F9A"/>
    <w:rsid w:val="00CF53F1"/>
    <w:rsid w:val="00CF57E3"/>
    <w:rsid w:val="00CF59DB"/>
    <w:rsid w:val="00CF5AA1"/>
    <w:rsid w:val="00CF5D1D"/>
    <w:rsid w:val="00CF6B25"/>
    <w:rsid w:val="00CF6F1C"/>
    <w:rsid w:val="00CF7D69"/>
    <w:rsid w:val="00D00039"/>
    <w:rsid w:val="00D0122E"/>
    <w:rsid w:val="00D01AD4"/>
    <w:rsid w:val="00D025E4"/>
    <w:rsid w:val="00D0283E"/>
    <w:rsid w:val="00D0308E"/>
    <w:rsid w:val="00D03168"/>
    <w:rsid w:val="00D03A8B"/>
    <w:rsid w:val="00D03FD5"/>
    <w:rsid w:val="00D0461E"/>
    <w:rsid w:val="00D0476A"/>
    <w:rsid w:val="00D048C6"/>
    <w:rsid w:val="00D04F6C"/>
    <w:rsid w:val="00D06A35"/>
    <w:rsid w:val="00D071F9"/>
    <w:rsid w:val="00D073C3"/>
    <w:rsid w:val="00D10457"/>
    <w:rsid w:val="00D105B2"/>
    <w:rsid w:val="00D12731"/>
    <w:rsid w:val="00D12CD9"/>
    <w:rsid w:val="00D13864"/>
    <w:rsid w:val="00D13A23"/>
    <w:rsid w:val="00D1401E"/>
    <w:rsid w:val="00D144FA"/>
    <w:rsid w:val="00D154BD"/>
    <w:rsid w:val="00D15BA9"/>
    <w:rsid w:val="00D17B7D"/>
    <w:rsid w:val="00D20126"/>
    <w:rsid w:val="00D204B4"/>
    <w:rsid w:val="00D20999"/>
    <w:rsid w:val="00D20BEA"/>
    <w:rsid w:val="00D21295"/>
    <w:rsid w:val="00D212D2"/>
    <w:rsid w:val="00D21569"/>
    <w:rsid w:val="00D21F06"/>
    <w:rsid w:val="00D222AD"/>
    <w:rsid w:val="00D22A8C"/>
    <w:rsid w:val="00D23167"/>
    <w:rsid w:val="00D25727"/>
    <w:rsid w:val="00D257B4"/>
    <w:rsid w:val="00D258C4"/>
    <w:rsid w:val="00D25A79"/>
    <w:rsid w:val="00D265A9"/>
    <w:rsid w:val="00D269E5"/>
    <w:rsid w:val="00D26B14"/>
    <w:rsid w:val="00D26DAB"/>
    <w:rsid w:val="00D2749B"/>
    <w:rsid w:val="00D300FA"/>
    <w:rsid w:val="00D312EA"/>
    <w:rsid w:val="00D316C6"/>
    <w:rsid w:val="00D31B0C"/>
    <w:rsid w:val="00D31C87"/>
    <w:rsid w:val="00D31F43"/>
    <w:rsid w:val="00D330DC"/>
    <w:rsid w:val="00D342D4"/>
    <w:rsid w:val="00D367D1"/>
    <w:rsid w:val="00D3715B"/>
    <w:rsid w:val="00D373FA"/>
    <w:rsid w:val="00D4049B"/>
    <w:rsid w:val="00D4059E"/>
    <w:rsid w:val="00D40DFE"/>
    <w:rsid w:val="00D41F99"/>
    <w:rsid w:val="00D43397"/>
    <w:rsid w:val="00D4377D"/>
    <w:rsid w:val="00D43D8B"/>
    <w:rsid w:val="00D44C97"/>
    <w:rsid w:val="00D44FEF"/>
    <w:rsid w:val="00D450BF"/>
    <w:rsid w:val="00D45660"/>
    <w:rsid w:val="00D45847"/>
    <w:rsid w:val="00D46BAF"/>
    <w:rsid w:val="00D4764B"/>
    <w:rsid w:val="00D50277"/>
    <w:rsid w:val="00D51618"/>
    <w:rsid w:val="00D5235D"/>
    <w:rsid w:val="00D52611"/>
    <w:rsid w:val="00D5434E"/>
    <w:rsid w:val="00D544F8"/>
    <w:rsid w:val="00D54A8E"/>
    <w:rsid w:val="00D566F2"/>
    <w:rsid w:val="00D57696"/>
    <w:rsid w:val="00D579CC"/>
    <w:rsid w:val="00D60567"/>
    <w:rsid w:val="00D608F4"/>
    <w:rsid w:val="00D64D17"/>
    <w:rsid w:val="00D657FE"/>
    <w:rsid w:val="00D659E7"/>
    <w:rsid w:val="00D65C0A"/>
    <w:rsid w:val="00D65CE1"/>
    <w:rsid w:val="00D6647E"/>
    <w:rsid w:val="00D679F6"/>
    <w:rsid w:val="00D67E6B"/>
    <w:rsid w:val="00D67E79"/>
    <w:rsid w:val="00D67F50"/>
    <w:rsid w:val="00D70479"/>
    <w:rsid w:val="00D70970"/>
    <w:rsid w:val="00D70B95"/>
    <w:rsid w:val="00D70FFA"/>
    <w:rsid w:val="00D71289"/>
    <w:rsid w:val="00D716C9"/>
    <w:rsid w:val="00D71760"/>
    <w:rsid w:val="00D71B6A"/>
    <w:rsid w:val="00D7280A"/>
    <w:rsid w:val="00D728AA"/>
    <w:rsid w:val="00D73A2B"/>
    <w:rsid w:val="00D74E1B"/>
    <w:rsid w:val="00D75271"/>
    <w:rsid w:val="00D75527"/>
    <w:rsid w:val="00D76A09"/>
    <w:rsid w:val="00D76F26"/>
    <w:rsid w:val="00D7760F"/>
    <w:rsid w:val="00D777CE"/>
    <w:rsid w:val="00D80C84"/>
    <w:rsid w:val="00D823BA"/>
    <w:rsid w:val="00D827F5"/>
    <w:rsid w:val="00D82C08"/>
    <w:rsid w:val="00D83250"/>
    <w:rsid w:val="00D83668"/>
    <w:rsid w:val="00D83BE5"/>
    <w:rsid w:val="00D846EB"/>
    <w:rsid w:val="00D847D0"/>
    <w:rsid w:val="00D8627C"/>
    <w:rsid w:val="00D865ED"/>
    <w:rsid w:val="00D86B44"/>
    <w:rsid w:val="00D8706E"/>
    <w:rsid w:val="00D87F32"/>
    <w:rsid w:val="00D90B81"/>
    <w:rsid w:val="00D90CA5"/>
    <w:rsid w:val="00D90DEE"/>
    <w:rsid w:val="00D9112A"/>
    <w:rsid w:val="00D91A65"/>
    <w:rsid w:val="00D91CC0"/>
    <w:rsid w:val="00D91E01"/>
    <w:rsid w:val="00D92852"/>
    <w:rsid w:val="00D93DD4"/>
    <w:rsid w:val="00D94190"/>
    <w:rsid w:val="00D9606A"/>
    <w:rsid w:val="00D979AC"/>
    <w:rsid w:val="00D97B62"/>
    <w:rsid w:val="00D97B92"/>
    <w:rsid w:val="00DA095E"/>
    <w:rsid w:val="00DA0BCC"/>
    <w:rsid w:val="00DA0DE7"/>
    <w:rsid w:val="00DA0F8D"/>
    <w:rsid w:val="00DA119F"/>
    <w:rsid w:val="00DA13CC"/>
    <w:rsid w:val="00DA1877"/>
    <w:rsid w:val="00DA2FA9"/>
    <w:rsid w:val="00DA3397"/>
    <w:rsid w:val="00DA34F9"/>
    <w:rsid w:val="00DA3E3F"/>
    <w:rsid w:val="00DA3F4B"/>
    <w:rsid w:val="00DA4BB2"/>
    <w:rsid w:val="00DA5DC9"/>
    <w:rsid w:val="00DA63A0"/>
    <w:rsid w:val="00DA6876"/>
    <w:rsid w:val="00DA6D63"/>
    <w:rsid w:val="00DB0241"/>
    <w:rsid w:val="00DB0356"/>
    <w:rsid w:val="00DB1260"/>
    <w:rsid w:val="00DB1552"/>
    <w:rsid w:val="00DB2612"/>
    <w:rsid w:val="00DB28D0"/>
    <w:rsid w:val="00DB2E04"/>
    <w:rsid w:val="00DB30BC"/>
    <w:rsid w:val="00DB3A65"/>
    <w:rsid w:val="00DB482F"/>
    <w:rsid w:val="00DB4FF4"/>
    <w:rsid w:val="00DB516D"/>
    <w:rsid w:val="00DB6756"/>
    <w:rsid w:val="00DB72D3"/>
    <w:rsid w:val="00DC028A"/>
    <w:rsid w:val="00DC0368"/>
    <w:rsid w:val="00DC08B3"/>
    <w:rsid w:val="00DC1335"/>
    <w:rsid w:val="00DC1D36"/>
    <w:rsid w:val="00DC2A92"/>
    <w:rsid w:val="00DC47F8"/>
    <w:rsid w:val="00DC6243"/>
    <w:rsid w:val="00DC6579"/>
    <w:rsid w:val="00DC7922"/>
    <w:rsid w:val="00DD0924"/>
    <w:rsid w:val="00DD0A5A"/>
    <w:rsid w:val="00DD127D"/>
    <w:rsid w:val="00DD1A5D"/>
    <w:rsid w:val="00DD21D3"/>
    <w:rsid w:val="00DD2D34"/>
    <w:rsid w:val="00DD2E23"/>
    <w:rsid w:val="00DD40B5"/>
    <w:rsid w:val="00DD4D35"/>
    <w:rsid w:val="00DD4F13"/>
    <w:rsid w:val="00DD617A"/>
    <w:rsid w:val="00DD634C"/>
    <w:rsid w:val="00DD7FB7"/>
    <w:rsid w:val="00DE0CE3"/>
    <w:rsid w:val="00DE12CD"/>
    <w:rsid w:val="00DE1660"/>
    <w:rsid w:val="00DE252C"/>
    <w:rsid w:val="00DE397F"/>
    <w:rsid w:val="00DE4C9F"/>
    <w:rsid w:val="00DE5440"/>
    <w:rsid w:val="00DE678A"/>
    <w:rsid w:val="00DE70EA"/>
    <w:rsid w:val="00DE7AE3"/>
    <w:rsid w:val="00DE7B21"/>
    <w:rsid w:val="00DF0475"/>
    <w:rsid w:val="00DF0643"/>
    <w:rsid w:val="00DF0CE9"/>
    <w:rsid w:val="00DF0FA6"/>
    <w:rsid w:val="00DF14E2"/>
    <w:rsid w:val="00DF264A"/>
    <w:rsid w:val="00DF2872"/>
    <w:rsid w:val="00DF2CCC"/>
    <w:rsid w:val="00DF3806"/>
    <w:rsid w:val="00DF3BCB"/>
    <w:rsid w:val="00DF3BEC"/>
    <w:rsid w:val="00DF46BE"/>
    <w:rsid w:val="00DF50B2"/>
    <w:rsid w:val="00DF5664"/>
    <w:rsid w:val="00DF58E8"/>
    <w:rsid w:val="00DF590B"/>
    <w:rsid w:val="00DF6210"/>
    <w:rsid w:val="00DF64F0"/>
    <w:rsid w:val="00DF6607"/>
    <w:rsid w:val="00DF71B0"/>
    <w:rsid w:val="00E006D0"/>
    <w:rsid w:val="00E0177B"/>
    <w:rsid w:val="00E02031"/>
    <w:rsid w:val="00E043F8"/>
    <w:rsid w:val="00E0495E"/>
    <w:rsid w:val="00E06E58"/>
    <w:rsid w:val="00E06F8B"/>
    <w:rsid w:val="00E1007C"/>
    <w:rsid w:val="00E10877"/>
    <w:rsid w:val="00E11439"/>
    <w:rsid w:val="00E11747"/>
    <w:rsid w:val="00E11876"/>
    <w:rsid w:val="00E119DB"/>
    <w:rsid w:val="00E122CC"/>
    <w:rsid w:val="00E127F1"/>
    <w:rsid w:val="00E12D2F"/>
    <w:rsid w:val="00E146F8"/>
    <w:rsid w:val="00E152F4"/>
    <w:rsid w:val="00E15A1C"/>
    <w:rsid w:val="00E16701"/>
    <w:rsid w:val="00E171DC"/>
    <w:rsid w:val="00E1766D"/>
    <w:rsid w:val="00E17D75"/>
    <w:rsid w:val="00E20419"/>
    <w:rsid w:val="00E206BD"/>
    <w:rsid w:val="00E21AA4"/>
    <w:rsid w:val="00E21C88"/>
    <w:rsid w:val="00E223DE"/>
    <w:rsid w:val="00E227ED"/>
    <w:rsid w:val="00E235C4"/>
    <w:rsid w:val="00E26783"/>
    <w:rsid w:val="00E271B5"/>
    <w:rsid w:val="00E30A4B"/>
    <w:rsid w:val="00E31382"/>
    <w:rsid w:val="00E323D9"/>
    <w:rsid w:val="00E330DB"/>
    <w:rsid w:val="00E33B96"/>
    <w:rsid w:val="00E34088"/>
    <w:rsid w:val="00E34230"/>
    <w:rsid w:val="00E343A9"/>
    <w:rsid w:val="00E3515D"/>
    <w:rsid w:val="00E358BD"/>
    <w:rsid w:val="00E35BD3"/>
    <w:rsid w:val="00E36BCC"/>
    <w:rsid w:val="00E37498"/>
    <w:rsid w:val="00E37CE2"/>
    <w:rsid w:val="00E4090E"/>
    <w:rsid w:val="00E40919"/>
    <w:rsid w:val="00E42678"/>
    <w:rsid w:val="00E4272E"/>
    <w:rsid w:val="00E42767"/>
    <w:rsid w:val="00E42C3E"/>
    <w:rsid w:val="00E438B3"/>
    <w:rsid w:val="00E44FFF"/>
    <w:rsid w:val="00E45768"/>
    <w:rsid w:val="00E4614C"/>
    <w:rsid w:val="00E462CF"/>
    <w:rsid w:val="00E46C98"/>
    <w:rsid w:val="00E47690"/>
    <w:rsid w:val="00E515D0"/>
    <w:rsid w:val="00E51FFE"/>
    <w:rsid w:val="00E52253"/>
    <w:rsid w:val="00E52D1A"/>
    <w:rsid w:val="00E52F29"/>
    <w:rsid w:val="00E54180"/>
    <w:rsid w:val="00E549E6"/>
    <w:rsid w:val="00E5596E"/>
    <w:rsid w:val="00E55D7D"/>
    <w:rsid w:val="00E569D6"/>
    <w:rsid w:val="00E61BF8"/>
    <w:rsid w:val="00E62075"/>
    <w:rsid w:val="00E6209E"/>
    <w:rsid w:val="00E622FF"/>
    <w:rsid w:val="00E62750"/>
    <w:rsid w:val="00E64A99"/>
    <w:rsid w:val="00E64E83"/>
    <w:rsid w:val="00E656D7"/>
    <w:rsid w:val="00E66F16"/>
    <w:rsid w:val="00E6728C"/>
    <w:rsid w:val="00E676A7"/>
    <w:rsid w:val="00E7003C"/>
    <w:rsid w:val="00E7042A"/>
    <w:rsid w:val="00E70A23"/>
    <w:rsid w:val="00E70BBD"/>
    <w:rsid w:val="00E710C9"/>
    <w:rsid w:val="00E713C3"/>
    <w:rsid w:val="00E71458"/>
    <w:rsid w:val="00E72F0D"/>
    <w:rsid w:val="00E7316A"/>
    <w:rsid w:val="00E73575"/>
    <w:rsid w:val="00E747E4"/>
    <w:rsid w:val="00E748F7"/>
    <w:rsid w:val="00E77DAC"/>
    <w:rsid w:val="00E8035D"/>
    <w:rsid w:val="00E807DB"/>
    <w:rsid w:val="00E828C7"/>
    <w:rsid w:val="00E83D67"/>
    <w:rsid w:val="00E841E4"/>
    <w:rsid w:val="00E84B6C"/>
    <w:rsid w:val="00E85823"/>
    <w:rsid w:val="00E85A4C"/>
    <w:rsid w:val="00E87493"/>
    <w:rsid w:val="00E876DD"/>
    <w:rsid w:val="00E87CCC"/>
    <w:rsid w:val="00E90276"/>
    <w:rsid w:val="00E9027D"/>
    <w:rsid w:val="00E90354"/>
    <w:rsid w:val="00E91AD0"/>
    <w:rsid w:val="00E91AD3"/>
    <w:rsid w:val="00E92571"/>
    <w:rsid w:val="00E932B0"/>
    <w:rsid w:val="00E93631"/>
    <w:rsid w:val="00E93809"/>
    <w:rsid w:val="00E93AF5"/>
    <w:rsid w:val="00E9422D"/>
    <w:rsid w:val="00E949AF"/>
    <w:rsid w:val="00E95184"/>
    <w:rsid w:val="00E95E0B"/>
    <w:rsid w:val="00E96BA5"/>
    <w:rsid w:val="00E9799D"/>
    <w:rsid w:val="00E97B3B"/>
    <w:rsid w:val="00EA042F"/>
    <w:rsid w:val="00EA0653"/>
    <w:rsid w:val="00EA1473"/>
    <w:rsid w:val="00EA1D19"/>
    <w:rsid w:val="00EA23E2"/>
    <w:rsid w:val="00EA2654"/>
    <w:rsid w:val="00EA2669"/>
    <w:rsid w:val="00EA2C82"/>
    <w:rsid w:val="00EA30FF"/>
    <w:rsid w:val="00EA34A6"/>
    <w:rsid w:val="00EA352B"/>
    <w:rsid w:val="00EA3EEA"/>
    <w:rsid w:val="00EA3EFD"/>
    <w:rsid w:val="00EA3F51"/>
    <w:rsid w:val="00EA4AFF"/>
    <w:rsid w:val="00EA5CFD"/>
    <w:rsid w:val="00EA738D"/>
    <w:rsid w:val="00EB19AB"/>
    <w:rsid w:val="00EB2735"/>
    <w:rsid w:val="00EB2757"/>
    <w:rsid w:val="00EB304A"/>
    <w:rsid w:val="00EB33DA"/>
    <w:rsid w:val="00EB3959"/>
    <w:rsid w:val="00EB5599"/>
    <w:rsid w:val="00EB5817"/>
    <w:rsid w:val="00EB69EF"/>
    <w:rsid w:val="00EB6E3F"/>
    <w:rsid w:val="00EB7374"/>
    <w:rsid w:val="00EB793A"/>
    <w:rsid w:val="00EB7ACB"/>
    <w:rsid w:val="00EC001B"/>
    <w:rsid w:val="00EC00F6"/>
    <w:rsid w:val="00EC0CA8"/>
    <w:rsid w:val="00EC273E"/>
    <w:rsid w:val="00EC2B66"/>
    <w:rsid w:val="00EC30A5"/>
    <w:rsid w:val="00EC3369"/>
    <w:rsid w:val="00EC37E7"/>
    <w:rsid w:val="00EC3C28"/>
    <w:rsid w:val="00EC3EBC"/>
    <w:rsid w:val="00EC6E37"/>
    <w:rsid w:val="00EC7880"/>
    <w:rsid w:val="00EC79EB"/>
    <w:rsid w:val="00ED02A5"/>
    <w:rsid w:val="00ED15C6"/>
    <w:rsid w:val="00ED2FE6"/>
    <w:rsid w:val="00ED4231"/>
    <w:rsid w:val="00ED4827"/>
    <w:rsid w:val="00ED4C79"/>
    <w:rsid w:val="00ED7D2F"/>
    <w:rsid w:val="00ED7E3E"/>
    <w:rsid w:val="00EE0950"/>
    <w:rsid w:val="00EE1744"/>
    <w:rsid w:val="00EE1835"/>
    <w:rsid w:val="00EE1943"/>
    <w:rsid w:val="00EE30FF"/>
    <w:rsid w:val="00EE364F"/>
    <w:rsid w:val="00EE3DD4"/>
    <w:rsid w:val="00EE5D1E"/>
    <w:rsid w:val="00EE5ED1"/>
    <w:rsid w:val="00EE5FBA"/>
    <w:rsid w:val="00EE616C"/>
    <w:rsid w:val="00EE6D40"/>
    <w:rsid w:val="00EE7204"/>
    <w:rsid w:val="00EE7DD4"/>
    <w:rsid w:val="00EF02E7"/>
    <w:rsid w:val="00EF06DD"/>
    <w:rsid w:val="00EF0810"/>
    <w:rsid w:val="00EF127D"/>
    <w:rsid w:val="00EF1D8D"/>
    <w:rsid w:val="00EF1F72"/>
    <w:rsid w:val="00EF2182"/>
    <w:rsid w:val="00EF23E7"/>
    <w:rsid w:val="00EF3C71"/>
    <w:rsid w:val="00EF3E6E"/>
    <w:rsid w:val="00EF471E"/>
    <w:rsid w:val="00EF4989"/>
    <w:rsid w:val="00EF4E9B"/>
    <w:rsid w:val="00EF52DE"/>
    <w:rsid w:val="00EF553D"/>
    <w:rsid w:val="00EF6406"/>
    <w:rsid w:val="00EF7106"/>
    <w:rsid w:val="00EF7327"/>
    <w:rsid w:val="00EF7BE8"/>
    <w:rsid w:val="00EF7E9B"/>
    <w:rsid w:val="00F01DF1"/>
    <w:rsid w:val="00F023FB"/>
    <w:rsid w:val="00F0393F"/>
    <w:rsid w:val="00F03ACD"/>
    <w:rsid w:val="00F0424B"/>
    <w:rsid w:val="00F04474"/>
    <w:rsid w:val="00F0460B"/>
    <w:rsid w:val="00F05220"/>
    <w:rsid w:val="00F05AC4"/>
    <w:rsid w:val="00F063CE"/>
    <w:rsid w:val="00F068EC"/>
    <w:rsid w:val="00F06A5F"/>
    <w:rsid w:val="00F07010"/>
    <w:rsid w:val="00F10167"/>
    <w:rsid w:val="00F103CF"/>
    <w:rsid w:val="00F10CF2"/>
    <w:rsid w:val="00F10EC5"/>
    <w:rsid w:val="00F133C9"/>
    <w:rsid w:val="00F13CD1"/>
    <w:rsid w:val="00F14CA8"/>
    <w:rsid w:val="00F1785B"/>
    <w:rsid w:val="00F17A57"/>
    <w:rsid w:val="00F17B35"/>
    <w:rsid w:val="00F20012"/>
    <w:rsid w:val="00F20AA1"/>
    <w:rsid w:val="00F214B4"/>
    <w:rsid w:val="00F2183B"/>
    <w:rsid w:val="00F22113"/>
    <w:rsid w:val="00F23249"/>
    <w:rsid w:val="00F24D80"/>
    <w:rsid w:val="00F250CC"/>
    <w:rsid w:val="00F262D8"/>
    <w:rsid w:val="00F2642A"/>
    <w:rsid w:val="00F26741"/>
    <w:rsid w:val="00F268BB"/>
    <w:rsid w:val="00F26C41"/>
    <w:rsid w:val="00F26EE6"/>
    <w:rsid w:val="00F27490"/>
    <w:rsid w:val="00F27CBB"/>
    <w:rsid w:val="00F308CB"/>
    <w:rsid w:val="00F30C8F"/>
    <w:rsid w:val="00F31947"/>
    <w:rsid w:val="00F31A37"/>
    <w:rsid w:val="00F32024"/>
    <w:rsid w:val="00F325E1"/>
    <w:rsid w:val="00F32ECE"/>
    <w:rsid w:val="00F35930"/>
    <w:rsid w:val="00F35D8E"/>
    <w:rsid w:val="00F36D12"/>
    <w:rsid w:val="00F4141B"/>
    <w:rsid w:val="00F41FDB"/>
    <w:rsid w:val="00F43ED7"/>
    <w:rsid w:val="00F43F99"/>
    <w:rsid w:val="00F44B08"/>
    <w:rsid w:val="00F45190"/>
    <w:rsid w:val="00F45E21"/>
    <w:rsid w:val="00F464C8"/>
    <w:rsid w:val="00F46BBC"/>
    <w:rsid w:val="00F4730E"/>
    <w:rsid w:val="00F47A3E"/>
    <w:rsid w:val="00F47FF0"/>
    <w:rsid w:val="00F50408"/>
    <w:rsid w:val="00F509F5"/>
    <w:rsid w:val="00F50AEE"/>
    <w:rsid w:val="00F516BF"/>
    <w:rsid w:val="00F51BD7"/>
    <w:rsid w:val="00F51D1E"/>
    <w:rsid w:val="00F522B7"/>
    <w:rsid w:val="00F5323B"/>
    <w:rsid w:val="00F54216"/>
    <w:rsid w:val="00F543F7"/>
    <w:rsid w:val="00F54769"/>
    <w:rsid w:val="00F5487B"/>
    <w:rsid w:val="00F54A2E"/>
    <w:rsid w:val="00F54AC1"/>
    <w:rsid w:val="00F555AB"/>
    <w:rsid w:val="00F55A01"/>
    <w:rsid w:val="00F56099"/>
    <w:rsid w:val="00F57149"/>
    <w:rsid w:val="00F579E3"/>
    <w:rsid w:val="00F607E9"/>
    <w:rsid w:val="00F612F0"/>
    <w:rsid w:val="00F61C0C"/>
    <w:rsid w:val="00F61C4E"/>
    <w:rsid w:val="00F61D06"/>
    <w:rsid w:val="00F61E81"/>
    <w:rsid w:val="00F623C5"/>
    <w:rsid w:val="00F6304A"/>
    <w:rsid w:val="00F63110"/>
    <w:rsid w:val="00F63EDF"/>
    <w:rsid w:val="00F64A1F"/>
    <w:rsid w:val="00F64A60"/>
    <w:rsid w:val="00F6535C"/>
    <w:rsid w:val="00F6601B"/>
    <w:rsid w:val="00F66DEE"/>
    <w:rsid w:val="00F66FB1"/>
    <w:rsid w:val="00F67CA2"/>
    <w:rsid w:val="00F704B3"/>
    <w:rsid w:val="00F707D4"/>
    <w:rsid w:val="00F70922"/>
    <w:rsid w:val="00F70BE6"/>
    <w:rsid w:val="00F710D0"/>
    <w:rsid w:val="00F71C7E"/>
    <w:rsid w:val="00F72D01"/>
    <w:rsid w:val="00F72FC7"/>
    <w:rsid w:val="00F731B5"/>
    <w:rsid w:val="00F7328A"/>
    <w:rsid w:val="00F73CD0"/>
    <w:rsid w:val="00F74F37"/>
    <w:rsid w:val="00F75826"/>
    <w:rsid w:val="00F760DE"/>
    <w:rsid w:val="00F7697B"/>
    <w:rsid w:val="00F777AC"/>
    <w:rsid w:val="00F80BD1"/>
    <w:rsid w:val="00F83D99"/>
    <w:rsid w:val="00F83F08"/>
    <w:rsid w:val="00F8529E"/>
    <w:rsid w:val="00F85435"/>
    <w:rsid w:val="00F85681"/>
    <w:rsid w:val="00F85D7C"/>
    <w:rsid w:val="00F85F5D"/>
    <w:rsid w:val="00F8619D"/>
    <w:rsid w:val="00F86B06"/>
    <w:rsid w:val="00F86B75"/>
    <w:rsid w:val="00F90A2E"/>
    <w:rsid w:val="00F90E56"/>
    <w:rsid w:val="00F90F24"/>
    <w:rsid w:val="00F91ACC"/>
    <w:rsid w:val="00F91B38"/>
    <w:rsid w:val="00F91BBC"/>
    <w:rsid w:val="00F92388"/>
    <w:rsid w:val="00F9299B"/>
    <w:rsid w:val="00F94DA9"/>
    <w:rsid w:val="00F953A5"/>
    <w:rsid w:val="00F958D5"/>
    <w:rsid w:val="00F95CAA"/>
    <w:rsid w:val="00F96B37"/>
    <w:rsid w:val="00F97369"/>
    <w:rsid w:val="00F977EC"/>
    <w:rsid w:val="00F97850"/>
    <w:rsid w:val="00F97914"/>
    <w:rsid w:val="00FA0568"/>
    <w:rsid w:val="00FA0945"/>
    <w:rsid w:val="00FA1155"/>
    <w:rsid w:val="00FA1E2B"/>
    <w:rsid w:val="00FA1F85"/>
    <w:rsid w:val="00FA24F7"/>
    <w:rsid w:val="00FA2CE3"/>
    <w:rsid w:val="00FA335A"/>
    <w:rsid w:val="00FA3A0D"/>
    <w:rsid w:val="00FA3AFA"/>
    <w:rsid w:val="00FA3FFD"/>
    <w:rsid w:val="00FA4B4D"/>
    <w:rsid w:val="00FA4D01"/>
    <w:rsid w:val="00FA5C47"/>
    <w:rsid w:val="00FA5F6F"/>
    <w:rsid w:val="00FA64AF"/>
    <w:rsid w:val="00FA6F80"/>
    <w:rsid w:val="00FA7948"/>
    <w:rsid w:val="00FB02D2"/>
    <w:rsid w:val="00FB08B2"/>
    <w:rsid w:val="00FB0EC1"/>
    <w:rsid w:val="00FB1BC1"/>
    <w:rsid w:val="00FB25FD"/>
    <w:rsid w:val="00FB2C3D"/>
    <w:rsid w:val="00FB2FEA"/>
    <w:rsid w:val="00FB3365"/>
    <w:rsid w:val="00FB5E45"/>
    <w:rsid w:val="00FC0166"/>
    <w:rsid w:val="00FC0278"/>
    <w:rsid w:val="00FC0D9C"/>
    <w:rsid w:val="00FC0F5C"/>
    <w:rsid w:val="00FC1CD6"/>
    <w:rsid w:val="00FC226F"/>
    <w:rsid w:val="00FC265B"/>
    <w:rsid w:val="00FC2874"/>
    <w:rsid w:val="00FC2952"/>
    <w:rsid w:val="00FC3E9C"/>
    <w:rsid w:val="00FC47CB"/>
    <w:rsid w:val="00FC6048"/>
    <w:rsid w:val="00FC6E03"/>
    <w:rsid w:val="00FC758C"/>
    <w:rsid w:val="00FC7691"/>
    <w:rsid w:val="00FC7F6A"/>
    <w:rsid w:val="00FD139C"/>
    <w:rsid w:val="00FD18E5"/>
    <w:rsid w:val="00FD1DEA"/>
    <w:rsid w:val="00FD2265"/>
    <w:rsid w:val="00FD25C3"/>
    <w:rsid w:val="00FD2BA1"/>
    <w:rsid w:val="00FD2D1D"/>
    <w:rsid w:val="00FD4071"/>
    <w:rsid w:val="00FD4510"/>
    <w:rsid w:val="00FD4BE0"/>
    <w:rsid w:val="00FD583B"/>
    <w:rsid w:val="00FD64D0"/>
    <w:rsid w:val="00FD6B13"/>
    <w:rsid w:val="00FD72E0"/>
    <w:rsid w:val="00FD7F21"/>
    <w:rsid w:val="00FE0104"/>
    <w:rsid w:val="00FE0955"/>
    <w:rsid w:val="00FE1DFB"/>
    <w:rsid w:val="00FE1E50"/>
    <w:rsid w:val="00FE2900"/>
    <w:rsid w:val="00FE35C2"/>
    <w:rsid w:val="00FE361F"/>
    <w:rsid w:val="00FE569A"/>
    <w:rsid w:val="00FE57EC"/>
    <w:rsid w:val="00FE587E"/>
    <w:rsid w:val="00FE5B92"/>
    <w:rsid w:val="00FE5CC5"/>
    <w:rsid w:val="00FF03CF"/>
    <w:rsid w:val="00FF20B9"/>
    <w:rsid w:val="00FF232D"/>
    <w:rsid w:val="00FF30F8"/>
    <w:rsid w:val="00FF3ECD"/>
    <w:rsid w:val="00FF77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23DE"/>
    <w:rPr>
      <w:rFonts w:ascii="Times New Roman" w:eastAsia="Times New Roman" w:hAnsi="Times New Roman"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223DE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styleId="Header">
    <w:name w:val="header"/>
    <w:basedOn w:val="Normal"/>
    <w:link w:val="HeaderChar"/>
    <w:uiPriority w:val="99"/>
    <w:semiHidden/>
    <w:rsid w:val="00002D16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002D16"/>
    <w:rPr>
      <w:rFonts w:ascii="Times New Roman" w:hAnsi="Times New Roman" w:cs="Times New Roman"/>
      <w:sz w:val="28"/>
      <w:szCs w:val="28"/>
      <w:lang w:eastAsia="ru-RU"/>
    </w:rPr>
  </w:style>
  <w:style w:type="paragraph" w:styleId="Footer">
    <w:name w:val="footer"/>
    <w:basedOn w:val="Normal"/>
    <w:link w:val="FooterChar"/>
    <w:uiPriority w:val="99"/>
    <w:rsid w:val="00002D16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002D16"/>
    <w:rPr>
      <w:rFonts w:ascii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10</TotalTime>
  <Pages>4</Pages>
  <Words>758</Words>
  <Characters>4325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ThE bESt 2012</dc:creator>
  <cp:keywords/>
  <dc:description/>
  <cp:lastModifiedBy>СП</cp:lastModifiedBy>
  <cp:revision>7</cp:revision>
  <cp:lastPrinted>2013-01-27T12:27:00Z</cp:lastPrinted>
  <dcterms:created xsi:type="dcterms:W3CDTF">2013-01-27T12:17:00Z</dcterms:created>
  <dcterms:modified xsi:type="dcterms:W3CDTF">2013-01-28T06:34:00Z</dcterms:modified>
</cp:coreProperties>
</file>